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CB4" w:rsidRDefault="00603CB4"/>
    <w:p w:rsidR="00374D43" w:rsidRDefault="00374D43"/>
    <w:p w:rsidR="00603CB4" w:rsidRDefault="00603CB4">
      <w:pPr>
        <w:pStyle w:val="Pealkiri1"/>
        <w:jc w:val="both"/>
        <w:rPr>
          <w:sz w:val="24"/>
        </w:rPr>
      </w:pPr>
    </w:p>
    <w:p w:rsidR="00200A96" w:rsidRPr="00200A96" w:rsidRDefault="00603CB4" w:rsidP="00200A96">
      <w:pPr>
        <w:rPr>
          <w:b/>
        </w:rPr>
      </w:pPr>
      <w:r>
        <w:t xml:space="preserve">                                       </w:t>
      </w:r>
      <w:r w:rsidRPr="00200A96">
        <w:rPr>
          <w:b/>
        </w:rPr>
        <w:t xml:space="preserve">TÖÖVÕTULEPING  nr </w:t>
      </w:r>
      <w:r w:rsidR="00F415A2">
        <w:rPr>
          <w:b/>
        </w:rPr>
        <w:t>1-18/</w:t>
      </w:r>
      <w:r w:rsidR="00FF54E3">
        <w:rPr>
          <w:b/>
        </w:rPr>
        <w:t>5</w:t>
      </w:r>
    </w:p>
    <w:p w:rsidR="005519C5" w:rsidRPr="00200A96" w:rsidRDefault="00200A96" w:rsidP="00200A96">
      <w:pPr>
        <w:rPr>
          <w:b/>
        </w:rPr>
      </w:pPr>
      <w:r w:rsidRPr="00200A96">
        <w:rPr>
          <w:b/>
        </w:rPr>
        <w:tab/>
      </w:r>
      <w:r w:rsidRPr="00200A96">
        <w:rPr>
          <w:b/>
        </w:rPr>
        <w:tab/>
      </w:r>
      <w:r w:rsidRPr="00200A96">
        <w:rPr>
          <w:b/>
        </w:rPr>
        <w:tab/>
      </w:r>
      <w:r w:rsidR="00063EF0" w:rsidRPr="00200A96">
        <w:rPr>
          <w:b/>
        </w:rPr>
        <w:t>(metsamaja majandamiseks)</w:t>
      </w:r>
    </w:p>
    <w:p w:rsidR="00200A96" w:rsidRDefault="00200A96" w:rsidP="005519C5">
      <w:pPr>
        <w:jc w:val="both"/>
        <w:rPr>
          <w:szCs w:val="18"/>
        </w:rPr>
      </w:pPr>
    </w:p>
    <w:p w:rsidR="00200A96" w:rsidRDefault="00200A96" w:rsidP="005519C5">
      <w:pPr>
        <w:jc w:val="both"/>
        <w:rPr>
          <w:szCs w:val="18"/>
        </w:rPr>
      </w:pPr>
    </w:p>
    <w:p w:rsidR="005519C5" w:rsidRDefault="00940052" w:rsidP="005519C5">
      <w:pPr>
        <w:jc w:val="both"/>
        <w:rPr>
          <w:szCs w:val="18"/>
        </w:rPr>
      </w:pPr>
      <w:r>
        <w:rPr>
          <w:szCs w:val="18"/>
        </w:rPr>
        <w:tab/>
      </w:r>
      <w:r w:rsidR="00DD05D0">
        <w:rPr>
          <w:szCs w:val="18"/>
        </w:rPr>
        <w:tab/>
      </w:r>
      <w:r w:rsidR="00DD05D0">
        <w:rPr>
          <w:szCs w:val="18"/>
        </w:rPr>
        <w:tab/>
      </w:r>
      <w:r w:rsidR="00DD05D0">
        <w:rPr>
          <w:szCs w:val="18"/>
        </w:rPr>
        <w:tab/>
      </w:r>
      <w:r w:rsidR="005519C5">
        <w:rPr>
          <w:szCs w:val="18"/>
        </w:rPr>
        <w:tab/>
      </w:r>
      <w:r w:rsidR="005519C5">
        <w:rPr>
          <w:szCs w:val="18"/>
        </w:rPr>
        <w:tab/>
      </w:r>
      <w:r w:rsidR="00DD05D0">
        <w:rPr>
          <w:szCs w:val="18"/>
        </w:rPr>
        <w:tab/>
      </w:r>
      <w:r w:rsidR="005519C5">
        <w:rPr>
          <w:szCs w:val="18"/>
        </w:rPr>
        <w:tab/>
      </w:r>
      <w:r w:rsidR="005519C5">
        <w:rPr>
          <w:szCs w:val="18"/>
        </w:rPr>
        <w:tab/>
      </w:r>
      <w:r w:rsidR="00FF54E3">
        <w:rPr>
          <w:szCs w:val="18"/>
        </w:rPr>
        <w:t>01</w:t>
      </w:r>
      <w:r>
        <w:rPr>
          <w:szCs w:val="18"/>
        </w:rPr>
        <w:t>.01.2016</w:t>
      </w:r>
    </w:p>
    <w:p w:rsidR="005519C5" w:rsidRDefault="005519C5" w:rsidP="005519C5">
      <w:pPr>
        <w:jc w:val="both"/>
        <w:rPr>
          <w:szCs w:val="18"/>
        </w:rPr>
      </w:pPr>
    </w:p>
    <w:p w:rsidR="005519C5" w:rsidRDefault="005519C5" w:rsidP="005519C5">
      <w:pPr>
        <w:jc w:val="both"/>
      </w:pPr>
    </w:p>
    <w:p w:rsidR="00DD05D0" w:rsidRDefault="005519C5" w:rsidP="005519C5">
      <w:pPr>
        <w:jc w:val="both"/>
      </w:pPr>
      <w:r w:rsidRPr="005519C5">
        <w:rPr>
          <w:b/>
        </w:rPr>
        <w:t>Riigimetsa Majandamise Keskus</w:t>
      </w:r>
      <w:r w:rsidR="00496372">
        <w:t>, keda esindab juhatuse</w:t>
      </w:r>
      <w:r w:rsidR="00496372">
        <w:rPr>
          <w:i/>
        </w:rPr>
        <w:t xml:space="preserve"> </w:t>
      </w:r>
      <w:r w:rsidR="00496372">
        <w:t>esimehe 29.04.2013</w:t>
      </w:r>
      <w:r>
        <w:t xml:space="preserve"> a käskkirja nr</w:t>
      </w:r>
      <w:r w:rsidR="00496372">
        <w:t xml:space="preserve"> 1-5/94</w:t>
      </w:r>
      <w:r w:rsidR="00905428">
        <w:t xml:space="preserve"> </w:t>
      </w:r>
      <w:r w:rsidR="004564B5">
        <w:t xml:space="preserve">„RMK loodushoiuosakonna töötajatele volituste andmine“ </w:t>
      </w:r>
      <w:r>
        <w:t xml:space="preserve">alusel </w:t>
      </w:r>
      <w:r w:rsidR="00940052">
        <w:t>RMK loodushoiuosakonna Vahe</w:t>
      </w:r>
      <w:r w:rsidR="00496372" w:rsidRPr="00496372">
        <w:t>-Eesti piirkonna juhataja</w:t>
      </w:r>
      <w:r w:rsidR="00940052">
        <w:t xml:space="preserve"> Jaanus Käärma</w:t>
      </w:r>
      <w:r w:rsidR="00496372">
        <w:t>,</w:t>
      </w:r>
      <w:r w:rsidR="00496372" w:rsidRPr="00496372">
        <w:t xml:space="preserve"> </w:t>
      </w:r>
      <w:r>
        <w:t xml:space="preserve">edaspidi </w:t>
      </w:r>
      <w:r>
        <w:rPr>
          <w:b/>
          <w:bCs/>
        </w:rPr>
        <w:t>Tellija,</w:t>
      </w:r>
      <w:r w:rsidR="00DD05D0">
        <w:t xml:space="preserve"> ühelt poolt</w:t>
      </w:r>
      <w:r>
        <w:t>,</w:t>
      </w:r>
      <w:r w:rsidR="00DD05D0">
        <w:t xml:space="preserve"> </w:t>
      </w:r>
    </w:p>
    <w:p w:rsidR="00DD05D0" w:rsidRDefault="00DD05D0" w:rsidP="005519C5">
      <w:pPr>
        <w:jc w:val="both"/>
      </w:pPr>
    </w:p>
    <w:p w:rsidR="00DD05D0" w:rsidRDefault="005519C5" w:rsidP="005519C5">
      <w:pPr>
        <w:jc w:val="both"/>
      </w:pPr>
      <w:r>
        <w:t xml:space="preserve">ja </w:t>
      </w:r>
      <w:r w:rsidR="00597EA9" w:rsidRPr="00597EA9">
        <w:rPr>
          <w:b/>
        </w:rPr>
        <w:t>füüsilisest isikust ettevõtja</w:t>
      </w:r>
      <w:r w:rsidR="00597EA9">
        <w:t xml:space="preserve"> </w:t>
      </w:r>
      <w:r w:rsidR="00B461A5" w:rsidRPr="00B461A5">
        <w:rPr>
          <w:b/>
        </w:rPr>
        <w:t>Toomas Võime</w:t>
      </w:r>
      <w:r w:rsidR="006B1EF5">
        <w:t xml:space="preserve">, </w:t>
      </w:r>
      <w:r>
        <w:t xml:space="preserve">edaspidi </w:t>
      </w:r>
      <w:r>
        <w:rPr>
          <w:b/>
          <w:bCs/>
        </w:rPr>
        <w:t>Töövõtja</w:t>
      </w:r>
      <w:r>
        <w:t>, teiselt poolt, keda nimetatakse</w:t>
      </w:r>
      <w:r w:rsidR="00905428">
        <w:t xml:space="preserve"> </w:t>
      </w:r>
      <w:r>
        <w:t xml:space="preserve">edaspidi </w:t>
      </w:r>
      <w:r>
        <w:rPr>
          <w:b/>
        </w:rPr>
        <w:t xml:space="preserve">Pool </w:t>
      </w:r>
      <w:r>
        <w:t xml:space="preserve">või </w:t>
      </w:r>
      <w:r w:rsidR="00DD05D0">
        <w:t>ühiselt</w:t>
      </w:r>
      <w:r>
        <w:t xml:space="preserve"> </w:t>
      </w:r>
      <w:r>
        <w:rPr>
          <w:b/>
        </w:rPr>
        <w:t>Pool</w:t>
      </w:r>
      <w:r w:rsidR="00905428">
        <w:rPr>
          <w:b/>
        </w:rPr>
        <w:t>ed</w:t>
      </w:r>
      <w:r>
        <w:t xml:space="preserve">, </w:t>
      </w:r>
    </w:p>
    <w:p w:rsidR="00DD05D0" w:rsidRDefault="00DD05D0" w:rsidP="005519C5">
      <w:pPr>
        <w:jc w:val="both"/>
      </w:pPr>
    </w:p>
    <w:p w:rsidR="005519C5" w:rsidRPr="005519C5" w:rsidRDefault="005519C5" w:rsidP="005519C5">
      <w:pPr>
        <w:jc w:val="both"/>
      </w:pPr>
      <w:r>
        <w:rPr>
          <w:szCs w:val="18"/>
        </w:rPr>
        <w:t xml:space="preserve">sõlmisid käesoleva </w:t>
      </w:r>
      <w:r w:rsidR="00DD05D0">
        <w:rPr>
          <w:szCs w:val="18"/>
        </w:rPr>
        <w:t>l</w:t>
      </w:r>
      <w:r>
        <w:rPr>
          <w:szCs w:val="18"/>
        </w:rPr>
        <w:t>epingu</w:t>
      </w:r>
      <w:r w:rsidR="00DD05D0">
        <w:rPr>
          <w:szCs w:val="18"/>
        </w:rPr>
        <w:t>,</w:t>
      </w:r>
      <w:r>
        <w:rPr>
          <w:szCs w:val="18"/>
        </w:rPr>
        <w:t xml:space="preserve"> edaspidi </w:t>
      </w:r>
      <w:r>
        <w:rPr>
          <w:b/>
          <w:bCs/>
          <w:szCs w:val="18"/>
        </w:rPr>
        <w:t>Leping</w:t>
      </w:r>
      <w:r w:rsidR="00166466">
        <w:rPr>
          <w:b/>
          <w:bCs/>
          <w:szCs w:val="18"/>
        </w:rPr>
        <w:t xml:space="preserve">, </w:t>
      </w:r>
      <w:r w:rsidR="00DD05D0">
        <w:rPr>
          <w:szCs w:val="18"/>
        </w:rPr>
        <w:t>alljärgnevas:</w:t>
      </w:r>
    </w:p>
    <w:p w:rsidR="005519C5" w:rsidRPr="005519C5" w:rsidRDefault="005519C5" w:rsidP="005519C5"/>
    <w:p w:rsidR="00603CB4" w:rsidRDefault="00200A96">
      <w:pPr>
        <w:pStyle w:val="Pealkiri2"/>
        <w:rPr>
          <w:sz w:val="24"/>
        </w:rPr>
      </w:pPr>
      <w:r>
        <w:rPr>
          <w:sz w:val="24"/>
        </w:rPr>
        <w:t xml:space="preserve">1. </w:t>
      </w:r>
      <w:r w:rsidR="00603CB4">
        <w:rPr>
          <w:sz w:val="24"/>
        </w:rPr>
        <w:t>Lepingu dokumendid</w:t>
      </w:r>
    </w:p>
    <w:p w:rsidR="00603CB4" w:rsidRDefault="00603CB4">
      <w:pPr>
        <w:pStyle w:val="Kehatekst"/>
        <w:numPr>
          <w:ilvl w:val="1"/>
          <w:numId w:val="1"/>
        </w:numPr>
        <w:rPr>
          <w:sz w:val="24"/>
        </w:rPr>
      </w:pPr>
      <w:r>
        <w:rPr>
          <w:sz w:val="24"/>
        </w:rPr>
        <w:t>Lepingu dokumendid koosnevad käesolevast Lepingust, Lepingu lisadest ja Lepingu muudatustest, milles lepitakse kokku peale käesolevale Lepingule allakirjutamist.</w:t>
      </w:r>
    </w:p>
    <w:p w:rsidR="00603CB4" w:rsidRDefault="00603CB4">
      <w:pPr>
        <w:numPr>
          <w:ilvl w:val="1"/>
          <w:numId w:val="1"/>
        </w:numPr>
        <w:spacing w:line="240" w:lineRule="exact"/>
        <w:jc w:val="both"/>
      </w:pPr>
      <w:r>
        <w:t>Käesolevale Lepingule on lisatud järgmised lisad:</w:t>
      </w:r>
    </w:p>
    <w:p w:rsidR="007C3915" w:rsidRDefault="007C3915" w:rsidP="007C3915">
      <w:pPr>
        <w:numPr>
          <w:ilvl w:val="2"/>
          <w:numId w:val="1"/>
        </w:numPr>
        <w:spacing w:line="240" w:lineRule="exact"/>
        <w:jc w:val="both"/>
      </w:pPr>
      <w:r>
        <w:t>Lisa 1 Hinnakokkulepe</w:t>
      </w:r>
    </w:p>
    <w:p w:rsidR="007C3915" w:rsidRDefault="007C3915" w:rsidP="007C3915">
      <w:pPr>
        <w:numPr>
          <w:ilvl w:val="2"/>
          <w:numId w:val="1"/>
        </w:numPr>
        <w:spacing w:line="240" w:lineRule="exact"/>
        <w:jc w:val="both"/>
      </w:pPr>
      <w:r>
        <w:t>Lisa 2  Tööde üleandmise/vastuvõtmise aktivorm</w:t>
      </w:r>
    </w:p>
    <w:p w:rsidR="007C3915" w:rsidRDefault="007C3915" w:rsidP="007C3915">
      <w:pPr>
        <w:numPr>
          <w:ilvl w:val="2"/>
          <w:numId w:val="1"/>
        </w:numPr>
        <w:spacing w:line="240" w:lineRule="exact"/>
        <w:jc w:val="both"/>
      </w:pPr>
      <w:r>
        <w:t xml:space="preserve">Lisa 3  </w:t>
      </w:r>
      <w:r w:rsidRPr="00C8211F">
        <w:t>T</w:t>
      </w:r>
      <w:r>
        <w:t>eostatud tööde aruande vorm</w:t>
      </w:r>
    </w:p>
    <w:p w:rsidR="007C3915" w:rsidRDefault="007C3915" w:rsidP="007C3915">
      <w:pPr>
        <w:numPr>
          <w:ilvl w:val="2"/>
          <w:numId w:val="1"/>
        </w:numPr>
        <w:spacing w:line="240" w:lineRule="exact"/>
        <w:jc w:val="both"/>
      </w:pPr>
      <w:r>
        <w:t>Lisa 4  Varade vastutavale hoiule üleandmise akt</w:t>
      </w:r>
    </w:p>
    <w:p w:rsidR="00200A96" w:rsidRDefault="00200A96">
      <w:pPr>
        <w:pStyle w:val="Pealkiri2"/>
        <w:rPr>
          <w:sz w:val="24"/>
        </w:rPr>
      </w:pPr>
    </w:p>
    <w:p w:rsidR="00603CB4" w:rsidRDefault="00200A96">
      <w:pPr>
        <w:pStyle w:val="Pealkiri2"/>
        <w:rPr>
          <w:sz w:val="24"/>
        </w:rPr>
      </w:pPr>
      <w:r>
        <w:rPr>
          <w:sz w:val="24"/>
        </w:rPr>
        <w:t xml:space="preserve">2. </w:t>
      </w:r>
      <w:r w:rsidR="00603CB4">
        <w:rPr>
          <w:sz w:val="24"/>
        </w:rPr>
        <w:t>Lepingu objekt ja eesmärk</w:t>
      </w:r>
    </w:p>
    <w:p w:rsidR="00603CB4" w:rsidRPr="00D529B2" w:rsidRDefault="00603CB4" w:rsidP="00166466">
      <w:r>
        <w:t>2.1. Lepingu</w:t>
      </w:r>
      <w:r w:rsidR="00166466">
        <w:t xml:space="preserve">ga </w:t>
      </w:r>
      <w:r>
        <w:t xml:space="preserve">Tellija tellib ja </w:t>
      </w:r>
      <w:r w:rsidR="00200A96">
        <w:t>Töövõtja</w:t>
      </w:r>
      <w:r>
        <w:t xml:space="preserve"> kohustub tegema </w:t>
      </w:r>
      <w:r w:rsidR="009F745C">
        <w:t>aj</w:t>
      </w:r>
      <w:r w:rsidR="00E17268">
        <w:t>avahemikul 1</w:t>
      </w:r>
      <w:r w:rsidR="009F745C">
        <w:t>.jaanuar 2016 kuni 31.detsember 2016</w:t>
      </w:r>
      <w:r w:rsidR="00166466">
        <w:t xml:space="preserve"> a </w:t>
      </w:r>
      <w:r w:rsidR="00DB6F93">
        <w:rPr>
          <w:b/>
        </w:rPr>
        <w:t>RMK Endla</w:t>
      </w:r>
      <w:r w:rsidR="00166466" w:rsidRPr="00166466">
        <w:rPr>
          <w:b/>
        </w:rPr>
        <w:t xml:space="preserve"> metsamajaga</w:t>
      </w:r>
      <w:r w:rsidR="00166466" w:rsidRPr="00200A96">
        <w:t>, as</w:t>
      </w:r>
      <w:r w:rsidR="00DB6F93">
        <w:t xml:space="preserve">ukohaga </w:t>
      </w:r>
      <w:proofErr w:type="spellStart"/>
      <w:r w:rsidR="00DB6F93">
        <w:t>Kärde</w:t>
      </w:r>
      <w:proofErr w:type="spellEnd"/>
      <w:r w:rsidR="00DB6F93">
        <w:t xml:space="preserve"> küla, Jõgeva vald Jõgeva </w:t>
      </w:r>
      <w:r w:rsidR="00166466" w:rsidRPr="00200A96">
        <w:t>maakond</w:t>
      </w:r>
      <w:r w:rsidR="00166466">
        <w:t xml:space="preserve">, </w:t>
      </w:r>
      <w:r w:rsidRPr="00D529B2">
        <w:t>seotud alljärgnevad tööd:</w:t>
      </w:r>
    </w:p>
    <w:p w:rsidR="002F1CB7" w:rsidRPr="002F1CB7" w:rsidRDefault="002F1CB7" w:rsidP="00DB120C">
      <w:pPr>
        <w:pStyle w:val="Loendilik"/>
        <w:numPr>
          <w:ilvl w:val="2"/>
          <w:numId w:val="21"/>
        </w:numPr>
      </w:pPr>
      <w:r w:rsidRPr="002F1CB7">
        <w:t>metsamaja külastuskorrast sõltuv maja hooldus, mis sisaldab klientide ja RMK broneerimiskeskusega suhtlemist, võtmete üleandmist-vastuvõtmist</w:t>
      </w:r>
      <w:r>
        <w:t>, koos kliendiga maja ja inventari üle vaatamist nii saabudes kui lahkudes</w:t>
      </w:r>
      <w:r w:rsidRPr="002F1CB7">
        <w:t>, olukorra fikseerimist, vajadusel</w:t>
      </w:r>
      <w:r>
        <w:t xml:space="preserve"> maja ja saunaruumide koristust</w:t>
      </w:r>
      <w:r w:rsidRPr="002F1CB7">
        <w:t xml:space="preserve"> </w:t>
      </w:r>
    </w:p>
    <w:p w:rsidR="00DE5D60" w:rsidRPr="00DE5D60" w:rsidRDefault="00DE5D60" w:rsidP="00DB120C">
      <w:pPr>
        <w:pStyle w:val="Loendilik"/>
        <w:numPr>
          <w:ilvl w:val="2"/>
          <w:numId w:val="21"/>
        </w:numPr>
      </w:pPr>
      <w:r w:rsidRPr="00DE5D60">
        <w:t xml:space="preserve">akende pesemine 1 x kuus, ruumide suurpuhastus 1 x kuus </w:t>
      </w:r>
    </w:p>
    <w:p w:rsidR="00603CB4" w:rsidRPr="00D529B2" w:rsidRDefault="00E11968" w:rsidP="00DB120C">
      <w:pPr>
        <w:numPr>
          <w:ilvl w:val="2"/>
          <w:numId w:val="21"/>
        </w:numPr>
        <w:spacing w:line="240" w:lineRule="exact"/>
        <w:jc w:val="both"/>
      </w:pPr>
      <w:r w:rsidRPr="00D529B2">
        <w:t>metsamaja korrasoleku jälgimine</w:t>
      </w:r>
      <w:r w:rsidR="00D64A9C">
        <w:t xml:space="preserve"> (küttepuude, infomaterjali, </w:t>
      </w:r>
      <w:r w:rsidR="008B36AA">
        <w:t>inventari</w:t>
      </w:r>
      <w:r w:rsidR="00D64A9C">
        <w:t xml:space="preserve"> ja vahendite</w:t>
      </w:r>
      <w:r w:rsidR="008B36AA">
        <w:t xml:space="preserve"> olemasolu,</w:t>
      </w:r>
      <w:r w:rsidR="00DE5D60">
        <w:t xml:space="preserve"> inventari hooldus-pisiremont</w:t>
      </w:r>
      <w:r w:rsidR="00603CB4" w:rsidRPr="00D529B2">
        <w:t xml:space="preserve">) </w:t>
      </w:r>
    </w:p>
    <w:p w:rsidR="00791DFF" w:rsidRPr="00791DFF" w:rsidRDefault="00791DFF" w:rsidP="00791DFF">
      <w:pPr>
        <w:ind w:left="720" w:hanging="720"/>
      </w:pPr>
      <w:r>
        <w:t>2.</w:t>
      </w:r>
      <w:r w:rsidR="00DB120C">
        <w:t>1</w:t>
      </w:r>
      <w:r>
        <w:t>.4.</w:t>
      </w:r>
      <w:r>
        <w:tab/>
      </w:r>
      <w:r w:rsidRPr="00791DFF">
        <w:t>tuha eemaldamine küttekolletest, lõkkekoha hooldus (tuha eemaldamine lõkkealuselt, prügi ära viimine Tooma külas asuva Endla kaitsealakeskuse parklas asuvasse konteinerisse), DC koristamine ja vajadusel tualettpaberi lisamine  iga külastuskorra järel (paberi, prügikotid ja koristusvahendid ostab RMK)</w:t>
      </w:r>
    </w:p>
    <w:p w:rsidR="008B36AA" w:rsidRPr="008B36AA" w:rsidRDefault="00DB120C" w:rsidP="008B36AA">
      <w:r>
        <w:t>2.1</w:t>
      </w:r>
      <w:r w:rsidR="008B36AA">
        <w:t xml:space="preserve">.5.   </w:t>
      </w:r>
      <w:r w:rsidR="008B36AA" w:rsidRPr="008B36AA">
        <w:t>hoonete välisfassaadide  ja väikevormide puhastamine</w:t>
      </w:r>
    </w:p>
    <w:p w:rsidR="008B36AA" w:rsidRDefault="00DB120C" w:rsidP="008B36AA">
      <w:pPr>
        <w:pStyle w:val="Taandegakehatekst"/>
      </w:pPr>
      <w:r>
        <w:t>2.1.</w:t>
      </w:r>
      <w:r w:rsidR="008B36AA">
        <w:t>6.</w:t>
      </w:r>
      <w:r w:rsidR="008B36AA">
        <w:tab/>
        <w:t xml:space="preserve">välisterritooriumi korrashoid-hooldus: </w:t>
      </w:r>
    </w:p>
    <w:p w:rsidR="00417D0F" w:rsidRDefault="00417D0F" w:rsidP="00417D0F">
      <w:pPr>
        <w:pStyle w:val="Taandegakehatekst"/>
      </w:pPr>
      <w:r>
        <w:t>a) kevad, suvi, sügis: prahi koristamine</w:t>
      </w:r>
    </w:p>
    <w:p w:rsidR="00417D0F" w:rsidRDefault="00417D0F" w:rsidP="00417D0F">
      <w:pPr>
        <w:pStyle w:val="Taandegakehatekst"/>
        <w:ind w:left="0"/>
      </w:pPr>
      <w:r>
        <w:t xml:space="preserve">            b) talv: trepi lumest ja jääst puhastamine, libedusetõrje; prahi koristamine</w:t>
      </w:r>
      <w:r w:rsidR="0089232C">
        <w:tab/>
      </w:r>
    </w:p>
    <w:p w:rsidR="008B36AA" w:rsidRDefault="00DB120C" w:rsidP="00417D0F">
      <w:pPr>
        <w:pStyle w:val="Taandegakehatekst"/>
        <w:ind w:left="0" w:firstLine="0"/>
      </w:pPr>
      <w:r>
        <w:t>2.1</w:t>
      </w:r>
      <w:r w:rsidR="0089232C">
        <w:t>.7</w:t>
      </w:r>
      <w:r w:rsidR="008B36AA">
        <w:t>.</w:t>
      </w:r>
      <w:r w:rsidR="008B36AA">
        <w:tab/>
      </w:r>
      <w:r w:rsidR="008B36AA" w:rsidRPr="008B36AA">
        <w:t>aruande esitamine 1 kord kuus</w:t>
      </w:r>
      <w:r w:rsidR="008B36AA">
        <w:t xml:space="preserve"> </w:t>
      </w:r>
    </w:p>
    <w:p w:rsidR="00BE55FE" w:rsidRDefault="00DB120C" w:rsidP="008B36AA">
      <w:pPr>
        <w:pStyle w:val="Taandegakehatekst"/>
        <w:ind w:left="0" w:firstLine="0"/>
      </w:pPr>
      <w:r>
        <w:t>2.1</w:t>
      </w:r>
      <w:r w:rsidR="0089232C">
        <w:t>.8</w:t>
      </w:r>
      <w:r w:rsidR="008B36AA">
        <w:t>.</w:t>
      </w:r>
      <w:r w:rsidR="008B36AA">
        <w:tab/>
      </w:r>
      <w:r w:rsidR="00427F47" w:rsidRPr="00D529B2">
        <w:t>Tellija esindajaga, kelle andmed on toodud</w:t>
      </w:r>
      <w:r w:rsidR="00427F47">
        <w:t xml:space="preserve"> käesoleva lepingu punktis 3.2.3,</w:t>
      </w:r>
      <w:r w:rsidR="00427F47" w:rsidRPr="00D529B2">
        <w:t xml:space="preserve"> inventari vms. vajaduse kooskõlastamine</w:t>
      </w:r>
    </w:p>
    <w:p w:rsidR="00930540" w:rsidRDefault="00930540" w:rsidP="008B36AA">
      <w:pPr>
        <w:pStyle w:val="Taandegakehatekst"/>
        <w:ind w:left="0" w:firstLine="0"/>
      </w:pPr>
    </w:p>
    <w:p w:rsidR="00603CB4" w:rsidRDefault="00200A96">
      <w:pPr>
        <w:pStyle w:val="Kehatekst"/>
        <w:rPr>
          <w:b/>
          <w:sz w:val="24"/>
        </w:rPr>
      </w:pPr>
      <w:r w:rsidRPr="00200A96">
        <w:rPr>
          <w:b/>
          <w:sz w:val="24"/>
        </w:rPr>
        <w:t>3.</w:t>
      </w:r>
      <w:r>
        <w:rPr>
          <w:sz w:val="24"/>
        </w:rPr>
        <w:t xml:space="preserve"> </w:t>
      </w:r>
      <w:r w:rsidR="00603CB4">
        <w:rPr>
          <w:b/>
          <w:sz w:val="24"/>
        </w:rPr>
        <w:t>Tellija õigused ja kohustused</w:t>
      </w:r>
    </w:p>
    <w:p w:rsidR="00603CB4" w:rsidRDefault="00603CB4">
      <w:pPr>
        <w:pStyle w:val="Kehatekst"/>
        <w:numPr>
          <w:ilvl w:val="1"/>
          <w:numId w:val="3"/>
        </w:numPr>
        <w:rPr>
          <w:sz w:val="24"/>
        </w:rPr>
      </w:pPr>
      <w:r>
        <w:rPr>
          <w:sz w:val="24"/>
        </w:rPr>
        <w:t xml:space="preserve"> Tellijal on õigus:</w:t>
      </w:r>
    </w:p>
    <w:p w:rsidR="00603CB4" w:rsidRDefault="00603CB4">
      <w:pPr>
        <w:pStyle w:val="Kehatekst"/>
        <w:numPr>
          <w:ilvl w:val="2"/>
          <w:numId w:val="3"/>
        </w:numPr>
        <w:rPr>
          <w:sz w:val="24"/>
        </w:rPr>
      </w:pPr>
      <w:r>
        <w:rPr>
          <w:sz w:val="24"/>
        </w:rPr>
        <w:t xml:space="preserve">kontrollida </w:t>
      </w:r>
      <w:r w:rsidR="00200A96">
        <w:rPr>
          <w:sz w:val="24"/>
        </w:rPr>
        <w:t>Töövõtja</w:t>
      </w:r>
      <w:r>
        <w:rPr>
          <w:sz w:val="24"/>
        </w:rPr>
        <w:t xml:space="preserve"> poolt tehtavate tööde tähtaegsust ja kvaliteeti ning anda juhiseid esinevate rikkumiste kõrvaldamiseks;</w:t>
      </w:r>
    </w:p>
    <w:p w:rsidR="00DB120C" w:rsidRDefault="00DB120C" w:rsidP="00DB120C">
      <w:pPr>
        <w:pStyle w:val="Kehatekst"/>
        <w:ind w:left="720"/>
        <w:rPr>
          <w:sz w:val="24"/>
        </w:rPr>
      </w:pPr>
    </w:p>
    <w:p w:rsidR="00DB120C" w:rsidRDefault="00DB120C" w:rsidP="00DB120C">
      <w:pPr>
        <w:pStyle w:val="Kehatekst"/>
        <w:ind w:left="720"/>
        <w:rPr>
          <w:sz w:val="24"/>
        </w:rPr>
      </w:pPr>
    </w:p>
    <w:p w:rsidR="00DB120C" w:rsidRDefault="00DB120C" w:rsidP="00DB120C">
      <w:pPr>
        <w:pStyle w:val="Kehatekst"/>
        <w:ind w:left="720"/>
        <w:rPr>
          <w:sz w:val="24"/>
        </w:rPr>
      </w:pPr>
    </w:p>
    <w:p w:rsidR="00DB120C" w:rsidRDefault="00DB120C" w:rsidP="00DB120C">
      <w:pPr>
        <w:pStyle w:val="Kehatekst"/>
        <w:ind w:left="720"/>
        <w:rPr>
          <w:sz w:val="24"/>
        </w:rPr>
      </w:pPr>
    </w:p>
    <w:p w:rsidR="00DB120C" w:rsidRDefault="00DB120C" w:rsidP="00DB120C">
      <w:pPr>
        <w:pStyle w:val="Kehatekst"/>
        <w:ind w:left="720"/>
        <w:rPr>
          <w:sz w:val="24"/>
        </w:rPr>
      </w:pPr>
    </w:p>
    <w:p w:rsidR="00DB120C" w:rsidRDefault="00DB120C" w:rsidP="00DB120C">
      <w:pPr>
        <w:pStyle w:val="Kehatekst"/>
        <w:ind w:left="720"/>
        <w:rPr>
          <w:sz w:val="24"/>
        </w:rPr>
      </w:pPr>
    </w:p>
    <w:p w:rsidR="00603CB4" w:rsidRDefault="00603CB4" w:rsidP="00427F47">
      <w:pPr>
        <w:tabs>
          <w:tab w:val="left" w:pos="426"/>
        </w:tabs>
        <w:spacing w:line="240" w:lineRule="exact"/>
        <w:jc w:val="both"/>
      </w:pPr>
      <w:r>
        <w:t xml:space="preserve">3.1.2. nõuda </w:t>
      </w:r>
      <w:r w:rsidR="00200A96">
        <w:t>Töövõtja</w:t>
      </w:r>
      <w:r>
        <w:t xml:space="preserve">lt tööde teostamise kohta informatsiooni ja aruandeid; </w:t>
      </w:r>
    </w:p>
    <w:p w:rsidR="00603CB4" w:rsidRDefault="00603CB4">
      <w:pPr>
        <w:tabs>
          <w:tab w:val="left" w:pos="426"/>
        </w:tabs>
        <w:spacing w:line="240" w:lineRule="exact"/>
        <w:ind w:left="360" w:hanging="360"/>
        <w:jc w:val="both"/>
      </w:pPr>
      <w:r>
        <w:t xml:space="preserve">3.1.3. peatada Lepingu täitmine ning mitte maksta Lepingu peatamise ajal tasu, kui </w:t>
      </w:r>
      <w:r w:rsidR="00200A96">
        <w:t>Töövõtja</w:t>
      </w:r>
      <w:r>
        <w:t xml:space="preserve"> ei täida talle antud juhiseid ning või ei pea kinni talle tutvustatud keskkonna- ja tööohutusnõuetest.</w:t>
      </w:r>
    </w:p>
    <w:p w:rsidR="00427F47" w:rsidRDefault="00427F47">
      <w:pPr>
        <w:tabs>
          <w:tab w:val="left" w:pos="426"/>
        </w:tabs>
        <w:spacing w:line="240" w:lineRule="exact"/>
        <w:ind w:left="360" w:hanging="360"/>
        <w:jc w:val="both"/>
      </w:pPr>
    </w:p>
    <w:p w:rsidR="00603CB4" w:rsidRDefault="00603CB4">
      <w:pPr>
        <w:tabs>
          <w:tab w:val="left" w:pos="426"/>
        </w:tabs>
        <w:spacing w:line="240" w:lineRule="exact"/>
        <w:ind w:left="360" w:hanging="360"/>
        <w:jc w:val="both"/>
      </w:pPr>
    </w:p>
    <w:p w:rsidR="00603CB4" w:rsidRDefault="00603CB4">
      <w:pPr>
        <w:pStyle w:val="Kehatekst"/>
        <w:numPr>
          <w:ilvl w:val="1"/>
          <w:numId w:val="3"/>
        </w:numPr>
        <w:rPr>
          <w:sz w:val="24"/>
        </w:rPr>
      </w:pPr>
      <w:r>
        <w:rPr>
          <w:sz w:val="24"/>
        </w:rPr>
        <w:t xml:space="preserve"> Tellija on kohustatud:</w:t>
      </w:r>
    </w:p>
    <w:p w:rsidR="00603CB4" w:rsidRDefault="00603CB4">
      <w:pPr>
        <w:pStyle w:val="Kehatekst"/>
        <w:rPr>
          <w:sz w:val="24"/>
        </w:rPr>
      </w:pPr>
      <w:r>
        <w:rPr>
          <w:sz w:val="24"/>
        </w:rPr>
        <w:t xml:space="preserve">3.2.1. varustama </w:t>
      </w:r>
      <w:r w:rsidR="00200A96">
        <w:rPr>
          <w:sz w:val="24"/>
        </w:rPr>
        <w:t>Töövõtja</w:t>
      </w:r>
      <w:r>
        <w:rPr>
          <w:sz w:val="24"/>
        </w:rPr>
        <w:t xml:space="preserve"> tööde tegemiseks vajaliku järgmise informatsiooni ja materjalidega: </w:t>
      </w:r>
    </w:p>
    <w:p w:rsidR="00603CB4" w:rsidRDefault="00603CB4">
      <w:pPr>
        <w:pStyle w:val="Kehatekst"/>
        <w:numPr>
          <w:ilvl w:val="3"/>
          <w:numId w:val="3"/>
        </w:numPr>
        <w:rPr>
          <w:sz w:val="24"/>
        </w:rPr>
      </w:pPr>
      <w:r>
        <w:rPr>
          <w:sz w:val="24"/>
        </w:rPr>
        <w:t xml:space="preserve"> RMK metsamaja kasutamise eeskirjad;</w:t>
      </w:r>
    </w:p>
    <w:p w:rsidR="00603CB4" w:rsidRDefault="00603CB4">
      <w:pPr>
        <w:pStyle w:val="Kehatekst"/>
        <w:numPr>
          <w:ilvl w:val="3"/>
          <w:numId w:val="3"/>
        </w:numPr>
        <w:rPr>
          <w:sz w:val="24"/>
        </w:rPr>
      </w:pPr>
      <w:r>
        <w:rPr>
          <w:sz w:val="24"/>
        </w:rPr>
        <w:t xml:space="preserve"> RMK metsamaja kasutamise ja hooldusega seotud otsuste, määruste, KJS nõuete ja ettekirjutuste kaust;</w:t>
      </w:r>
    </w:p>
    <w:p w:rsidR="00603CB4" w:rsidRDefault="00200A96">
      <w:pPr>
        <w:pStyle w:val="Kehatekst"/>
        <w:numPr>
          <w:ilvl w:val="3"/>
          <w:numId w:val="3"/>
        </w:numPr>
        <w:rPr>
          <w:sz w:val="24"/>
        </w:rPr>
      </w:pPr>
      <w:r>
        <w:rPr>
          <w:sz w:val="24"/>
        </w:rPr>
        <w:t xml:space="preserve"> tšekiraamat </w:t>
      </w:r>
      <w:r w:rsidR="00603CB4">
        <w:rPr>
          <w:sz w:val="24"/>
        </w:rPr>
        <w:t>sularahas maksete võimaldamiseks klientidelt;</w:t>
      </w:r>
    </w:p>
    <w:p w:rsidR="00603CB4" w:rsidRPr="00D529B2" w:rsidRDefault="00132AD7">
      <w:pPr>
        <w:pStyle w:val="Kehatekst"/>
        <w:numPr>
          <w:ilvl w:val="3"/>
          <w:numId w:val="3"/>
        </w:numPr>
        <w:rPr>
          <w:sz w:val="24"/>
        </w:rPr>
      </w:pPr>
      <w:r>
        <w:rPr>
          <w:sz w:val="24"/>
        </w:rPr>
        <w:t xml:space="preserve"> </w:t>
      </w:r>
      <w:r w:rsidRPr="00D529B2">
        <w:rPr>
          <w:sz w:val="24"/>
        </w:rPr>
        <w:t>inventar, väikevahendid, koristus-ja puhastusvahendid</w:t>
      </w:r>
      <w:r w:rsidR="000A17BE">
        <w:rPr>
          <w:sz w:val="24"/>
        </w:rPr>
        <w:t>, tualettpaber, prügikotid jms</w:t>
      </w:r>
    </w:p>
    <w:p w:rsidR="00603CB4" w:rsidRPr="00D529B2" w:rsidRDefault="006402BC">
      <w:pPr>
        <w:pStyle w:val="Kehatekst"/>
        <w:numPr>
          <w:ilvl w:val="3"/>
          <w:numId w:val="3"/>
        </w:numPr>
        <w:rPr>
          <w:sz w:val="24"/>
        </w:rPr>
      </w:pPr>
      <w:r w:rsidRPr="00D529B2">
        <w:rPr>
          <w:sz w:val="24"/>
        </w:rPr>
        <w:t xml:space="preserve"> RMK loodushoiuosakonna poolt osutavate teenuste</w:t>
      </w:r>
      <w:r w:rsidR="00603CB4" w:rsidRPr="00D529B2">
        <w:rPr>
          <w:sz w:val="24"/>
        </w:rPr>
        <w:t xml:space="preserve"> hinnakiri;</w:t>
      </w:r>
    </w:p>
    <w:p w:rsidR="00603CB4" w:rsidRDefault="00603CB4">
      <w:pPr>
        <w:pStyle w:val="Kehatekst"/>
        <w:numPr>
          <w:ilvl w:val="2"/>
          <w:numId w:val="3"/>
        </w:numPr>
        <w:rPr>
          <w:sz w:val="24"/>
        </w:rPr>
      </w:pPr>
      <w:r>
        <w:rPr>
          <w:sz w:val="24"/>
        </w:rPr>
        <w:t xml:space="preserve">andma üle </w:t>
      </w:r>
      <w:r w:rsidR="00200A96">
        <w:rPr>
          <w:sz w:val="24"/>
        </w:rPr>
        <w:t>Töövõtja</w:t>
      </w:r>
      <w:r>
        <w:rPr>
          <w:sz w:val="24"/>
        </w:rPr>
        <w:t xml:space="preserve"> vastutavale hoiule koos sihtotstarbelise kasutamise õigusega käesoleva Lepingu täitmiseks kuni Lepingu lõppemiseni varad (põhi- ja käibevahendid). Lepingu sõlmimisel  koostatakse varade vastutavale hoiule üleandmise akt, mis on  käeoleva Lepingu </w:t>
      </w:r>
      <w:r w:rsidR="008C3AED">
        <w:rPr>
          <w:sz w:val="24"/>
        </w:rPr>
        <w:t>lahutamatud osa – Lepingu lisa 4</w:t>
      </w:r>
      <w:r>
        <w:rPr>
          <w:sz w:val="24"/>
        </w:rPr>
        <w:t>.</w:t>
      </w:r>
    </w:p>
    <w:p w:rsidR="00383AE6" w:rsidRPr="00547D9D" w:rsidRDefault="00603CB4" w:rsidP="00383AE6">
      <w:pPr>
        <w:pStyle w:val="Kehatekst"/>
        <w:numPr>
          <w:ilvl w:val="2"/>
          <w:numId w:val="3"/>
        </w:numPr>
        <w:rPr>
          <w:b/>
          <w:sz w:val="24"/>
        </w:rPr>
      </w:pPr>
      <w:r>
        <w:rPr>
          <w:sz w:val="24"/>
        </w:rPr>
        <w:t xml:space="preserve">määrama oma esindajana Tööjuhi juhendama tööde teostamist, </w:t>
      </w:r>
      <w:r w:rsidR="00200A96">
        <w:rPr>
          <w:sz w:val="24"/>
        </w:rPr>
        <w:t>Töövõtja</w:t>
      </w:r>
      <w:r>
        <w:rPr>
          <w:sz w:val="24"/>
        </w:rPr>
        <w:t xml:space="preserve">le vajaliku informatsiooni andmiseks, tööde kvaliteedi kontrollimiseks ja tööde üleandmiseks-vastuvõtmiseks. </w:t>
      </w:r>
      <w:r w:rsidRPr="00547D9D">
        <w:rPr>
          <w:b/>
          <w:sz w:val="24"/>
        </w:rPr>
        <w:t xml:space="preserve">Tellija esindajaks on: </w:t>
      </w:r>
      <w:r w:rsidR="00383AE6" w:rsidRPr="00547D9D">
        <w:rPr>
          <w:b/>
          <w:sz w:val="24"/>
        </w:rPr>
        <w:t>tootejuht Heli Nestra tel 5175160, e-post heli.nestra@rmk.ee</w:t>
      </w:r>
    </w:p>
    <w:p w:rsidR="00603CB4" w:rsidRDefault="00603CB4">
      <w:pPr>
        <w:pStyle w:val="Kehatekst"/>
        <w:numPr>
          <w:ilvl w:val="2"/>
          <w:numId w:val="3"/>
        </w:numPr>
        <w:rPr>
          <w:color w:val="000000"/>
          <w:sz w:val="24"/>
        </w:rPr>
      </w:pPr>
      <w:r>
        <w:rPr>
          <w:color w:val="000000"/>
          <w:sz w:val="24"/>
        </w:rPr>
        <w:t>teavitama</w:t>
      </w:r>
      <w:r w:rsidR="00A0409F">
        <w:rPr>
          <w:color w:val="000000"/>
          <w:sz w:val="24"/>
        </w:rPr>
        <w:t xml:space="preserve"> Töövõtjat </w:t>
      </w:r>
      <w:r>
        <w:rPr>
          <w:color w:val="000000"/>
          <w:sz w:val="24"/>
        </w:rPr>
        <w:t>metsamaja broneeringust esimesel võimalusel, kuid mitte hiljem kui 8 tundi peale broneeringu kinnitust;</w:t>
      </w:r>
    </w:p>
    <w:p w:rsidR="00603CB4" w:rsidRDefault="00603CB4">
      <w:pPr>
        <w:pStyle w:val="Kehatekst"/>
        <w:numPr>
          <w:ilvl w:val="2"/>
          <w:numId w:val="3"/>
        </w:numPr>
        <w:rPr>
          <w:sz w:val="24"/>
        </w:rPr>
      </w:pPr>
      <w:r>
        <w:rPr>
          <w:sz w:val="24"/>
        </w:rPr>
        <w:t xml:space="preserve">kooskõlastama ja kinnitama </w:t>
      </w:r>
      <w:r w:rsidR="00200A96">
        <w:rPr>
          <w:sz w:val="24"/>
        </w:rPr>
        <w:t>Töövõtja</w:t>
      </w:r>
      <w:r>
        <w:rPr>
          <w:sz w:val="24"/>
        </w:rPr>
        <w:t xml:space="preserve"> poolt koostatud  tööde üleandmise-vastuvõtmise akti, mis on arve koostamise aluseks. </w:t>
      </w:r>
      <w:r w:rsidR="00200A96">
        <w:rPr>
          <w:sz w:val="24"/>
        </w:rPr>
        <w:t>Töövõtja</w:t>
      </w:r>
      <w:r>
        <w:rPr>
          <w:sz w:val="24"/>
        </w:rPr>
        <w:t xml:space="preserve"> esitab tööde üleandmise-vastuvõtmise akti töö</w:t>
      </w:r>
      <w:r w:rsidR="008C3AED">
        <w:rPr>
          <w:sz w:val="24"/>
        </w:rPr>
        <w:t>juhile kord kuus, jooksva kuu 30</w:t>
      </w:r>
      <w:r>
        <w:rPr>
          <w:sz w:val="24"/>
        </w:rPr>
        <w:t>. kuupäevaks. Akti koostamise aluseks on hinnak</w:t>
      </w:r>
      <w:r w:rsidR="00200A96">
        <w:rPr>
          <w:sz w:val="24"/>
        </w:rPr>
        <w:t>okkulepe, mis on Lepingu Lisa 1.</w:t>
      </w:r>
    </w:p>
    <w:p w:rsidR="00603CB4" w:rsidRDefault="00603CB4">
      <w:pPr>
        <w:pStyle w:val="Kehatekst"/>
        <w:rPr>
          <w:sz w:val="24"/>
        </w:rPr>
      </w:pPr>
    </w:p>
    <w:p w:rsidR="00603CB4" w:rsidRDefault="00200A96">
      <w:pPr>
        <w:pStyle w:val="Kehatekst"/>
        <w:rPr>
          <w:b/>
          <w:sz w:val="24"/>
        </w:rPr>
      </w:pPr>
      <w:r w:rsidRPr="00200A96">
        <w:rPr>
          <w:b/>
          <w:sz w:val="24"/>
        </w:rPr>
        <w:t xml:space="preserve">4. </w:t>
      </w:r>
      <w:r>
        <w:rPr>
          <w:b/>
          <w:sz w:val="24"/>
        </w:rPr>
        <w:t>Töövõtja</w:t>
      </w:r>
      <w:r w:rsidR="00603CB4">
        <w:rPr>
          <w:b/>
          <w:sz w:val="24"/>
        </w:rPr>
        <w:t xml:space="preserve"> õigused ja kohustused</w:t>
      </w:r>
    </w:p>
    <w:p w:rsidR="00603CB4" w:rsidRDefault="00200A96">
      <w:pPr>
        <w:numPr>
          <w:ilvl w:val="1"/>
          <w:numId w:val="4"/>
        </w:numPr>
        <w:spacing w:line="240" w:lineRule="exact"/>
        <w:jc w:val="both"/>
      </w:pPr>
      <w:r>
        <w:t>Töövõtja</w:t>
      </w:r>
      <w:r w:rsidR="00603CB4">
        <w:t>l on õigus:</w:t>
      </w:r>
    </w:p>
    <w:p w:rsidR="00603CB4" w:rsidRDefault="00603CB4">
      <w:pPr>
        <w:spacing w:line="240" w:lineRule="exact"/>
        <w:jc w:val="both"/>
      </w:pPr>
      <w:r>
        <w:t>4.1.1. teha Tellijale ettepanekuid tööde korralduse muutmiseks;</w:t>
      </w:r>
    </w:p>
    <w:p w:rsidR="00603CB4" w:rsidRDefault="00200A96">
      <w:pPr>
        <w:numPr>
          <w:ilvl w:val="1"/>
          <w:numId w:val="4"/>
        </w:numPr>
        <w:spacing w:line="240" w:lineRule="exact"/>
        <w:jc w:val="both"/>
      </w:pPr>
      <w:r>
        <w:t>Töövõtja</w:t>
      </w:r>
      <w:r w:rsidR="00603CB4">
        <w:t xml:space="preserve"> on kohustatud:</w:t>
      </w:r>
    </w:p>
    <w:p w:rsidR="00603CB4" w:rsidRDefault="00603CB4">
      <w:pPr>
        <w:numPr>
          <w:ilvl w:val="2"/>
          <w:numId w:val="4"/>
        </w:numPr>
        <w:spacing w:line="240" w:lineRule="exact"/>
        <w:jc w:val="both"/>
      </w:pPr>
      <w:r>
        <w:t>teostama tööd tähtaegselt ja kvaliteetselt;</w:t>
      </w:r>
    </w:p>
    <w:p w:rsidR="00603CB4" w:rsidRDefault="00603CB4">
      <w:pPr>
        <w:numPr>
          <w:ilvl w:val="2"/>
          <w:numId w:val="4"/>
        </w:numPr>
        <w:spacing w:line="240" w:lineRule="exact"/>
        <w:jc w:val="both"/>
      </w:pPr>
      <w:r>
        <w:t>järgima tööde teostamisel “Metsaseaduse”, “Turismiseaduse”, “Päästeseaduse” ning  “Töötervishoiu ja tööohutuse seaduse”, “Tarbijakaitseseaduse” jne, samuti nende alusel antud õigusaktide nõudeid ja tegema kõik endast oleneva, et vältida Tellija vara seisundi halvenemist ja tuleohtu, samuti kasutama materjale ja tehnilisi vahendeid, mis ei kahjusta ümbritsevat keskkonda;</w:t>
      </w:r>
    </w:p>
    <w:p w:rsidR="00603CB4" w:rsidRDefault="00603CB4">
      <w:pPr>
        <w:numPr>
          <w:ilvl w:val="2"/>
          <w:numId w:val="4"/>
        </w:numPr>
        <w:spacing w:line="240" w:lineRule="exact"/>
        <w:jc w:val="both"/>
      </w:pPr>
      <w:r>
        <w:t>võtma tarvitusele kõik abinõud Tellija</w:t>
      </w:r>
      <w:r>
        <w:rPr>
          <w:b/>
        </w:rPr>
        <w:t xml:space="preserve"> </w:t>
      </w:r>
      <w:r>
        <w:t xml:space="preserve">poolt talle usaldatud varade säilimise tagamiseks ja kandma vastutust igasuguse hooletuse eest, mis tõi kaasa selle vara kaotsimineku või kahjustamise; </w:t>
      </w:r>
    </w:p>
    <w:p w:rsidR="00603CB4" w:rsidRDefault="00603CB4">
      <w:pPr>
        <w:numPr>
          <w:ilvl w:val="2"/>
          <w:numId w:val="4"/>
        </w:numPr>
        <w:spacing w:line="240" w:lineRule="exact"/>
        <w:jc w:val="both"/>
      </w:pPr>
      <w:r>
        <w:rPr>
          <w:snapToGrid w:val="0"/>
        </w:rPr>
        <w:t>informeerima tulekahju puhkemisel koheselt päästeameti häirekeskust telefonil 112 ja Tellijat tel</w:t>
      </w:r>
      <w:r w:rsidR="00FD4213">
        <w:rPr>
          <w:snapToGrid w:val="0"/>
        </w:rPr>
        <w:t>efonidel 5175160</w:t>
      </w:r>
      <w:r>
        <w:rPr>
          <w:snapToGrid w:val="0"/>
          <w:color w:val="0000FF"/>
        </w:rPr>
        <w:t xml:space="preserve"> </w:t>
      </w:r>
      <w:r>
        <w:rPr>
          <w:snapToGrid w:val="0"/>
        </w:rPr>
        <w:t xml:space="preserve">ning teostama võimaluse piires kustutustöid </w:t>
      </w:r>
      <w:r>
        <w:t>ning teistes eriolukordades (tormid, reostused, üleujutused jms.) abistama Tellijat oma kulul, oma tööjõu ja tehnikaga;</w:t>
      </w:r>
    </w:p>
    <w:p w:rsidR="00603CB4" w:rsidRPr="00D13C53" w:rsidRDefault="00603CB4">
      <w:pPr>
        <w:numPr>
          <w:ilvl w:val="2"/>
          <w:numId w:val="4"/>
        </w:numPr>
        <w:spacing w:line="240" w:lineRule="exact"/>
        <w:jc w:val="both"/>
      </w:pPr>
      <w:r>
        <w:t xml:space="preserve">informeerima RMK </w:t>
      </w:r>
      <w:r w:rsidR="00A0409F" w:rsidRPr="00D529B2">
        <w:t>loodushoiu</w:t>
      </w:r>
      <w:r w:rsidRPr="00D529B2">
        <w:t>osa</w:t>
      </w:r>
      <w:r>
        <w:t>konna broneer</w:t>
      </w:r>
      <w:r w:rsidR="00A0409F">
        <w:t>i</w:t>
      </w:r>
      <w:r>
        <w:t xml:space="preserve">miskeskust külastaja metsamajja paigutamisest esimesel võimalusel, kuid mitte hiljem kui kell 10.00 järgmise tööpäeva hommikul. Broneerimiskeskuse telefoninumber on: </w:t>
      </w:r>
      <w:r w:rsidRPr="00D13C53">
        <w:t>676 7532</w:t>
      </w:r>
      <w:r w:rsidR="00905428">
        <w:t>;</w:t>
      </w:r>
      <w:r w:rsidRPr="00D13C53">
        <w:t xml:space="preserve"> </w:t>
      </w:r>
    </w:p>
    <w:p w:rsidR="008C3AED" w:rsidRPr="008C3AED" w:rsidRDefault="008C3AED" w:rsidP="008C3AED">
      <w:pPr>
        <w:pStyle w:val="Loendilik"/>
        <w:numPr>
          <w:ilvl w:val="2"/>
          <w:numId w:val="4"/>
        </w:numPr>
      </w:pPr>
      <w:r w:rsidRPr="008C3AED">
        <w:t xml:space="preserve">sularahas tasumisel väljastama  kliendile sularahakviitungi ning maksma sularaha RMK kassasse hiljemalt aruandekuu 30-ks kuupäevaks; </w:t>
      </w:r>
    </w:p>
    <w:p w:rsidR="00603CB4" w:rsidRDefault="00603CB4">
      <w:pPr>
        <w:numPr>
          <w:ilvl w:val="2"/>
          <w:numId w:val="4"/>
        </w:numPr>
        <w:spacing w:line="240" w:lineRule="exact"/>
        <w:jc w:val="both"/>
      </w:pPr>
      <w:r>
        <w:t>informeerima koheselt Tellijat avariidest ja muudest olukordadest, mis takistavad külastajale kvaliteetse puhkusevõimaluse osutamist või võivad ohtu seada Tellija vara säilimise;</w:t>
      </w:r>
    </w:p>
    <w:p w:rsidR="00603CB4" w:rsidRDefault="00603CB4" w:rsidP="00B461A5">
      <w:pPr>
        <w:numPr>
          <w:ilvl w:val="2"/>
          <w:numId w:val="4"/>
        </w:numPr>
        <w:spacing w:line="240" w:lineRule="exact"/>
        <w:jc w:val="both"/>
      </w:pPr>
      <w:r>
        <w:t>olema külastajatele kä</w:t>
      </w:r>
      <w:r w:rsidR="00FD4213">
        <w:t xml:space="preserve">ttesaadav telefoninumbril </w:t>
      </w:r>
      <w:r w:rsidR="00B461A5" w:rsidRPr="00B461A5">
        <w:t>5261173</w:t>
      </w:r>
      <w:r w:rsidR="00FD4213">
        <w:t xml:space="preserve"> </w:t>
      </w:r>
      <w:r>
        <w:t>kella 8.00 – 22.00.</w:t>
      </w:r>
    </w:p>
    <w:p w:rsidR="00603CB4" w:rsidRDefault="00603CB4">
      <w:pPr>
        <w:numPr>
          <w:ilvl w:val="2"/>
          <w:numId w:val="4"/>
        </w:numPr>
        <w:spacing w:line="240" w:lineRule="exact"/>
        <w:jc w:val="both"/>
      </w:pPr>
      <w:r>
        <w:t xml:space="preserve">garanteerima kõigi oma töötajate ja alltöövõtjate varustatuse nõutavate töökaitsevahenditega; </w:t>
      </w:r>
    </w:p>
    <w:p w:rsidR="00603CB4" w:rsidRDefault="00930540">
      <w:pPr>
        <w:numPr>
          <w:ilvl w:val="2"/>
          <w:numId w:val="4"/>
        </w:numPr>
        <w:spacing w:line="240" w:lineRule="exact"/>
        <w:jc w:val="both"/>
      </w:pPr>
      <w:r>
        <w:rPr>
          <w:snapToGrid w:val="0"/>
        </w:rPr>
        <w:t>mitte üle andma käesoleva L</w:t>
      </w:r>
      <w:r w:rsidR="00603CB4">
        <w:rPr>
          <w:snapToGrid w:val="0"/>
        </w:rPr>
        <w:t>epingu alusel saadud õigusi ja kohustusi kolmandale isikule ilma  Tellija kirjaliku nõusolekuta</w:t>
      </w:r>
      <w:r w:rsidR="00603CB4">
        <w:t xml:space="preserve">.; </w:t>
      </w:r>
    </w:p>
    <w:p w:rsidR="00603CB4" w:rsidRPr="0000553E" w:rsidRDefault="00603CB4" w:rsidP="0000553E">
      <w:pPr>
        <w:numPr>
          <w:ilvl w:val="2"/>
          <w:numId w:val="4"/>
        </w:numPr>
        <w:jc w:val="both"/>
        <w:rPr>
          <w:szCs w:val="18"/>
        </w:rPr>
      </w:pPr>
      <w:r>
        <w:rPr>
          <w:szCs w:val="18"/>
        </w:rPr>
        <w:t>kinni pidama Tellija poolt kehtestatud ja Töövõtjale tutvustatud keskkon</w:t>
      </w:r>
      <w:r w:rsidR="006A0044">
        <w:rPr>
          <w:szCs w:val="18"/>
        </w:rPr>
        <w:t>najuhtimissüsteemi põhimõtetest</w:t>
      </w:r>
      <w:r>
        <w:rPr>
          <w:szCs w:val="18"/>
        </w:rPr>
        <w:t xml:space="preserve"> ja tööohutusjuhenditest. </w:t>
      </w:r>
      <w:r w:rsidR="00200A96">
        <w:rPr>
          <w:szCs w:val="18"/>
        </w:rPr>
        <w:t>Töövõtja</w:t>
      </w:r>
      <w:r>
        <w:rPr>
          <w:szCs w:val="18"/>
        </w:rPr>
        <w:t xml:space="preserve"> kinnitab, et ta on tutvunud Tellija poolt kehtestatud järgmiste juhendite ja dokumentidega:</w:t>
      </w:r>
    </w:p>
    <w:p w:rsidR="00F4233B" w:rsidRDefault="00F4233B" w:rsidP="00A47C8F">
      <w:pPr>
        <w:spacing w:line="240" w:lineRule="exact"/>
        <w:ind w:left="720"/>
      </w:pPr>
      <w:r>
        <w:lastRenderedPageBreak/>
        <w:t>1. OTJ</w:t>
      </w:r>
      <w:r w:rsidR="00A47C8F">
        <w:t xml:space="preserve"> </w:t>
      </w:r>
      <w:r>
        <w:t>nr</w:t>
      </w:r>
      <w:r w:rsidR="00A47C8F">
        <w:t>.</w:t>
      </w:r>
      <w:r>
        <w:t xml:space="preserve"> 1 “Sissejuhatav </w:t>
      </w:r>
      <w:r w:rsidR="00A47C8F">
        <w:t>ohut</w:t>
      </w:r>
      <w:r w:rsidR="005F3021" w:rsidRPr="005F3021">
        <w:t>usjuhend”</w:t>
      </w:r>
      <w:r>
        <w:t xml:space="preserve"> </w:t>
      </w:r>
    </w:p>
    <w:p w:rsidR="00603CB4" w:rsidRPr="00325BB8" w:rsidRDefault="00603CB4" w:rsidP="009F745C">
      <w:pPr>
        <w:spacing w:line="240" w:lineRule="exact"/>
        <w:ind w:left="720"/>
      </w:pPr>
      <w:r>
        <w:t xml:space="preserve">Tellijal on õigus muuta keskkonnanõudeid lepinguperioodi jooksul, </w:t>
      </w:r>
      <w:r w:rsidR="00200A96">
        <w:t>Töövõtja</w:t>
      </w:r>
      <w:r>
        <w:t xml:space="preserve">le tutvustatud muudatused fikseeritakse Lepingu lisana. </w:t>
      </w:r>
    </w:p>
    <w:p w:rsidR="00930540" w:rsidRDefault="00603CB4" w:rsidP="00F4233B">
      <w:pPr>
        <w:numPr>
          <w:ilvl w:val="2"/>
          <w:numId w:val="6"/>
        </w:numPr>
        <w:spacing w:line="240" w:lineRule="exact"/>
        <w:jc w:val="both"/>
      </w:pPr>
      <w:r>
        <w:t>koguma koheselt Tööde käigus tekkivad olme- ja tehnilised jäätmed vastavalt jäätmekäitluseeskirjadele;</w:t>
      </w:r>
    </w:p>
    <w:p w:rsidR="00930540" w:rsidRDefault="00930540" w:rsidP="00930540">
      <w:pPr>
        <w:pStyle w:val="Loendilik"/>
        <w:numPr>
          <w:ilvl w:val="2"/>
          <w:numId w:val="6"/>
        </w:numPr>
      </w:pPr>
      <w:r w:rsidRPr="00FF281F">
        <w:t xml:space="preserve">järgima puhastamisel ja koristamisel täpselt puhastusvahendite kasutusnõudeid; </w:t>
      </w:r>
    </w:p>
    <w:p w:rsidR="00603CB4" w:rsidRDefault="00930540">
      <w:pPr>
        <w:numPr>
          <w:ilvl w:val="2"/>
          <w:numId w:val="6"/>
        </w:numPr>
        <w:spacing w:line="240" w:lineRule="exact"/>
        <w:jc w:val="both"/>
      </w:pPr>
      <w:r>
        <w:t>säästma küttepuid;</w:t>
      </w:r>
    </w:p>
    <w:p w:rsidR="00603CB4" w:rsidRDefault="00603CB4">
      <w:pPr>
        <w:numPr>
          <w:ilvl w:val="2"/>
          <w:numId w:val="6"/>
        </w:numPr>
        <w:spacing w:line="240" w:lineRule="exact"/>
        <w:jc w:val="both"/>
      </w:pPr>
      <w:r>
        <w:t xml:space="preserve">teavitama kõiki tööobjektil </w:t>
      </w:r>
      <w:r w:rsidR="00076A33">
        <w:t xml:space="preserve">töötavaid oma </w:t>
      </w:r>
      <w:r>
        <w:t>töötajaid RMK-s kehtivatest keskkonnanõuetest.</w:t>
      </w:r>
    </w:p>
    <w:p w:rsidR="00603CB4" w:rsidRDefault="00603CB4">
      <w:pPr>
        <w:spacing w:line="240" w:lineRule="exact"/>
        <w:jc w:val="both"/>
      </w:pPr>
    </w:p>
    <w:p w:rsidR="00603CB4" w:rsidRDefault="00200A96">
      <w:pPr>
        <w:pStyle w:val="Pealkiri2"/>
        <w:rPr>
          <w:sz w:val="24"/>
        </w:rPr>
      </w:pPr>
      <w:r>
        <w:rPr>
          <w:sz w:val="24"/>
        </w:rPr>
        <w:t xml:space="preserve">5. </w:t>
      </w:r>
      <w:r w:rsidR="00603CB4">
        <w:rPr>
          <w:sz w:val="24"/>
        </w:rPr>
        <w:t>Tasumine</w:t>
      </w:r>
    </w:p>
    <w:p w:rsidR="00603CB4" w:rsidRDefault="00603CB4">
      <w:pPr>
        <w:pStyle w:val="Kehatekst"/>
        <w:ind w:left="360" w:hanging="360"/>
        <w:rPr>
          <w:sz w:val="24"/>
        </w:rPr>
      </w:pPr>
      <w:r>
        <w:rPr>
          <w:sz w:val="24"/>
        </w:rPr>
        <w:t>5.1. Tellija tasub õigeaegs</w:t>
      </w:r>
      <w:r w:rsidR="00776BC5">
        <w:rPr>
          <w:sz w:val="24"/>
        </w:rPr>
        <w:t>elt ja kvaliteetselt punktis 2.1</w:t>
      </w:r>
      <w:r>
        <w:rPr>
          <w:sz w:val="24"/>
        </w:rPr>
        <w:t xml:space="preserve"> nimetatud Tööde teostamise eest vastavalt hinnakokkuleppele, mis on Lepingu lisa nr 1</w:t>
      </w:r>
    </w:p>
    <w:p w:rsidR="00603CB4" w:rsidRDefault="00603CB4">
      <w:pPr>
        <w:pStyle w:val="Kehatekst"/>
        <w:numPr>
          <w:ilvl w:val="1"/>
          <w:numId w:val="10"/>
        </w:numPr>
        <w:rPr>
          <w:sz w:val="24"/>
        </w:rPr>
      </w:pPr>
      <w:r>
        <w:rPr>
          <w:sz w:val="24"/>
        </w:rPr>
        <w:t xml:space="preserve"> Tasumiseks esitab </w:t>
      </w:r>
      <w:r w:rsidR="00200A96">
        <w:rPr>
          <w:sz w:val="24"/>
        </w:rPr>
        <w:t>Töövõtja</w:t>
      </w:r>
      <w:r>
        <w:rPr>
          <w:sz w:val="24"/>
        </w:rPr>
        <w:t xml:space="preserve"> arve, mille aluseks on </w:t>
      </w:r>
      <w:r w:rsidR="00200A96">
        <w:rPr>
          <w:sz w:val="24"/>
        </w:rPr>
        <w:t>Töövõtja</w:t>
      </w:r>
      <w:r>
        <w:rPr>
          <w:sz w:val="24"/>
        </w:rPr>
        <w:t xml:space="preserve"> poolt esitatud ja Tellija esindaja pool</w:t>
      </w:r>
      <w:r w:rsidR="008C3AED">
        <w:rPr>
          <w:sz w:val="24"/>
        </w:rPr>
        <w:t>t allakirjutatud Lepingu Lisas 2</w:t>
      </w:r>
      <w:r>
        <w:rPr>
          <w:sz w:val="24"/>
        </w:rPr>
        <w:t xml:space="preserve"> toodud vormi kohane Tööde üleandmise-vastuvõtmise akt, mis </w:t>
      </w:r>
      <w:r w:rsidR="008C3AED">
        <w:rPr>
          <w:sz w:val="24"/>
        </w:rPr>
        <w:t>esitatakse Tellijale iga  kuu 30</w:t>
      </w:r>
      <w:r>
        <w:rPr>
          <w:sz w:val="24"/>
        </w:rPr>
        <w:t>-ndaks kuupäevaks.</w:t>
      </w:r>
    </w:p>
    <w:p w:rsidR="00603CB4" w:rsidRDefault="00603CB4">
      <w:pPr>
        <w:pStyle w:val="Kehatekst"/>
        <w:numPr>
          <w:ilvl w:val="1"/>
          <w:numId w:val="10"/>
        </w:numPr>
        <w:rPr>
          <w:sz w:val="24"/>
        </w:rPr>
      </w:pPr>
      <w:r>
        <w:rPr>
          <w:sz w:val="24"/>
        </w:rPr>
        <w:t xml:space="preserve"> Tööde eest toimub tasu väljamaksmine 10 (kümne) kalendripäeva jooksul arvates arve väljastamise kuupäevast. Tasumine toimub sularahata arvelduse korras ülekandega </w:t>
      </w:r>
      <w:r w:rsidR="00200A96">
        <w:rPr>
          <w:sz w:val="24"/>
        </w:rPr>
        <w:t>Töövõtja</w:t>
      </w:r>
      <w:r>
        <w:rPr>
          <w:sz w:val="24"/>
        </w:rPr>
        <w:t xml:space="preserve"> pangaarvele. </w:t>
      </w:r>
    </w:p>
    <w:p w:rsidR="00603CB4" w:rsidRDefault="00603CB4">
      <w:pPr>
        <w:pStyle w:val="Kehatekst"/>
        <w:numPr>
          <w:ilvl w:val="1"/>
          <w:numId w:val="10"/>
        </w:numPr>
        <w:rPr>
          <w:sz w:val="24"/>
        </w:rPr>
      </w:pPr>
      <w:r>
        <w:rPr>
          <w:sz w:val="24"/>
        </w:rPr>
        <w:t xml:space="preserve"> Juhul, kui Tellija vii</w:t>
      </w:r>
      <w:bookmarkStart w:id="0" w:name="_GoBack"/>
      <w:bookmarkEnd w:id="0"/>
      <w:r>
        <w:rPr>
          <w:sz w:val="24"/>
        </w:rPr>
        <w:t xml:space="preserve">vitab nimetatud summa tasumisega, maksab ta viivist 0,15 % viivitatud summast päevas iga tasumisega viivitatud päeva eest. </w:t>
      </w:r>
    </w:p>
    <w:p w:rsidR="00603CB4" w:rsidRDefault="00603CB4">
      <w:pPr>
        <w:pStyle w:val="Kehatekst"/>
        <w:numPr>
          <w:ilvl w:val="1"/>
          <w:numId w:val="10"/>
        </w:numPr>
        <w:rPr>
          <w:sz w:val="24"/>
        </w:rPr>
      </w:pPr>
      <w:r>
        <w:rPr>
          <w:sz w:val="24"/>
        </w:rPr>
        <w:t xml:space="preserve"> Kõik maksud </w:t>
      </w:r>
      <w:r w:rsidR="00200A96">
        <w:rPr>
          <w:sz w:val="24"/>
        </w:rPr>
        <w:t>Töövõtja</w:t>
      </w:r>
      <w:r>
        <w:rPr>
          <w:sz w:val="24"/>
        </w:rPr>
        <w:t xml:space="preserve">le makstavatelt tasudelt maksab </w:t>
      </w:r>
      <w:r w:rsidR="00200A96">
        <w:rPr>
          <w:sz w:val="24"/>
        </w:rPr>
        <w:t>Töövõtja</w:t>
      </w:r>
      <w:r>
        <w:rPr>
          <w:sz w:val="24"/>
        </w:rPr>
        <w:t xml:space="preserve">.  </w:t>
      </w:r>
    </w:p>
    <w:p w:rsidR="00603CB4" w:rsidRDefault="00603CB4">
      <w:pPr>
        <w:pStyle w:val="Kehatekst"/>
        <w:rPr>
          <w:sz w:val="24"/>
        </w:rPr>
      </w:pPr>
    </w:p>
    <w:p w:rsidR="00776BC5" w:rsidRPr="00200A96" w:rsidRDefault="00776BC5" w:rsidP="00776BC5">
      <w:pPr>
        <w:pStyle w:val="Kehatekst"/>
        <w:rPr>
          <w:b/>
          <w:sz w:val="24"/>
        </w:rPr>
      </w:pPr>
      <w:r w:rsidRPr="00200A96">
        <w:rPr>
          <w:b/>
          <w:sz w:val="24"/>
        </w:rPr>
        <w:t>6. Sanktsioonid</w:t>
      </w:r>
    </w:p>
    <w:p w:rsidR="00776BC5" w:rsidRDefault="00776BC5" w:rsidP="00776BC5">
      <w:pPr>
        <w:numPr>
          <w:ilvl w:val="1"/>
          <w:numId w:val="7"/>
        </w:numPr>
        <w:spacing w:line="240" w:lineRule="exact"/>
        <w:jc w:val="both"/>
      </w:pPr>
      <w:r>
        <w:t>Kui Töövõtja kaldub Lepingu tingimustest kõrvale, mis halvendas tööd või lasi tekkida muid puudusi töös, on Tellijal</w:t>
      </w:r>
      <w:r>
        <w:rPr>
          <w:b/>
        </w:rPr>
        <w:t xml:space="preserve"> </w:t>
      </w:r>
      <w:r>
        <w:t>õigus omal valikul nõuda täheldatud puuduste tasuta kõrvaldamist sellekohaseks tähtajaks või vajalike kulutuste hüvitamist, mis Tellija</w:t>
      </w:r>
      <w:r>
        <w:rPr>
          <w:b/>
        </w:rPr>
        <w:t xml:space="preserve"> </w:t>
      </w:r>
      <w:r>
        <w:t xml:space="preserve">kandis töös esinenud puuduste parandamisel oma vahenditega või tasu vastavat vähendamist tööde eest või lepingu lõpetamist koos kahju hüvitamisega ja puuduste kõrvaldamiseks tehtavate kulutuste hüvitamisega. </w:t>
      </w:r>
    </w:p>
    <w:p w:rsidR="00776BC5" w:rsidRDefault="00776BC5" w:rsidP="00776BC5">
      <w:pPr>
        <w:numPr>
          <w:ilvl w:val="1"/>
          <w:numId w:val="7"/>
        </w:numPr>
        <w:spacing w:line="240" w:lineRule="exact"/>
        <w:jc w:val="both"/>
      </w:pPr>
      <w:r>
        <w:t>Lepingust tulenevate kohustuste mittetäitmist või mittenõuetekohast täitmist ei loeta Lepingu rikkumiseks, kui selle põhjuseks olid asjaolud, mille saabumist Pooled Lepingu sõlmimisel ei näinud ette ega võinud ette näha (Vääramatu jõud). Lepingus mõistetakse Vääramatu jõuna ülestõusu, üldstreiki, massilisi rahutusi Poolte asukoha haldusüksuses, sõda, riigikogu või valitsuse akti, loodusõnnetust, metsatulekahju jm. asjaolud, mis oluliselt takistavad käesoleva Lepingu täitmist ning muid Lepingus loetlemata asjaolusid, mida mõlemad Pooled aktsepteerivad Vääramatu jõuna.</w:t>
      </w:r>
    </w:p>
    <w:p w:rsidR="00776BC5" w:rsidRPr="001524C5" w:rsidRDefault="00776BC5" w:rsidP="00776BC5">
      <w:pPr>
        <w:numPr>
          <w:ilvl w:val="1"/>
          <w:numId w:val="7"/>
        </w:numPr>
        <w:spacing w:line="240" w:lineRule="exact"/>
        <w:jc w:val="both"/>
      </w:pPr>
      <w:r>
        <w:t xml:space="preserve"> Pool, kelle tegevus lepingujärgsete kohustuste täitmisel on takistatud Vääramatu jõu </w:t>
      </w:r>
      <w:r w:rsidRPr="001524C5">
        <w:t>asjaolude tõttu, on kohustatud sellest koheselt kirjalikult teatama teisele Poolele.</w:t>
      </w:r>
    </w:p>
    <w:p w:rsidR="00776BC5" w:rsidRPr="001524C5" w:rsidRDefault="00776BC5" w:rsidP="00776BC5">
      <w:pPr>
        <w:pStyle w:val="Kehatekst"/>
        <w:numPr>
          <w:ilvl w:val="1"/>
          <w:numId w:val="7"/>
        </w:numPr>
        <w:rPr>
          <w:sz w:val="24"/>
        </w:rPr>
      </w:pPr>
      <w:r w:rsidRPr="001524C5">
        <w:rPr>
          <w:sz w:val="24"/>
        </w:rPr>
        <w:t>Kui Vääramatu jõu asjaolud kestavad üle 30 kalendripäeva, loetakse, et tööde lõpetamine muutus võimatuks kummagi Poole süüta. Sellisel juhul ei ole kummalgi Poolel õigus nõuda teiselt Poolelt Lepingu mittetäitmise või mittekohase täitmisega tekitatud kahju hüvitamist</w:t>
      </w:r>
    </w:p>
    <w:p w:rsidR="00776BC5" w:rsidRDefault="00776BC5" w:rsidP="00776BC5">
      <w:pPr>
        <w:pStyle w:val="Kehatekst"/>
        <w:rPr>
          <w:sz w:val="24"/>
        </w:rPr>
      </w:pPr>
    </w:p>
    <w:p w:rsidR="00776BC5" w:rsidRDefault="00776BC5" w:rsidP="00776BC5">
      <w:pPr>
        <w:pStyle w:val="Kehatekst"/>
        <w:rPr>
          <w:b/>
          <w:sz w:val="24"/>
        </w:rPr>
      </w:pPr>
      <w:r w:rsidRPr="00200A96">
        <w:rPr>
          <w:b/>
          <w:sz w:val="24"/>
        </w:rPr>
        <w:t>7.</w:t>
      </w:r>
      <w:r>
        <w:rPr>
          <w:sz w:val="24"/>
        </w:rPr>
        <w:t xml:space="preserve"> </w:t>
      </w:r>
      <w:r>
        <w:rPr>
          <w:b/>
          <w:sz w:val="24"/>
        </w:rPr>
        <w:t>Lepingu lõppemine ja lõpetamine</w:t>
      </w:r>
    </w:p>
    <w:p w:rsidR="00D50041" w:rsidRDefault="00D50041" w:rsidP="00D50041">
      <w:pPr>
        <w:numPr>
          <w:ilvl w:val="1"/>
          <w:numId w:val="8"/>
        </w:numPr>
        <w:spacing w:line="240" w:lineRule="exact"/>
        <w:jc w:val="both"/>
      </w:pPr>
      <w:r>
        <w:t>Leping jõustub sõlmimise kuupäevast ja kehtib 1 (üks) aasta. Pooled vabanevad lepinguliste kohustuste täitmisest käesolevas lepingus ettenähtud juhtudel.</w:t>
      </w:r>
    </w:p>
    <w:p w:rsidR="00D50041" w:rsidRDefault="00D50041" w:rsidP="00D50041">
      <w:pPr>
        <w:numPr>
          <w:ilvl w:val="1"/>
          <w:numId w:val="8"/>
        </w:numPr>
        <w:spacing w:line="240" w:lineRule="exact"/>
        <w:jc w:val="both"/>
      </w:pPr>
      <w:r>
        <w:t xml:space="preserve"> </w:t>
      </w:r>
      <w:r w:rsidRPr="00085D1C">
        <w:t>Juhul, kui Pooltel puuduvad teineteise suhtes pretensioonid, siis pikeneb käesolev Leping 31. detsembrini 2017 a. kirjaliku kokkuleppena osutatava teenuse hinna ja koguse osas. Pooltevaheline kokkulepe vormistatakse Lepingu lisana.</w:t>
      </w:r>
    </w:p>
    <w:p w:rsidR="00D50041" w:rsidRDefault="00D50041" w:rsidP="00D50041">
      <w:pPr>
        <w:numPr>
          <w:ilvl w:val="1"/>
          <w:numId w:val="8"/>
        </w:numPr>
        <w:spacing w:line="240" w:lineRule="exact"/>
        <w:jc w:val="both"/>
      </w:pPr>
      <w:r>
        <w:t xml:space="preserve"> Juhul, kui Pooled ei ole saavutanud kokkulepet käesoleva Lepingu Lisas 1 toodud hindade kehtivusaja lõpuks (1 aasta), kuid on nõus kokkuleppe saamiseks läbirääkimisi jätkama, kehtib viimane kokkulepitud hinnakiri, kuid mitte kauem kui 30 (kolmkümmend) päeva pärast selle kehtivusaja lõppu. Selleks ajaks kokkuleppele mittejõudmisel on Tellijal õigus Leping lõpetada.</w:t>
      </w:r>
    </w:p>
    <w:p w:rsidR="00D50041" w:rsidRDefault="00D50041" w:rsidP="00D50041">
      <w:pPr>
        <w:pStyle w:val="Kehatekst"/>
        <w:numPr>
          <w:ilvl w:val="1"/>
          <w:numId w:val="8"/>
        </w:numPr>
        <w:rPr>
          <w:sz w:val="24"/>
        </w:rPr>
      </w:pPr>
      <w:r>
        <w:rPr>
          <w:sz w:val="24"/>
        </w:rPr>
        <w:t xml:space="preserve">Tellijal on õigus lõpetada Leping kui Töövõtja tegevuse või tegevusetuse tõttu on  Tellija korduvalt rakendanud punktis 6.1 loetletud sanktsiooni, tasudes Töövõtjale faktiliselt teostatud tööde eest. </w:t>
      </w:r>
    </w:p>
    <w:p w:rsidR="00D50041" w:rsidRDefault="00D50041" w:rsidP="00D50041">
      <w:pPr>
        <w:spacing w:line="240" w:lineRule="exact"/>
        <w:jc w:val="both"/>
      </w:pPr>
    </w:p>
    <w:p w:rsidR="00D50041" w:rsidRDefault="00D50041" w:rsidP="00D50041">
      <w:pPr>
        <w:spacing w:line="240" w:lineRule="exact"/>
        <w:jc w:val="both"/>
      </w:pPr>
    </w:p>
    <w:p w:rsidR="00D50041" w:rsidRDefault="00D50041" w:rsidP="00D50041">
      <w:pPr>
        <w:spacing w:line="240" w:lineRule="exact"/>
        <w:jc w:val="both"/>
      </w:pPr>
    </w:p>
    <w:p w:rsidR="00D50041" w:rsidRDefault="00D50041" w:rsidP="00D50041">
      <w:pPr>
        <w:spacing w:line="240" w:lineRule="exact"/>
        <w:jc w:val="both"/>
      </w:pPr>
    </w:p>
    <w:p w:rsidR="00D50041" w:rsidRDefault="00D50041" w:rsidP="00D50041">
      <w:pPr>
        <w:spacing w:line="240" w:lineRule="exact"/>
        <w:jc w:val="both"/>
      </w:pPr>
    </w:p>
    <w:p w:rsidR="00D50041" w:rsidRDefault="00D50041" w:rsidP="00D50041">
      <w:pPr>
        <w:spacing w:line="240" w:lineRule="exact"/>
        <w:jc w:val="both"/>
      </w:pPr>
    </w:p>
    <w:p w:rsidR="00D50041" w:rsidRDefault="00D50041" w:rsidP="00D50041">
      <w:pPr>
        <w:spacing w:line="240" w:lineRule="exact"/>
        <w:jc w:val="both"/>
      </w:pPr>
    </w:p>
    <w:p w:rsidR="00D50041" w:rsidRDefault="00D50041" w:rsidP="00D50041">
      <w:pPr>
        <w:spacing w:line="240" w:lineRule="exact"/>
        <w:jc w:val="both"/>
      </w:pPr>
    </w:p>
    <w:p w:rsidR="00D50041" w:rsidRDefault="00D50041" w:rsidP="00D50041">
      <w:pPr>
        <w:spacing w:line="240" w:lineRule="exact"/>
        <w:jc w:val="both"/>
      </w:pPr>
      <w:r>
        <w:t xml:space="preserve">7.5.Pooltel on õigus Lepingut ühepoolselt ennetähtaegselt lõpetada käesolevas Lepingus    </w:t>
      </w:r>
    </w:p>
    <w:p w:rsidR="00D50041" w:rsidRDefault="00D50041" w:rsidP="00D50041">
      <w:pPr>
        <w:spacing w:line="240" w:lineRule="exact"/>
        <w:jc w:val="both"/>
      </w:pPr>
      <w:r>
        <w:t xml:space="preserve">      ettenähtud juhtudel. </w:t>
      </w:r>
      <w:r w:rsidRPr="008D2D26">
        <w:t xml:space="preserve">Kumbki Pool võib käesoleva </w:t>
      </w:r>
      <w:r>
        <w:t>L</w:t>
      </w:r>
      <w:r w:rsidRPr="008D2D26">
        <w:t xml:space="preserve">epingu ennetähtaegselt üles öelda </w:t>
      </w:r>
      <w:r>
        <w:t xml:space="preserve"> </w:t>
      </w:r>
    </w:p>
    <w:p w:rsidR="00D50041" w:rsidRDefault="00D50041" w:rsidP="00D50041">
      <w:pPr>
        <w:spacing w:line="240" w:lineRule="exact"/>
        <w:jc w:val="both"/>
      </w:pPr>
      <w:r>
        <w:t xml:space="preserve">      </w:t>
      </w:r>
      <w:r w:rsidRPr="008D2D26">
        <w:t>teatades sellest teisele</w:t>
      </w:r>
      <w:r>
        <w:t xml:space="preserve"> </w:t>
      </w:r>
      <w:r w:rsidRPr="008D2D26">
        <w:t>Poolele kirjalikult ette 30 kalendripäeva</w:t>
      </w:r>
      <w:r>
        <w:t>.</w:t>
      </w:r>
    </w:p>
    <w:p w:rsidR="00CB0DB7" w:rsidRDefault="00CB0DB7" w:rsidP="00776BC5">
      <w:pPr>
        <w:spacing w:line="240" w:lineRule="exact"/>
        <w:jc w:val="both"/>
        <w:outlineLvl w:val="0"/>
      </w:pPr>
    </w:p>
    <w:p w:rsidR="00CB0DB7" w:rsidRDefault="00CB0DB7" w:rsidP="00776BC5">
      <w:pPr>
        <w:spacing w:line="240" w:lineRule="exact"/>
        <w:jc w:val="both"/>
        <w:outlineLvl w:val="0"/>
      </w:pPr>
    </w:p>
    <w:p w:rsidR="00776BC5" w:rsidRPr="009F4502" w:rsidRDefault="00776BC5" w:rsidP="00776BC5">
      <w:pPr>
        <w:pStyle w:val="Kehatekst"/>
        <w:rPr>
          <w:b/>
          <w:sz w:val="24"/>
        </w:rPr>
      </w:pPr>
      <w:r>
        <w:rPr>
          <w:b/>
          <w:sz w:val="24"/>
        </w:rPr>
        <w:t xml:space="preserve">8. Teadete edastamine </w:t>
      </w:r>
    </w:p>
    <w:p w:rsidR="00776BC5" w:rsidRPr="002C65FC" w:rsidRDefault="00776BC5" w:rsidP="00776BC5">
      <w:pPr>
        <w:pStyle w:val="Kehatekst"/>
        <w:ind w:left="426" w:hanging="426"/>
        <w:rPr>
          <w:sz w:val="24"/>
        </w:rPr>
      </w:pPr>
      <w:r w:rsidRPr="002C65FC">
        <w:rPr>
          <w:sz w:val="24"/>
        </w:rPr>
        <w:t>8.1 Üks Pool edastab Lepinguga seotud teated teise Poo</w:t>
      </w:r>
      <w:r w:rsidRPr="009F4502">
        <w:rPr>
          <w:sz w:val="24"/>
        </w:rPr>
        <w:t>le Lepingus märgitud aadressil.</w:t>
      </w:r>
      <w:r>
        <w:rPr>
          <w:sz w:val="24"/>
        </w:rPr>
        <w:t xml:space="preserve"> </w:t>
      </w:r>
      <w:r w:rsidRPr="002C65FC">
        <w:rPr>
          <w:sz w:val="24"/>
        </w:rPr>
        <w:t>Aadressi muutustest on Pool kohustatud kohe informeerima teist Poolt.</w:t>
      </w:r>
    </w:p>
    <w:p w:rsidR="00776BC5" w:rsidRPr="002C65FC" w:rsidRDefault="00776BC5" w:rsidP="00776BC5">
      <w:pPr>
        <w:pStyle w:val="Kehatekst"/>
        <w:ind w:left="426" w:hanging="426"/>
        <w:rPr>
          <w:sz w:val="24"/>
        </w:rPr>
      </w:pPr>
      <w:r w:rsidRPr="002C65FC">
        <w:rPr>
          <w:sz w:val="24"/>
        </w:rPr>
        <w:t>8.2 Teadete edastamine toimub telefoni, e-posti või faksi teel, v.a juhtudel, kui Lepingus on ette nähtud teate kirjalik vorm. Kirjalikud teated saadetakse teisele Poolele posti teel tähitud kirjaga või antakse teisele Poolele üle allkirja vastu.</w:t>
      </w:r>
    </w:p>
    <w:p w:rsidR="00776BC5" w:rsidRDefault="00776BC5" w:rsidP="00776BC5">
      <w:pPr>
        <w:pStyle w:val="Kehatekst"/>
        <w:ind w:left="360" w:hanging="360"/>
        <w:rPr>
          <w:sz w:val="24"/>
        </w:rPr>
      </w:pPr>
      <w:r w:rsidRPr="002C65FC">
        <w:rPr>
          <w:sz w:val="24"/>
        </w:rPr>
        <w:t>8.3 Poole nõue teisele Poolele, mis esitatakse tulenevalt Lepingu rikkumisest, peab olema kirjalikus vormis.</w:t>
      </w:r>
    </w:p>
    <w:p w:rsidR="00776BC5" w:rsidRDefault="00776BC5" w:rsidP="00776BC5">
      <w:pPr>
        <w:pStyle w:val="Kehatekst"/>
        <w:rPr>
          <w:sz w:val="24"/>
        </w:rPr>
      </w:pPr>
    </w:p>
    <w:p w:rsidR="00776BC5" w:rsidRPr="00A93B3D" w:rsidRDefault="00776BC5" w:rsidP="00776BC5">
      <w:pPr>
        <w:pStyle w:val="Kehatekst"/>
        <w:rPr>
          <w:b/>
          <w:sz w:val="24"/>
        </w:rPr>
      </w:pPr>
      <w:r>
        <w:rPr>
          <w:b/>
          <w:sz w:val="24"/>
        </w:rPr>
        <w:t>9.</w:t>
      </w:r>
      <w:r w:rsidRPr="00A93B3D">
        <w:rPr>
          <w:b/>
          <w:sz w:val="24"/>
        </w:rPr>
        <w:t>Lõppsätted</w:t>
      </w:r>
    </w:p>
    <w:p w:rsidR="00776BC5" w:rsidRDefault="00776BC5" w:rsidP="00776BC5">
      <w:pPr>
        <w:pStyle w:val="Kehatekst"/>
        <w:rPr>
          <w:b/>
          <w:sz w:val="24"/>
        </w:rPr>
      </w:pPr>
    </w:p>
    <w:p w:rsidR="00776BC5" w:rsidRPr="00B72356" w:rsidRDefault="00776BC5" w:rsidP="00776BC5">
      <w:pPr>
        <w:pStyle w:val="Kehatekst"/>
        <w:numPr>
          <w:ilvl w:val="1"/>
          <w:numId w:val="20"/>
        </w:numPr>
        <w:ind w:left="426" w:hanging="426"/>
        <w:rPr>
          <w:sz w:val="24"/>
        </w:rPr>
      </w:pPr>
      <w:r w:rsidRPr="00B72356">
        <w:rPr>
          <w:sz w:val="24"/>
        </w:rPr>
        <w:t>Lepingu täitmisel tõusetuvad vaidlused lahendatakse läbirääkimiste teel. Kokkuleppe mittesaavutamisel lahendatakse vaidlused Kostja asukohajärgses kohtus.</w:t>
      </w:r>
    </w:p>
    <w:p w:rsidR="00776BC5" w:rsidRPr="00B72356" w:rsidRDefault="00776BC5" w:rsidP="00776BC5">
      <w:pPr>
        <w:pStyle w:val="Kehatekst"/>
        <w:rPr>
          <w:sz w:val="24"/>
        </w:rPr>
      </w:pPr>
      <w:r w:rsidRPr="00B72356">
        <w:rPr>
          <w:sz w:val="24"/>
        </w:rPr>
        <w:t>9.2 Leping tühistab kõik Pooltevahelised selles Lepingus ettenähtud tööde tegemist puudutavad varasemad suulised ja kirjalikud kokkulepped.</w:t>
      </w:r>
    </w:p>
    <w:p w:rsidR="00776BC5" w:rsidRPr="00B72356" w:rsidRDefault="00776BC5" w:rsidP="00776BC5">
      <w:pPr>
        <w:pStyle w:val="Kehatekst"/>
        <w:rPr>
          <w:sz w:val="24"/>
        </w:rPr>
      </w:pPr>
      <w:r w:rsidRPr="00B72356">
        <w:rPr>
          <w:sz w:val="24"/>
        </w:rPr>
        <w:t>9.3. Pooled kohustuvad Lepingu kehtivuse ajal hoidma konfidentsiaalsena kõik seoses Lepingu täitmisega teatavaks saanud isikuandmed, usalduslikud ning ärisaladusteks peetavad andmed.</w:t>
      </w:r>
    </w:p>
    <w:p w:rsidR="00776BC5" w:rsidRPr="00B72356" w:rsidRDefault="00776BC5" w:rsidP="00776BC5">
      <w:pPr>
        <w:pStyle w:val="Kehatekst"/>
        <w:rPr>
          <w:sz w:val="24"/>
        </w:rPr>
      </w:pPr>
      <w:r w:rsidRPr="00B72356">
        <w:rPr>
          <w:sz w:val="24"/>
        </w:rPr>
        <w:t xml:space="preserve">9.4. Lepingu muudatused jõustuvad pärast nende allakirjutamist mõlema Poole poolt allakirjutamise momendist või Poolte poolt kirjalikult määratud tähtajal.   </w:t>
      </w:r>
    </w:p>
    <w:p w:rsidR="00776BC5" w:rsidRPr="00B72356" w:rsidRDefault="00776BC5" w:rsidP="00776BC5">
      <w:pPr>
        <w:pStyle w:val="Kehatekst"/>
        <w:rPr>
          <w:sz w:val="24"/>
        </w:rPr>
      </w:pPr>
      <w:r w:rsidRPr="00B72356">
        <w:rPr>
          <w:sz w:val="24"/>
        </w:rPr>
        <w:t>9.5. Leping on sõlmitud kahes identses võrdset juriidilist jõudu omavas eksemplaris, millest kumbki Pool saab ühe eksemplari.</w:t>
      </w:r>
    </w:p>
    <w:p w:rsidR="00603CB4" w:rsidRDefault="00603CB4">
      <w:pPr>
        <w:spacing w:line="240" w:lineRule="exact"/>
        <w:jc w:val="both"/>
      </w:pPr>
    </w:p>
    <w:p w:rsidR="00813835" w:rsidRDefault="00813835" w:rsidP="00813835">
      <w:pPr>
        <w:spacing w:line="240" w:lineRule="exact"/>
        <w:rPr>
          <w:b/>
        </w:rPr>
      </w:pPr>
      <w:r>
        <w:rPr>
          <w:b/>
        </w:rPr>
        <w:t>Poolte andmed ja allkirjad:</w:t>
      </w:r>
    </w:p>
    <w:p w:rsidR="00813835" w:rsidRDefault="00813835" w:rsidP="00813835">
      <w:pPr>
        <w:pStyle w:val="Pealkiri1"/>
        <w:rPr>
          <w:b w:val="0"/>
          <w:bCs/>
        </w:rPr>
      </w:pPr>
    </w:p>
    <w:p w:rsidR="00813835" w:rsidRPr="0074692D" w:rsidRDefault="00AA25E9" w:rsidP="00813835">
      <w:pPr>
        <w:pStyle w:val="Pealkiri1"/>
        <w:rPr>
          <w:bCs/>
          <w:sz w:val="24"/>
          <w:szCs w:val="24"/>
        </w:rPr>
      </w:pPr>
      <w:r w:rsidRPr="0074692D">
        <w:rPr>
          <w:bCs/>
          <w:sz w:val="24"/>
          <w:szCs w:val="24"/>
        </w:rPr>
        <w:t>Tellija</w:t>
      </w:r>
      <w:r w:rsidRPr="0074692D">
        <w:rPr>
          <w:bCs/>
          <w:sz w:val="24"/>
          <w:szCs w:val="24"/>
        </w:rPr>
        <w:tab/>
      </w:r>
      <w:r w:rsidRPr="0074692D">
        <w:rPr>
          <w:bCs/>
          <w:sz w:val="24"/>
          <w:szCs w:val="24"/>
        </w:rPr>
        <w:tab/>
      </w:r>
      <w:r w:rsidRPr="0074692D">
        <w:rPr>
          <w:bCs/>
          <w:sz w:val="24"/>
          <w:szCs w:val="24"/>
        </w:rPr>
        <w:tab/>
      </w:r>
      <w:r w:rsidRPr="0074692D">
        <w:rPr>
          <w:bCs/>
          <w:sz w:val="24"/>
          <w:szCs w:val="24"/>
        </w:rPr>
        <w:tab/>
      </w:r>
      <w:r w:rsidRPr="0074692D">
        <w:rPr>
          <w:bCs/>
          <w:sz w:val="24"/>
          <w:szCs w:val="24"/>
        </w:rPr>
        <w:tab/>
      </w:r>
      <w:r w:rsidR="0074692D" w:rsidRPr="0074692D">
        <w:rPr>
          <w:bCs/>
          <w:sz w:val="24"/>
          <w:szCs w:val="24"/>
        </w:rPr>
        <w:tab/>
      </w:r>
      <w:r w:rsidR="00200A96" w:rsidRPr="0074692D">
        <w:rPr>
          <w:bCs/>
          <w:sz w:val="24"/>
          <w:szCs w:val="24"/>
        </w:rPr>
        <w:t>Töövõtja</w:t>
      </w:r>
    </w:p>
    <w:p w:rsidR="00813835" w:rsidRDefault="00813835" w:rsidP="00813835">
      <w:pPr>
        <w:jc w:val="both"/>
      </w:pPr>
      <w:r>
        <w:t>Riigimetsa Majandamise Keskus</w:t>
      </w:r>
      <w:r>
        <w:tab/>
      </w:r>
      <w:r>
        <w:tab/>
      </w:r>
      <w:r w:rsidR="00B461A5" w:rsidRPr="00B461A5">
        <w:t>FIE Toomas Võime</w:t>
      </w:r>
    </w:p>
    <w:p w:rsidR="00866536" w:rsidRDefault="0074692D" w:rsidP="00813835">
      <w:pPr>
        <w:jc w:val="both"/>
      </w:pPr>
      <w:r>
        <w:t>Registrikood 70004459</w:t>
      </w:r>
      <w:r w:rsidR="00813835">
        <w:tab/>
      </w:r>
      <w:r w:rsidR="00813835">
        <w:tab/>
      </w:r>
      <w:r w:rsidR="00813835">
        <w:tab/>
      </w:r>
      <w:r w:rsidR="00B461A5" w:rsidRPr="00B461A5">
        <w:rPr>
          <w:iCs/>
        </w:rPr>
        <w:t>10134718</w:t>
      </w:r>
    </w:p>
    <w:p w:rsidR="00813835" w:rsidRDefault="00DD05D0" w:rsidP="00813835">
      <w:pPr>
        <w:jc w:val="both"/>
      </w:pPr>
      <w:r>
        <w:t>Toompuiestee 24</w:t>
      </w:r>
      <w:r w:rsidR="0074692D">
        <w:t xml:space="preserve"> Tallinn</w:t>
      </w:r>
      <w:r w:rsidR="00813835">
        <w:tab/>
      </w:r>
      <w:r w:rsidR="00813835">
        <w:tab/>
      </w:r>
      <w:r w:rsidR="00813835">
        <w:tab/>
      </w:r>
      <w:r w:rsidR="00B461A5" w:rsidRPr="00B461A5">
        <w:t>Selli küla, Jõgeva vald, Jõgevamaa</w:t>
      </w:r>
    </w:p>
    <w:p w:rsidR="00813835" w:rsidRDefault="00813835" w:rsidP="00813835">
      <w:pPr>
        <w:jc w:val="both"/>
      </w:pPr>
      <w:r>
        <w:t xml:space="preserve">RMK </w:t>
      </w:r>
      <w:r w:rsidR="00A936F4">
        <w:t xml:space="preserve">loodushoiuosakond        </w:t>
      </w:r>
      <w:r>
        <w:tab/>
      </w:r>
      <w:r>
        <w:tab/>
      </w:r>
      <w:r w:rsidR="003A55B9">
        <w:t>Tel</w:t>
      </w:r>
      <w:r w:rsidR="00FA0AA2">
        <w:t xml:space="preserve"> </w:t>
      </w:r>
      <w:r w:rsidR="00B461A5" w:rsidRPr="00B461A5">
        <w:t>5261173</w:t>
      </w:r>
    </w:p>
    <w:p w:rsidR="00813835" w:rsidRDefault="00EF123B" w:rsidP="00EF123B">
      <w:pPr>
        <w:spacing w:line="240" w:lineRule="exact"/>
        <w:jc w:val="both"/>
      </w:pPr>
      <w:r>
        <w:t xml:space="preserve">Tel </w:t>
      </w:r>
      <w:r w:rsidR="009F745C">
        <w:t>5139648</w:t>
      </w:r>
      <w:r>
        <w:tab/>
      </w:r>
      <w:r>
        <w:tab/>
      </w:r>
      <w:r>
        <w:tab/>
      </w:r>
      <w:r>
        <w:tab/>
      </w:r>
      <w:r>
        <w:tab/>
      </w:r>
    </w:p>
    <w:p w:rsidR="00813835" w:rsidRDefault="00813835" w:rsidP="00813835">
      <w:pPr>
        <w:tabs>
          <w:tab w:val="left" w:pos="4320"/>
        </w:tabs>
        <w:spacing w:line="240" w:lineRule="exact"/>
        <w:jc w:val="both"/>
        <w:rPr>
          <w:b/>
        </w:rPr>
      </w:pPr>
    </w:p>
    <w:p w:rsidR="003A55B9" w:rsidRDefault="003A55B9" w:rsidP="00813835">
      <w:pPr>
        <w:tabs>
          <w:tab w:val="left" w:pos="4320"/>
        </w:tabs>
        <w:spacing w:line="240" w:lineRule="exact"/>
        <w:jc w:val="both"/>
        <w:rPr>
          <w:b/>
        </w:rPr>
      </w:pPr>
    </w:p>
    <w:p w:rsidR="003A55B9" w:rsidRDefault="003A55B9" w:rsidP="00813835">
      <w:pPr>
        <w:tabs>
          <w:tab w:val="left" w:pos="4320"/>
        </w:tabs>
        <w:spacing w:line="240" w:lineRule="exact"/>
        <w:jc w:val="both"/>
        <w:rPr>
          <w:b/>
        </w:rPr>
      </w:pPr>
    </w:p>
    <w:p w:rsidR="003A55B9" w:rsidRDefault="003A55B9" w:rsidP="00813835">
      <w:pPr>
        <w:tabs>
          <w:tab w:val="left" w:pos="4320"/>
        </w:tabs>
        <w:spacing w:line="240" w:lineRule="exact"/>
        <w:jc w:val="both"/>
        <w:rPr>
          <w:b/>
        </w:rPr>
      </w:pPr>
    </w:p>
    <w:p w:rsidR="003A55B9" w:rsidRDefault="003A55B9" w:rsidP="00813835">
      <w:pPr>
        <w:tabs>
          <w:tab w:val="left" w:pos="4320"/>
        </w:tabs>
        <w:spacing w:line="240" w:lineRule="exact"/>
        <w:jc w:val="both"/>
        <w:rPr>
          <w:b/>
        </w:rPr>
      </w:pPr>
    </w:p>
    <w:p w:rsidR="003A55B9" w:rsidRPr="003A55B9" w:rsidRDefault="003A55B9" w:rsidP="003A55B9">
      <w:pPr>
        <w:tabs>
          <w:tab w:val="left" w:pos="4320"/>
        </w:tabs>
        <w:spacing w:line="240" w:lineRule="exact"/>
        <w:jc w:val="both"/>
      </w:pPr>
      <w:proofErr w:type="spellStart"/>
      <w:r w:rsidRPr="003A55B9">
        <w:t>…………………………………</w:t>
      </w:r>
      <w:proofErr w:type="spellEnd"/>
      <w:r w:rsidRPr="003A55B9">
        <w:t xml:space="preserve">                    </w:t>
      </w:r>
      <w:proofErr w:type="spellStart"/>
      <w:r w:rsidRPr="003A55B9">
        <w:t>……………………………………</w:t>
      </w:r>
      <w:proofErr w:type="spellEnd"/>
    </w:p>
    <w:p w:rsidR="003A55B9" w:rsidRPr="003A55B9" w:rsidRDefault="009F745C" w:rsidP="003A55B9">
      <w:pPr>
        <w:tabs>
          <w:tab w:val="left" w:pos="4320"/>
        </w:tabs>
        <w:spacing w:line="240" w:lineRule="exact"/>
        <w:jc w:val="both"/>
      </w:pPr>
      <w:r>
        <w:t>Jaanus Käärma</w:t>
      </w:r>
      <w:r w:rsidR="00B461A5">
        <w:tab/>
      </w:r>
      <w:r w:rsidR="00B461A5" w:rsidRPr="00B461A5">
        <w:t>Toomas Võime</w:t>
      </w:r>
    </w:p>
    <w:p w:rsidR="00EF123B" w:rsidRPr="008A69A2" w:rsidRDefault="00EF123B">
      <w:pPr>
        <w:spacing w:line="240" w:lineRule="exact"/>
        <w:jc w:val="both"/>
      </w:pPr>
      <w:r w:rsidRPr="008A69A2">
        <w:t>RMK loodushoiuosakonna</w:t>
      </w:r>
      <w:r w:rsidRPr="008A69A2">
        <w:tab/>
      </w:r>
      <w:r w:rsidRPr="008A69A2">
        <w:tab/>
      </w:r>
      <w:r w:rsidRPr="008A69A2">
        <w:tab/>
      </w:r>
      <w:r w:rsidR="00597EA9">
        <w:t>FIE</w:t>
      </w:r>
    </w:p>
    <w:p w:rsidR="00971084" w:rsidRPr="003F350C" w:rsidRDefault="009F745C">
      <w:pPr>
        <w:spacing w:line="240" w:lineRule="exact"/>
        <w:jc w:val="both"/>
        <w:rPr>
          <w:b/>
          <w:sz w:val="22"/>
          <w:szCs w:val="22"/>
        </w:rPr>
      </w:pPr>
      <w:r>
        <w:t>Vahe</w:t>
      </w:r>
      <w:r w:rsidR="00EF123B" w:rsidRPr="008A69A2">
        <w:t>-Eesti piirkonna juhataja</w:t>
      </w:r>
      <w:r w:rsidR="00603CB4" w:rsidRPr="003F350C">
        <w:rPr>
          <w:b/>
          <w:sz w:val="22"/>
          <w:szCs w:val="22"/>
        </w:rPr>
        <w:br w:type="page"/>
      </w:r>
    </w:p>
    <w:p w:rsidR="00971084" w:rsidRDefault="00971084" w:rsidP="00971084">
      <w:pPr>
        <w:ind w:left="5440" w:firstLine="680"/>
      </w:pPr>
      <w:r>
        <w:lastRenderedPageBreak/>
        <w:t>Lisa 1</w:t>
      </w:r>
    </w:p>
    <w:p w:rsidR="00971084" w:rsidRDefault="00B461A5" w:rsidP="006A319E">
      <w:pPr>
        <w:ind w:left="6120"/>
      </w:pPr>
      <w:r>
        <w:t>Toomas Võime FIE</w:t>
      </w:r>
      <w:r w:rsidR="00E577C8">
        <w:t xml:space="preserve"> </w:t>
      </w:r>
      <w:r w:rsidR="00971084">
        <w:t>ja RMK vahelise</w:t>
      </w:r>
      <w:r w:rsidR="006A319E">
        <w:t xml:space="preserve"> </w:t>
      </w:r>
      <w:r w:rsidR="00FF54E3">
        <w:t>01</w:t>
      </w:r>
      <w:r w:rsidR="00E51A36">
        <w:t xml:space="preserve">.01.2016 </w:t>
      </w:r>
      <w:r w:rsidR="007E54A5">
        <w:t>a.</w:t>
      </w:r>
      <w:r w:rsidR="00971084">
        <w:t xml:space="preserve"> töövõtulepingu</w:t>
      </w:r>
    </w:p>
    <w:p w:rsidR="00971084" w:rsidRDefault="00971084" w:rsidP="00971084">
      <w:pPr>
        <w:ind w:left="5440" w:firstLine="680"/>
      </w:pPr>
      <w:r>
        <w:t xml:space="preserve">nr </w:t>
      </w:r>
      <w:r w:rsidR="007E54A5">
        <w:t>1-18/</w:t>
      </w:r>
      <w:r w:rsidR="00FF54E3">
        <w:t>5</w:t>
      </w:r>
      <w:r w:rsidR="00E51A36">
        <w:t xml:space="preserve"> </w:t>
      </w:r>
      <w:r>
        <w:t xml:space="preserve"> juurde</w:t>
      </w:r>
    </w:p>
    <w:p w:rsidR="00603CB4" w:rsidRPr="00D114CD" w:rsidRDefault="00603CB4">
      <w:pPr>
        <w:jc w:val="both"/>
      </w:pPr>
    </w:p>
    <w:p w:rsidR="00971084" w:rsidRPr="00D114CD" w:rsidRDefault="00971084" w:rsidP="00971084">
      <w:pPr>
        <w:ind w:left="5760" w:firstLine="720"/>
        <w:jc w:val="both"/>
      </w:pPr>
    </w:p>
    <w:p w:rsidR="00CF14CD" w:rsidRDefault="00CF14CD">
      <w:pPr>
        <w:jc w:val="both"/>
        <w:rPr>
          <w:b/>
        </w:rPr>
      </w:pPr>
    </w:p>
    <w:p w:rsidR="00603CB4" w:rsidRPr="002D6B00" w:rsidRDefault="00971084">
      <w:pPr>
        <w:jc w:val="both"/>
      </w:pPr>
      <w:r w:rsidRPr="00971084">
        <w:rPr>
          <w:b/>
        </w:rPr>
        <w:t>HINNAKOKKULEPE</w:t>
      </w:r>
      <w:r w:rsidR="002D6B00">
        <w:rPr>
          <w:b/>
        </w:rPr>
        <w:tab/>
      </w:r>
      <w:r w:rsidR="002D6B00">
        <w:rPr>
          <w:b/>
        </w:rPr>
        <w:tab/>
      </w:r>
      <w:r w:rsidR="002D6B00">
        <w:rPr>
          <w:b/>
        </w:rPr>
        <w:tab/>
      </w:r>
      <w:r w:rsidR="002D6B00">
        <w:rPr>
          <w:b/>
        </w:rPr>
        <w:tab/>
      </w:r>
      <w:r w:rsidR="002D6B00">
        <w:rPr>
          <w:b/>
        </w:rPr>
        <w:tab/>
      </w:r>
      <w:r w:rsidR="00CF14CD">
        <w:rPr>
          <w:b/>
        </w:rPr>
        <w:t xml:space="preserve">     </w:t>
      </w:r>
      <w:r w:rsidR="00FF54E3">
        <w:t>01</w:t>
      </w:r>
      <w:r w:rsidR="00E51A36">
        <w:t>.01.2016</w:t>
      </w:r>
    </w:p>
    <w:p w:rsidR="00971084" w:rsidRPr="00D114CD" w:rsidRDefault="00971084">
      <w:pPr>
        <w:jc w:val="both"/>
      </w:pPr>
    </w:p>
    <w:p w:rsidR="00603CB4" w:rsidRPr="00D114CD" w:rsidRDefault="00603CB4">
      <w:pPr>
        <w:jc w:val="both"/>
      </w:pPr>
      <w:r w:rsidRPr="00D114CD">
        <w:t xml:space="preserve">Riigimetsa Majandamise Keskuse </w:t>
      </w:r>
      <w:r w:rsidR="0074692D">
        <w:t>loodushoiu</w:t>
      </w:r>
      <w:r w:rsidRPr="00D114CD">
        <w:t xml:space="preserve">osakonna poolt </w:t>
      </w:r>
      <w:r w:rsidR="00E51A36">
        <w:t>Jaanus Käärma</w:t>
      </w:r>
      <w:r w:rsidR="00971084">
        <w:t xml:space="preserve">, </w:t>
      </w:r>
      <w:r w:rsidRPr="00D114CD">
        <w:t xml:space="preserve">edaspidi </w:t>
      </w:r>
      <w:r w:rsidRPr="00971084">
        <w:rPr>
          <w:b/>
        </w:rPr>
        <w:t>Tellija</w:t>
      </w:r>
      <w:r w:rsidR="00971084">
        <w:t>,</w:t>
      </w:r>
      <w:r w:rsidRPr="00D114CD">
        <w:t xml:space="preserve"> ja</w:t>
      </w:r>
      <w:r w:rsidR="00EB09A4">
        <w:t xml:space="preserve"> </w:t>
      </w:r>
      <w:r w:rsidR="00B461A5" w:rsidRPr="00B461A5">
        <w:t xml:space="preserve">Toomas Võime FIE </w:t>
      </w:r>
      <w:r w:rsidRPr="00D114CD">
        <w:t>teiselt poolt</w:t>
      </w:r>
      <w:r w:rsidR="00971084">
        <w:t>,</w:t>
      </w:r>
      <w:r w:rsidRPr="00D114CD">
        <w:t xml:space="preserve"> edaspidi </w:t>
      </w:r>
      <w:r w:rsidR="00200A96" w:rsidRPr="00971084">
        <w:rPr>
          <w:b/>
        </w:rPr>
        <w:t>Töövõtja</w:t>
      </w:r>
      <w:r w:rsidR="00971084">
        <w:t>,</w:t>
      </w:r>
      <w:r w:rsidRPr="00D114CD">
        <w:t xml:space="preserve"> leppisid kokku alljärgnevas:</w:t>
      </w:r>
    </w:p>
    <w:p w:rsidR="00CF14CD" w:rsidRDefault="00CF14CD" w:rsidP="00CF14CD">
      <w:pPr>
        <w:tabs>
          <w:tab w:val="num" w:pos="360"/>
        </w:tabs>
        <w:jc w:val="both"/>
      </w:pPr>
    </w:p>
    <w:p w:rsidR="00603CB4" w:rsidRPr="00D114CD" w:rsidRDefault="00CF14CD" w:rsidP="00CF14CD">
      <w:pPr>
        <w:tabs>
          <w:tab w:val="num" w:pos="360"/>
        </w:tabs>
      </w:pPr>
      <w:r>
        <w:t>1.</w:t>
      </w:r>
      <w:r w:rsidR="00E51A36">
        <w:t xml:space="preserve">Tellija kohustub </w:t>
      </w:r>
      <w:r w:rsidR="00B26303">
        <w:t>tasuma punktis 2.1</w:t>
      </w:r>
      <w:r w:rsidR="00603CB4" w:rsidRPr="00D114CD">
        <w:t xml:space="preserve">. nimetatud Tööde teostamise eest alljärgnevalt: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60"/>
        <w:gridCol w:w="1550"/>
        <w:gridCol w:w="1294"/>
        <w:gridCol w:w="1134"/>
      </w:tblGrid>
      <w:tr w:rsidR="00603CB4" w:rsidRPr="002F1733" w:rsidTr="002F1733">
        <w:tc>
          <w:tcPr>
            <w:tcW w:w="1908" w:type="dxa"/>
          </w:tcPr>
          <w:p w:rsidR="00603CB4" w:rsidRPr="002F1733" w:rsidRDefault="00603CB4">
            <w:pPr>
              <w:pStyle w:val="Pealkiri2"/>
              <w:rPr>
                <w:sz w:val="22"/>
                <w:szCs w:val="22"/>
              </w:rPr>
            </w:pPr>
            <w:r w:rsidRPr="002F1733">
              <w:rPr>
                <w:sz w:val="22"/>
                <w:szCs w:val="22"/>
              </w:rPr>
              <w:t>Tööde nimetus</w:t>
            </w:r>
          </w:p>
        </w:tc>
        <w:tc>
          <w:tcPr>
            <w:tcW w:w="2160" w:type="dxa"/>
          </w:tcPr>
          <w:p w:rsidR="00603CB4" w:rsidRPr="002F1733" w:rsidRDefault="00603CB4">
            <w:pPr>
              <w:spacing w:line="240" w:lineRule="exact"/>
              <w:jc w:val="both"/>
              <w:rPr>
                <w:b/>
                <w:sz w:val="22"/>
                <w:szCs w:val="22"/>
              </w:rPr>
            </w:pPr>
            <w:r w:rsidRPr="002F1733">
              <w:rPr>
                <w:b/>
                <w:sz w:val="22"/>
                <w:szCs w:val="22"/>
              </w:rPr>
              <w:t>Mõõtühik</w:t>
            </w:r>
          </w:p>
        </w:tc>
        <w:tc>
          <w:tcPr>
            <w:tcW w:w="1550" w:type="dxa"/>
          </w:tcPr>
          <w:p w:rsidR="00603CB4" w:rsidRPr="002F1733" w:rsidRDefault="00603CB4">
            <w:pPr>
              <w:spacing w:line="240" w:lineRule="exact"/>
              <w:jc w:val="both"/>
              <w:rPr>
                <w:b/>
                <w:sz w:val="22"/>
                <w:szCs w:val="22"/>
              </w:rPr>
            </w:pPr>
            <w:r w:rsidRPr="002F1733">
              <w:rPr>
                <w:b/>
                <w:sz w:val="22"/>
                <w:szCs w:val="22"/>
              </w:rPr>
              <w:t xml:space="preserve">Hind </w:t>
            </w:r>
          </w:p>
        </w:tc>
        <w:tc>
          <w:tcPr>
            <w:tcW w:w="1294" w:type="dxa"/>
          </w:tcPr>
          <w:p w:rsidR="00603CB4" w:rsidRPr="002F1733" w:rsidRDefault="00603CB4">
            <w:pPr>
              <w:spacing w:line="240" w:lineRule="exact"/>
              <w:jc w:val="both"/>
              <w:rPr>
                <w:b/>
                <w:sz w:val="22"/>
                <w:szCs w:val="22"/>
              </w:rPr>
            </w:pPr>
            <w:r w:rsidRPr="002F1733">
              <w:rPr>
                <w:b/>
                <w:sz w:val="22"/>
                <w:szCs w:val="22"/>
              </w:rPr>
              <w:t>Koefitsient</w:t>
            </w:r>
          </w:p>
        </w:tc>
        <w:tc>
          <w:tcPr>
            <w:tcW w:w="1134" w:type="dxa"/>
          </w:tcPr>
          <w:p w:rsidR="00603CB4" w:rsidRPr="002F1733" w:rsidRDefault="00603CB4">
            <w:pPr>
              <w:spacing w:line="240" w:lineRule="exact"/>
              <w:jc w:val="both"/>
              <w:rPr>
                <w:b/>
                <w:sz w:val="22"/>
                <w:szCs w:val="22"/>
              </w:rPr>
            </w:pPr>
            <w:r w:rsidRPr="002F1733">
              <w:rPr>
                <w:b/>
                <w:sz w:val="22"/>
                <w:szCs w:val="22"/>
              </w:rPr>
              <w:t>Summa</w:t>
            </w:r>
            <w:r w:rsidR="001E5CC2">
              <w:rPr>
                <w:b/>
                <w:sz w:val="22"/>
                <w:szCs w:val="22"/>
              </w:rPr>
              <w:t xml:space="preserve"> €</w:t>
            </w:r>
          </w:p>
        </w:tc>
      </w:tr>
      <w:tr w:rsidR="00603CB4" w:rsidRPr="002F1733" w:rsidTr="002F1733">
        <w:tc>
          <w:tcPr>
            <w:tcW w:w="1908" w:type="dxa"/>
          </w:tcPr>
          <w:p w:rsidR="00603CB4" w:rsidRPr="002F1733" w:rsidRDefault="00603CB4">
            <w:pPr>
              <w:spacing w:line="240" w:lineRule="exact"/>
              <w:jc w:val="both"/>
              <w:rPr>
                <w:sz w:val="22"/>
                <w:szCs w:val="22"/>
              </w:rPr>
            </w:pPr>
          </w:p>
        </w:tc>
        <w:tc>
          <w:tcPr>
            <w:tcW w:w="2160" w:type="dxa"/>
          </w:tcPr>
          <w:p w:rsidR="00603CB4" w:rsidRPr="002F1733" w:rsidRDefault="00603CB4">
            <w:pPr>
              <w:spacing w:line="240" w:lineRule="exact"/>
              <w:jc w:val="both"/>
              <w:rPr>
                <w:sz w:val="22"/>
                <w:szCs w:val="22"/>
              </w:rPr>
            </w:pPr>
          </w:p>
        </w:tc>
        <w:tc>
          <w:tcPr>
            <w:tcW w:w="1550" w:type="dxa"/>
          </w:tcPr>
          <w:p w:rsidR="00603CB4" w:rsidRPr="002F1733" w:rsidRDefault="00603CB4">
            <w:pPr>
              <w:spacing w:line="240" w:lineRule="exact"/>
              <w:jc w:val="both"/>
              <w:rPr>
                <w:sz w:val="22"/>
                <w:szCs w:val="22"/>
              </w:rPr>
            </w:pPr>
          </w:p>
        </w:tc>
        <w:tc>
          <w:tcPr>
            <w:tcW w:w="1294" w:type="dxa"/>
          </w:tcPr>
          <w:p w:rsidR="00603CB4" w:rsidRPr="002F1733" w:rsidRDefault="00603CB4">
            <w:pPr>
              <w:spacing w:line="240" w:lineRule="exact"/>
              <w:jc w:val="both"/>
              <w:rPr>
                <w:sz w:val="22"/>
                <w:szCs w:val="22"/>
              </w:rPr>
            </w:pPr>
          </w:p>
        </w:tc>
        <w:tc>
          <w:tcPr>
            <w:tcW w:w="1134" w:type="dxa"/>
          </w:tcPr>
          <w:p w:rsidR="00603CB4" w:rsidRPr="002F1733" w:rsidRDefault="00603CB4">
            <w:pPr>
              <w:spacing w:line="240" w:lineRule="exact"/>
              <w:jc w:val="both"/>
              <w:rPr>
                <w:sz w:val="22"/>
                <w:szCs w:val="22"/>
              </w:rPr>
            </w:pPr>
          </w:p>
        </w:tc>
      </w:tr>
      <w:tr w:rsidR="007E54A5" w:rsidRPr="002F1733" w:rsidTr="002F1733">
        <w:tc>
          <w:tcPr>
            <w:tcW w:w="1908" w:type="dxa"/>
          </w:tcPr>
          <w:p w:rsidR="007E54A5" w:rsidRPr="002F1733" w:rsidRDefault="007E54A5" w:rsidP="00E577C8">
            <w:pPr>
              <w:spacing w:line="240" w:lineRule="exact"/>
              <w:jc w:val="both"/>
              <w:rPr>
                <w:sz w:val="22"/>
                <w:szCs w:val="22"/>
              </w:rPr>
            </w:pPr>
            <w:r w:rsidRPr="002F1733">
              <w:rPr>
                <w:sz w:val="22"/>
                <w:szCs w:val="22"/>
              </w:rPr>
              <w:t xml:space="preserve">Metsamaja </w:t>
            </w:r>
            <w:r w:rsidR="00C4770D">
              <w:rPr>
                <w:sz w:val="22"/>
                <w:szCs w:val="22"/>
              </w:rPr>
              <w:t xml:space="preserve">kliendijärgne </w:t>
            </w:r>
            <w:r w:rsidRPr="002F1733">
              <w:rPr>
                <w:sz w:val="22"/>
                <w:szCs w:val="22"/>
              </w:rPr>
              <w:t>koristus</w:t>
            </w:r>
          </w:p>
        </w:tc>
        <w:tc>
          <w:tcPr>
            <w:tcW w:w="2160" w:type="dxa"/>
          </w:tcPr>
          <w:p w:rsidR="007E54A5" w:rsidRPr="002F1733" w:rsidRDefault="007E54A5" w:rsidP="00E577C8">
            <w:pPr>
              <w:spacing w:line="240" w:lineRule="exact"/>
              <w:jc w:val="both"/>
              <w:rPr>
                <w:sz w:val="22"/>
                <w:szCs w:val="22"/>
              </w:rPr>
            </w:pPr>
            <w:r w:rsidRPr="002F1733">
              <w:rPr>
                <w:sz w:val="22"/>
                <w:szCs w:val="22"/>
              </w:rPr>
              <w:t xml:space="preserve">kord </w:t>
            </w:r>
          </w:p>
        </w:tc>
        <w:tc>
          <w:tcPr>
            <w:tcW w:w="1550" w:type="dxa"/>
          </w:tcPr>
          <w:p w:rsidR="007E54A5" w:rsidRPr="002F1733" w:rsidRDefault="00B461A5" w:rsidP="00E577C8">
            <w:pPr>
              <w:spacing w:line="240" w:lineRule="exact"/>
              <w:jc w:val="both"/>
              <w:rPr>
                <w:sz w:val="22"/>
                <w:szCs w:val="22"/>
              </w:rPr>
            </w:pPr>
            <w:r>
              <w:rPr>
                <w:sz w:val="22"/>
                <w:szCs w:val="22"/>
              </w:rPr>
              <w:t>30</w:t>
            </w:r>
            <w:r w:rsidR="007E54A5" w:rsidRPr="002F1733">
              <w:rPr>
                <w:sz w:val="22"/>
                <w:szCs w:val="22"/>
              </w:rPr>
              <w:t>,</w:t>
            </w:r>
            <w:r w:rsidR="0088164F">
              <w:rPr>
                <w:sz w:val="22"/>
                <w:szCs w:val="22"/>
              </w:rPr>
              <w:t>00</w:t>
            </w:r>
          </w:p>
        </w:tc>
        <w:tc>
          <w:tcPr>
            <w:tcW w:w="1294" w:type="dxa"/>
          </w:tcPr>
          <w:p w:rsidR="007E54A5" w:rsidRPr="002F1733" w:rsidRDefault="007E54A5" w:rsidP="00E577C8">
            <w:pPr>
              <w:spacing w:line="240" w:lineRule="exact"/>
              <w:jc w:val="both"/>
              <w:rPr>
                <w:sz w:val="22"/>
                <w:szCs w:val="22"/>
              </w:rPr>
            </w:pPr>
            <w:r w:rsidRPr="002F1733">
              <w:rPr>
                <w:sz w:val="22"/>
                <w:szCs w:val="22"/>
              </w:rPr>
              <w:t>1,0</w:t>
            </w:r>
          </w:p>
        </w:tc>
        <w:tc>
          <w:tcPr>
            <w:tcW w:w="1134" w:type="dxa"/>
          </w:tcPr>
          <w:p w:rsidR="007E54A5" w:rsidRPr="002F1733" w:rsidRDefault="00B461A5" w:rsidP="00E577C8">
            <w:pPr>
              <w:spacing w:line="240" w:lineRule="exact"/>
              <w:jc w:val="both"/>
              <w:rPr>
                <w:sz w:val="22"/>
                <w:szCs w:val="22"/>
              </w:rPr>
            </w:pPr>
            <w:r>
              <w:rPr>
                <w:sz w:val="22"/>
                <w:szCs w:val="22"/>
              </w:rPr>
              <w:t>30</w:t>
            </w:r>
            <w:r w:rsidR="007E54A5" w:rsidRPr="002F1733">
              <w:rPr>
                <w:sz w:val="22"/>
                <w:szCs w:val="22"/>
              </w:rPr>
              <w:t>,</w:t>
            </w:r>
            <w:r w:rsidR="0088164F">
              <w:rPr>
                <w:sz w:val="22"/>
                <w:szCs w:val="22"/>
              </w:rPr>
              <w:t>00</w:t>
            </w:r>
          </w:p>
        </w:tc>
      </w:tr>
      <w:tr w:rsidR="00603CB4" w:rsidRPr="002F1733" w:rsidTr="002F1733">
        <w:tc>
          <w:tcPr>
            <w:tcW w:w="1908" w:type="dxa"/>
          </w:tcPr>
          <w:p w:rsidR="00603CB4" w:rsidRPr="002F1733" w:rsidRDefault="002F1733">
            <w:pPr>
              <w:spacing w:line="240" w:lineRule="exact"/>
              <w:jc w:val="both"/>
              <w:rPr>
                <w:sz w:val="22"/>
                <w:szCs w:val="22"/>
              </w:rPr>
            </w:pPr>
            <w:r w:rsidRPr="002F1733">
              <w:rPr>
                <w:sz w:val="22"/>
                <w:szCs w:val="22"/>
              </w:rPr>
              <w:t>Metsamaja üldhooldus</w:t>
            </w:r>
          </w:p>
        </w:tc>
        <w:tc>
          <w:tcPr>
            <w:tcW w:w="2160" w:type="dxa"/>
          </w:tcPr>
          <w:p w:rsidR="00603CB4" w:rsidRDefault="00603CB4">
            <w:pPr>
              <w:spacing w:line="240" w:lineRule="exact"/>
              <w:jc w:val="both"/>
              <w:rPr>
                <w:sz w:val="22"/>
                <w:szCs w:val="22"/>
              </w:rPr>
            </w:pPr>
          </w:p>
          <w:p w:rsidR="002F1733" w:rsidRPr="002F1733" w:rsidRDefault="002F1733">
            <w:pPr>
              <w:spacing w:line="240" w:lineRule="exact"/>
              <w:jc w:val="both"/>
              <w:rPr>
                <w:sz w:val="22"/>
                <w:szCs w:val="22"/>
              </w:rPr>
            </w:pPr>
            <w:r>
              <w:rPr>
                <w:sz w:val="22"/>
                <w:szCs w:val="22"/>
              </w:rPr>
              <w:t>kuu</w:t>
            </w:r>
          </w:p>
        </w:tc>
        <w:tc>
          <w:tcPr>
            <w:tcW w:w="1550" w:type="dxa"/>
          </w:tcPr>
          <w:p w:rsidR="00603CB4" w:rsidRDefault="00603CB4">
            <w:pPr>
              <w:spacing w:line="240" w:lineRule="exact"/>
              <w:jc w:val="both"/>
              <w:rPr>
                <w:sz w:val="22"/>
                <w:szCs w:val="22"/>
              </w:rPr>
            </w:pPr>
          </w:p>
          <w:p w:rsidR="002F1733" w:rsidRPr="002F1733" w:rsidRDefault="00B461A5">
            <w:pPr>
              <w:spacing w:line="240" w:lineRule="exact"/>
              <w:jc w:val="both"/>
              <w:rPr>
                <w:sz w:val="22"/>
                <w:szCs w:val="22"/>
              </w:rPr>
            </w:pPr>
            <w:r>
              <w:rPr>
                <w:sz w:val="22"/>
                <w:szCs w:val="22"/>
              </w:rPr>
              <w:t>10</w:t>
            </w:r>
            <w:r w:rsidR="00B65A76">
              <w:rPr>
                <w:sz w:val="22"/>
                <w:szCs w:val="22"/>
              </w:rPr>
              <w:t>0</w:t>
            </w:r>
            <w:r w:rsidR="002F1733">
              <w:rPr>
                <w:sz w:val="22"/>
                <w:szCs w:val="22"/>
              </w:rPr>
              <w:t>,00</w:t>
            </w:r>
          </w:p>
        </w:tc>
        <w:tc>
          <w:tcPr>
            <w:tcW w:w="1294" w:type="dxa"/>
          </w:tcPr>
          <w:p w:rsidR="00603CB4" w:rsidRDefault="00603CB4">
            <w:pPr>
              <w:spacing w:line="240" w:lineRule="exact"/>
              <w:jc w:val="both"/>
              <w:rPr>
                <w:sz w:val="22"/>
                <w:szCs w:val="22"/>
              </w:rPr>
            </w:pPr>
          </w:p>
          <w:p w:rsidR="002F1733" w:rsidRPr="002F1733" w:rsidRDefault="002F1733">
            <w:pPr>
              <w:spacing w:line="240" w:lineRule="exact"/>
              <w:jc w:val="both"/>
              <w:rPr>
                <w:sz w:val="22"/>
                <w:szCs w:val="22"/>
              </w:rPr>
            </w:pPr>
            <w:r>
              <w:rPr>
                <w:sz w:val="22"/>
                <w:szCs w:val="22"/>
              </w:rPr>
              <w:t>1</w:t>
            </w:r>
          </w:p>
        </w:tc>
        <w:tc>
          <w:tcPr>
            <w:tcW w:w="1134" w:type="dxa"/>
          </w:tcPr>
          <w:p w:rsidR="00603CB4" w:rsidRDefault="00603CB4">
            <w:pPr>
              <w:spacing w:line="240" w:lineRule="exact"/>
              <w:jc w:val="both"/>
              <w:rPr>
                <w:sz w:val="22"/>
                <w:szCs w:val="22"/>
              </w:rPr>
            </w:pPr>
          </w:p>
          <w:p w:rsidR="002F1733" w:rsidRPr="002F1733" w:rsidRDefault="00B461A5">
            <w:pPr>
              <w:spacing w:line="240" w:lineRule="exact"/>
              <w:jc w:val="both"/>
              <w:rPr>
                <w:sz w:val="22"/>
                <w:szCs w:val="22"/>
              </w:rPr>
            </w:pPr>
            <w:r>
              <w:rPr>
                <w:sz w:val="22"/>
                <w:szCs w:val="22"/>
              </w:rPr>
              <w:t>10</w:t>
            </w:r>
            <w:r w:rsidR="00B65A76">
              <w:rPr>
                <w:sz w:val="22"/>
                <w:szCs w:val="22"/>
              </w:rPr>
              <w:t>0</w:t>
            </w:r>
            <w:r w:rsidR="002F1733">
              <w:rPr>
                <w:sz w:val="22"/>
                <w:szCs w:val="22"/>
              </w:rPr>
              <w:t>,00</w:t>
            </w:r>
          </w:p>
        </w:tc>
      </w:tr>
      <w:tr w:rsidR="00603CB4" w:rsidRPr="002F1733" w:rsidTr="002F1733">
        <w:tc>
          <w:tcPr>
            <w:tcW w:w="1908" w:type="dxa"/>
          </w:tcPr>
          <w:p w:rsidR="00603CB4" w:rsidRPr="002F1733" w:rsidRDefault="00603CB4">
            <w:pPr>
              <w:spacing w:line="240" w:lineRule="exact"/>
              <w:jc w:val="both"/>
              <w:rPr>
                <w:sz w:val="22"/>
                <w:szCs w:val="22"/>
              </w:rPr>
            </w:pPr>
          </w:p>
        </w:tc>
        <w:tc>
          <w:tcPr>
            <w:tcW w:w="2160" w:type="dxa"/>
          </w:tcPr>
          <w:p w:rsidR="00603CB4" w:rsidRPr="002F1733" w:rsidRDefault="00603CB4">
            <w:pPr>
              <w:spacing w:line="240" w:lineRule="exact"/>
              <w:jc w:val="both"/>
              <w:rPr>
                <w:sz w:val="22"/>
                <w:szCs w:val="22"/>
              </w:rPr>
            </w:pPr>
          </w:p>
        </w:tc>
        <w:tc>
          <w:tcPr>
            <w:tcW w:w="1550" w:type="dxa"/>
          </w:tcPr>
          <w:p w:rsidR="00603CB4" w:rsidRPr="002F1733" w:rsidRDefault="00603CB4">
            <w:pPr>
              <w:spacing w:line="240" w:lineRule="exact"/>
              <w:jc w:val="both"/>
              <w:rPr>
                <w:sz w:val="22"/>
                <w:szCs w:val="22"/>
              </w:rPr>
            </w:pPr>
          </w:p>
        </w:tc>
        <w:tc>
          <w:tcPr>
            <w:tcW w:w="1294" w:type="dxa"/>
          </w:tcPr>
          <w:p w:rsidR="00603CB4" w:rsidRPr="002F1733" w:rsidRDefault="00603CB4">
            <w:pPr>
              <w:spacing w:line="240" w:lineRule="exact"/>
              <w:jc w:val="both"/>
              <w:rPr>
                <w:sz w:val="22"/>
                <w:szCs w:val="22"/>
              </w:rPr>
            </w:pPr>
          </w:p>
        </w:tc>
        <w:tc>
          <w:tcPr>
            <w:tcW w:w="1134" w:type="dxa"/>
          </w:tcPr>
          <w:p w:rsidR="00603CB4" w:rsidRPr="002F1733" w:rsidRDefault="00603CB4">
            <w:pPr>
              <w:spacing w:line="240" w:lineRule="exact"/>
              <w:jc w:val="both"/>
              <w:rPr>
                <w:sz w:val="22"/>
                <w:szCs w:val="22"/>
              </w:rPr>
            </w:pPr>
          </w:p>
        </w:tc>
      </w:tr>
      <w:tr w:rsidR="00603CB4" w:rsidRPr="002F1733" w:rsidTr="002F1733">
        <w:tc>
          <w:tcPr>
            <w:tcW w:w="1908" w:type="dxa"/>
          </w:tcPr>
          <w:p w:rsidR="00603CB4" w:rsidRPr="002F1733" w:rsidRDefault="00603CB4">
            <w:pPr>
              <w:spacing w:line="240" w:lineRule="exact"/>
              <w:jc w:val="both"/>
              <w:rPr>
                <w:sz w:val="22"/>
                <w:szCs w:val="22"/>
              </w:rPr>
            </w:pPr>
          </w:p>
        </w:tc>
        <w:tc>
          <w:tcPr>
            <w:tcW w:w="2160" w:type="dxa"/>
          </w:tcPr>
          <w:p w:rsidR="00603CB4" w:rsidRPr="002F1733" w:rsidRDefault="00603CB4">
            <w:pPr>
              <w:spacing w:line="240" w:lineRule="exact"/>
              <w:jc w:val="both"/>
              <w:rPr>
                <w:sz w:val="22"/>
                <w:szCs w:val="22"/>
              </w:rPr>
            </w:pPr>
          </w:p>
        </w:tc>
        <w:tc>
          <w:tcPr>
            <w:tcW w:w="1550" w:type="dxa"/>
          </w:tcPr>
          <w:p w:rsidR="00603CB4" w:rsidRPr="002F1733" w:rsidRDefault="00603CB4">
            <w:pPr>
              <w:spacing w:line="240" w:lineRule="exact"/>
              <w:jc w:val="both"/>
              <w:rPr>
                <w:sz w:val="22"/>
                <w:szCs w:val="22"/>
              </w:rPr>
            </w:pPr>
          </w:p>
        </w:tc>
        <w:tc>
          <w:tcPr>
            <w:tcW w:w="1294" w:type="dxa"/>
          </w:tcPr>
          <w:p w:rsidR="00603CB4" w:rsidRPr="002F1733" w:rsidRDefault="00603CB4">
            <w:pPr>
              <w:spacing w:line="240" w:lineRule="exact"/>
              <w:jc w:val="both"/>
              <w:rPr>
                <w:sz w:val="22"/>
                <w:szCs w:val="22"/>
              </w:rPr>
            </w:pPr>
          </w:p>
        </w:tc>
        <w:tc>
          <w:tcPr>
            <w:tcW w:w="1134" w:type="dxa"/>
          </w:tcPr>
          <w:p w:rsidR="00603CB4" w:rsidRPr="002F1733" w:rsidRDefault="00603CB4">
            <w:pPr>
              <w:spacing w:line="240" w:lineRule="exact"/>
              <w:jc w:val="both"/>
              <w:rPr>
                <w:sz w:val="22"/>
                <w:szCs w:val="22"/>
              </w:rPr>
            </w:pPr>
          </w:p>
        </w:tc>
      </w:tr>
      <w:tr w:rsidR="00603CB4" w:rsidRPr="002F1733" w:rsidTr="002F1733">
        <w:tc>
          <w:tcPr>
            <w:tcW w:w="1908" w:type="dxa"/>
          </w:tcPr>
          <w:p w:rsidR="00603CB4" w:rsidRPr="002F1733" w:rsidRDefault="00603CB4">
            <w:pPr>
              <w:spacing w:line="240" w:lineRule="exact"/>
              <w:jc w:val="both"/>
              <w:rPr>
                <w:sz w:val="22"/>
                <w:szCs w:val="22"/>
              </w:rPr>
            </w:pPr>
          </w:p>
        </w:tc>
        <w:tc>
          <w:tcPr>
            <w:tcW w:w="2160" w:type="dxa"/>
          </w:tcPr>
          <w:p w:rsidR="00603CB4" w:rsidRPr="002F1733" w:rsidRDefault="00603CB4">
            <w:pPr>
              <w:spacing w:line="240" w:lineRule="exact"/>
              <w:jc w:val="both"/>
              <w:rPr>
                <w:sz w:val="22"/>
                <w:szCs w:val="22"/>
              </w:rPr>
            </w:pPr>
          </w:p>
        </w:tc>
        <w:tc>
          <w:tcPr>
            <w:tcW w:w="1550" w:type="dxa"/>
          </w:tcPr>
          <w:p w:rsidR="00603CB4" w:rsidRPr="002F1733" w:rsidRDefault="00603CB4">
            <w:pPr>
              <w:spacing w:line="240" w:lineRule="exact"/>
              <w:jc w:val="both"/>
              <w:rPr>
                <w:sz w:val="22"/>
                <w:szCs w:val="22"/>
              </w:rPr>
            </w:pPr>
          </w:p>
        </w:tc>
        <w:tc>
          <w:tcPr>
            <w:tcW w:w="1294" w:type="dxa"/>
          </w:tcPr>
          <w:p w:rsidR="00603CB4" w:rsidRPr="002F1733" w:rsidRDefault="00603CB4">
            <w:pPr>
              <w:spacing w:line="240" w:lineRule="exact"/>
              <w:jc w:val="both"/>
              <w:rPr>
                <w:sz w:val="22"/>
                <w:szCs w:val="22"/>
              </w:rPr>
            </w:pPr>
          </w:p>
        </w:tc>
        <w:tc>
          <w:tcPr>
            <w:tcW w:w="1134" w:type="dxa"/>
          </w:tcPr>
          <w:p w:rsidR="00603CB4" w:rsidRPr="002F1733" w:rsidRDefault="00603CB4">
            <w:pPr>
              <w:spacing w:line="240" w:lineRule="exact"/>
              <w:jc w:val="both"/>
              <w:rPr>
                <w:sz w:val="22"/>
                <w:szCs w:val="22"/>
              </w:rPr>
            </w:pPr>
          </w:p>
        </w:tc>
      </w:tr>
      <w:tr w:rsidR="00603CB4" w:rsidRPr="002F1733" w:rsidTr="002F1733">
        <w:tc>
          <w:tcPr>
            <w:tcW w:w="1908" w:type="dxa"/>
          </w:tcPr>
          <w:p w:rsidR="00603CB4" w:rsidRPr="002F1733" w:rsidRDefault="00603CB4">
            <w:pPr>
              <w:spacing w:line="240" w:lineRule="exact"/>
              <w:jc w:val="both"/>
              <w:rPr>
                <w:sz w:val="22"/>
                <w:szCs w:val="22"/>
              </w:rPr>
            </w:pPr>
          </w:p>
        </w:tc>
        <w:tc>
          <w:tcPr>
            <w:tcW w:w="2160" w:type="dxa"/>
          </w:tcPr>
          <w:p w:rsidR="00603CB4" w:rsidRPr="002F1733" w:rsidRDefault="00603CB4">
            <w:pPr>
              <w:spacing w:line="240" w:lineRule="exact"/>
              <w:jc w:val="both"/>
              <w:rPr>
                <w:sz w:val="22"/>
                <w:szCs w:val="22"/>
              </w:rPr>
            </w:pPr>
          </w:p>
        </w:tc>
        <w:tc>
          <w:tcPr>
            <w:tcW w:w="1550" w:type="dxa"/>
          </w:tcPr>
          <w:p w:rsidR="00603CB4" w:rsidRPr="002F1733" w:rsidRDefault="00603CB4">
            <w:pPr>
              <w:spacing w:line="240" w:lineRule="exact"/>
              <w:jc w:val="both"/>
              <w:rPr>
                <w:sz w:val="22"/>
                <w:szCs w:val="22"/>
              </w:rPr>
            </w:pPr>
          </w:p>
        </w:tc>
        <w:tc>
          <w:tcPr>
            <w:tcW w:w="1294" w:type="dxa"/>
          </w:tcPr>
          <w:p w:rsidR="00603CB4" w:rsidRPr="002F1733" w:rsidRDefault="00603CB4">
            <w:pPr>
              <w:spacing w:line="240" w:lineRule="exact"/>
              <w:jc w:val="both"/>
              <w:rPr>
                <w:sz w:val="22"/>
                <w:szCs w:val="22"/>
              </w:rPr>
            </w:pPr>
          </w:p>
        </w:tc>
        <w:tc>
          <w:tcPr>
            <w:tcW w:w="1134" w:type="dxa"/>
          </w:tcPr>
          <w:p w:rsidR="00603CB4" w:rsidRPr="002F1733" w:rsidRDefault="00603CB4">
            <w:pPr>
              <w:spacing w:line="240" w:lineRule="exact"/>
              <w:jc w:val="both"/>
              <w:rPr>
                <w:sz w:val="22"/>
                <w:szCs w:val="22"/>
              </w:rPr>
            </w:pPr>
          </w:p>
        </w:tc>
      </w:tr>
    </w:tbl>
    <w:p w:rsidR="00603CB4" w:rsidRDefault="00603CB4">
      <w:pPr>
        <w:spacing w:line="240" w:lineRule="exact"/>
        <w:jc w:val="both"/>
        <w:rPr>
          <w:sz w:val="20"/>
        </w:rPr>
      </w:pPr>
    </w:p>
    <w:p w:rsidR="00603CB4" w:rsidRPr="00D114CD" w:rsidRDefault="00603CB4">
      <w:pPr>
        <w:jc w:val="both"/>
      </w:pPr>
      <w:r w:rsidRPr="00D114CD">
        <w:t>2. Käesolev hinnakokkulepe</w:t>
      </w:r>
      <w:r w:rsidR="00E51A36">
        <w:t xml:space="preserve"> on kehtiv ajavahemikul 0</w:t>
      </w:r>
      <w:r w:rsidR="00E17268">
        <w:t>1</w:t>
      </w:r>
      <w:r w:rsidR="00FF54E3">
        <w:t xml:space="preserve">.jaanuar </w:t>
      </w:r>
      <w:r w:rsidRPr="00D114CD">
        <w:t>kuni 31.</w:t>
      </w:r>
      <w:r w:rsidR="0074692D">
        <w:t xml:space="preserve"> </w:t>
      </w:r>
      <w:r w:rsidRPr="00D114CD">
        <w:t>detsember 20</w:t>
      </w:r>
      <w:r w:rsidR="00E51A36">
        <w:t>16</w:t>
      </w:r>
      <w:r w:rsidR="002F1733">
        <w:t xml:space="preserve"> </w:t>
      </w:r>
      <w:r w:rsidRPr="00D114CD">
        <w:t>a.</w:t>
      </w:r>
      <w:r w:rsidR="00B65A76">
        <w:t xml:space="preserve"> </w:t>
      </w:r>
    </w:p>
    <w:p w:rsidR="00603CB4" w:rsidRPr="00D114CD" w:rsidRDefault="00603CB4">
      <w:pPr>
        <w:jc w:val="both"/>
      </w:pPr>
    </w:p>
    <w:p w:rsidR="00603CB4" w:rsidRPr="00D114CD" w:rsidRDefault="00603CB4">
      <w:pPr>
        <w:jc w:val="both"/>
      </w:pPr>
      <w:r w:rsidRPr="00D114CD">
        <w:t>Käesolev lisa on koostatud kahes eksemplaris, millest üks Tellijale ja üks T</w:t>
      </w:r>
      <w:r w:rsidR="00200A96">
        <w:t>öövõtjale</w:t>
      </w:r>
      <w:r w:rsidRPr="00D114CD">
        <w:t>.</w:t>
      </w:r>
    </w:p>
    <w:p w:rsidR="00603CB4" w:rsidRPr="00D114CD" w:rsidRDefault="00603CB4">
      <w:pPr>
        <w:jc w:val="both"/>
      </w:pPr>
    </w:p>
    <w:p w:rsidR="005627D7" w:rsidRDefault="005627D7">
      <w:pPr>
        <w:jc w:val="both"/>
        <w:rPr>
          <w:b/>
        </w:rPr>
      </w:pPr>
    </w:p>
    <w:p w:rsidR="005627D7" w:rsidRDefault="005627D7">
      <w:pPr>
        <w:jc w:val="both"/>
        <w:rPr>
          <w:b/>
        </w:rPr>
      </w:pPr>
    </w:p>
    <w:p w:rsidR="00603CB4" w:rsidRPr="00D114CD" w:rsidRDefault="00200A96">
      <w:pPr>
        <w:jc w:val="both"/>
        <w:rPr>
          <w:b/>
        </w:rPr>
      </w:pPr>
      <w:r>
        <w:rPr>
          <w:b/>
        </w:rPr>
        <w:t>Tellija</w:t>
      </w:r>
      <w:r>
        <w:rPr>
          <w:b/>
        </w:rPr>
        <w:tab/>
      </w:r>
      <w:r>
        <w:rPr>
          <w:b/>
        </w:rPr>
        <w:tab/>
      </w:r>
      <w:r>
        <w:rPr>
          <w:b/>
        </w:rPr>
        <w:tab/>
      </w:r>
      <w:r>
        <w:rPr>
          <w:b/>
        </w:rPr>
        <w:tab/>
      </w:r>
      <w:r>
        <w:rPr>
          <w:b/>
        </w:rPr>
        <w:tab/>
      </w:r>
      <w:r w:rsidR="0074692D">
        <w:rPr>
          <w:b/>
        </w:rPr>
        <w:tab/>
      </w:r>
      <w:r w:rsidR="0074692D">
        <w:rPr>
          <w:b/>
        </w:rPr>
        <w:tab/>
      </w:r>
      <w:r>
        <w:rPr>
          <w:b/>
        </w:rPr>
        <w:t>Töövõtja</w:t>
      </w:r>
    </w:p>
    <w:p w:rsidR="00603CB4" w:rsidRPr="00D114CD" w:rsidRDefault="00603CB4">
      <w:pPr>
        <w:jc w:val="both"/>
      </w:pPr>
    </w:p>
    <w:p w:rsidR="00971084" w:rsidRDefault="00971084" w:rsidP="00971084">
      <w:pPr>
        <w:tabs>
          <w:tab w:val="left" w:pos="4320"/>
        </w:tabs>
        <w:spacing w:line="240" w:lineRule="exact"/>
        <w:jc w:val="both"/>
        <w:rPr>
          <w:b/>
        </w:rPr>
      </w:pPr>
    </w:p>
    <w:p w:rsidR="00971084" w:rsidRDefault="00971084" w:rsidP="00971084">
      <w:pPr>
        <w:tabs>
          <w:tab w:val="left" w:pos="4320"/>
        </w:tabs>
        <w:spacing w:line="240" w:lineRule="exact"/>
        <w:jc w:val="both"/>
        <w:rPr>
          <w:b/>
        </w:rPr>
      </w:pPr>
    </w:p>
    <w:p w:rsidR="00971084" w:rsidRDefault="00971084" w:rsidP="00971084">
      <w:pPr>
        <w:tabs>
          <w:tab w:val="left" w:pos="4320"/>
        </w:tabs>
        <w:spacing w:line="240" w:lineRule="exact"/>
        <w:jc w:val="both"/>
        <w:rPr>
          <w:b/>
        </w:rPr>
      </w:pPr>
    </w:p>
    <w:p w:rsidR="00971084" w:rsidRDefault="00971084" w:rsidP="00971084">
      <w:pPr>
        <w:tabs>
          <w:tab w:val="left" w:pos="4320"/>
        </w:tabs>
        <w:spacing w:line="240" w:lineRule="exact"/>
        <w:jc w:val="both"/>
        <w:rPr>
          <w:b/>
        </w:rPr>
      </w:pPr>
    </w:p>
    <w:p w:rsidR="00971084" w:rsidRPr="003A55B9" w:rsidRDefault="00971084" w:rsidP="00971084">
      <w:pPr>
        <w:tabs>
          <w:tab w:val="left" w:pos="4320"/>
        </w:tabs>
        <w:spacing w:line="240" w:lineRule="exact"/>
        <w:jc w:val="both"/>
      </w:pPr>
      <w:proofErr w:type="spellStart"/>
      <w:r w:rsidRPr="003A55B9">
        <w:t>…………………………………</w:t>
      </w:r>
      <w:proofErr w:type="spellEnd"/>
      <w:r w:rsidRPr="003A55B9">
        <w:t xml:space="preserve">                    </w:t>
      </w:r>
      <w:proofErr w:type="spellStart"/>
      <w:r w:rsidRPr="003A55B9">
        <w:t>……………………………………</w:t>
      </w:r>
      <w:proofErr w:type="spellEnd"/>
    </w:p>
    <w:p w:rsidR="00B653DD" w:rsidRDefault="00E51A36" w:rsidP="00B653DD">
      <w:pPr>
        <w:jc w:val="both"/>
      </w:pPr>
      <w:r>
        <w:t>Jaanus Käärma</w:t>
      </w:r>
      <w:r w:rsidR="00B653DD">
        <w:tab/>
      </w:r>
      <w:r w:rsidR="00B653DD">
        <w:tab/>
      </w:r>
      <w:r w:rsidR="00B653DD">
        <w:tab/>
      </w:r>
      <w:r w:rsidR="00B653DD">
        <w:tab/>
      </w:r>
      <w:r w:rsidR="00B653DD">
        <w:tab/>
      </w:r>
      <w:r w:rsidR="002A0A1F">
        <w:t>Toomas Võime FIE</w:t>
      </w:r>
    </w:p>
    <w:p w:rsidR="00B653DD" w:rsidRDefault="00B653DD" w:rsidP="00B653DD">
      <w:pPr>
        <w:jc w:val="both"/>
      </w:pPr>
      <w:r>
        <w:t>RMK loodushoiuosakonna</w:t>
      </w:r>
      <w:r>
        <w:tab/>
      </w:r>
      <w:r>
        <w:tab/>
      </w:r>
      <w:r>
        <w:tab/>
      </w:r>
      <w:r>
        <w:tab/>
      </w:r>
    </w:p>
    <w:p w:rsidR="00603CB4" w:rsidRDefault="00E51A36" w:rsidP="00B653DD">
      <w:pPr>
        <w:jc w:val="both"/>
      </w:pPr>
      <w:r>
        <w:t>Vahe</w:t>
      </w:r>
      <w:r w:rsidR="00B653DD">
        <w:t>-Eesti piirkonna juhataja</w:t>
      </w:r>
    </w:p>
    <w:p w:rsidR="0074692D" w:rsidRDefault="0074692D">
      <w:pPr>
        <w:jc w:val="both"/>
      </w:pPr>
    </w:p>
    <w:p w:rsidR="0074692D" w:rsidRDefault="0074692D">
      <w:pPr>
        <w:jc w:val="both"/>
      </w:pPr>
    </w:p>
    <w:p w:rsidR="0074692D" w:rsidRPr="00D114CD" w:rsidRDefault="0074692D">
      <w:pPr>
        <w:jc w:val="both"/>
      </w:pPr>
    </w:p>
    <w:p w:rsidR="00603CB4" w:rsidRDefault="00603CB4">
      <w:pPr>
        <w:pStyle w:val="Tiitel"/>
        <w:jc w:val="left"/>
        <w:rPr>
          <w:sz w:val="20"/>
          <w:lang w:val="fi-FI"/>
        </w:rPr>
      </w:pPr>
    </w:p>
    <w:p w:rsidR="00603CB4" w:rsidRDefault="00603CB4">
      <w:pPr>
        <w:pStyle w:val="Tiitel"/>
        <w:jc w:val="left"/>
        <w:rPr>
          <w:sz w:val="20"/>
          <w:lang w:val="fi-FI"/>
        </w:rPr>
      </w:pPr>
    </w:p>
    <w:p w:rsidR="00603CB4" w:rsidRDefault="00603CB4">
      <w:pPr>
        <w:pStyle w:val="Tiitel"/>
        <w:jc w:val="left"/>
        <w:rPr>
          <w:sz w:val="20"/>
          <w:lang w:val="fi-FI"/>
        </w:rPr>
      </w:pPr>
    </w:p>
    <w:p w:rsidR="00603CB4" w:rsidRDefault="00603CB4">
      <w:pPr>
        <w:pStyle w:val="Tiitel"/>
        <w:jc w:val="left"/>
        <w:rPr>
          <w:sz w:val="20"/>
          <w:lang w:val="fi-FI"/>
        </w:rPr>
      </w:pPr>
    </w:p>
    <w:p w:rsidR="00603CB4" w:rsidRDefault="00603CB4">
      <w:pPr>
        <w:pStyle w:val="Tiitel"/>
        <w:jc w:val="left"/>
        <w:rPr>
          <w:sz w:val="20"/>
          <w:lang w:val="fi-FI"/>
        </w:rPr>
      </w:pPr>
    </w:p>
    <w:p w:rsidR="00603CB4" w:rsidRDefault="00603CB4">
      <w:pPr>
        <w:pStyle w:val="Tiitel"/>
        <w:jc w:val="left"/>
        <w:rPr>
          <w:sz w:val="20"/>
          <w:lang w:val="fi-FI"/>
        </w:rPr>
      </w:pPr>
    </w:p>
    <w:p w:rsidR="0092085A" w:rsidRDefault="0092085A">
      <w:pPr>
        <w:pStyle w:val="Tiitel"/>
        <w:jc w:val="left"/>
        <w:rPr>
          <w:sz w:val="20"/>
          <w:lang w:val="fi-FI"/>
        </w:rPr>
      </w:pPr>
    </w:p>
    <w:p w:rsidR="0092085A" w:rsidRDefault="0092085A">
      <w:pPr>
        <w:pStyle w:val="Tiitel"/>
        <w:jc w:val="left"/>
        <w:rPr>
          <w:sz w:val="20"/>
          <w:lang w:val="fi-FI"/>
        </w:rPr>
      </w:pPr>
    </w:p>
    <w:p w:rsidR="0092085A" w:rsidRDefault="0092085A">
      <w:pPr>
        <w:pStyle w:val="Tiitel"/>
        <w:jc w:val="left"/>
        <w:rPr>
          <w:sz w:val="20"/>
          <w:lang w:val="fi-FI"/>
        </w:rPr>
      </w:pPr>
    </w:p>
    <w:p w:rsidR="0092085A" w:rsidRDefault="0092085A">
      <w:pPr>
        <w:pStyle w:val="Tiitel"/>
        <w:jc w:val="left"/>
        <w:rPr>
          <w:sz w:val="20"/>
          <w:lang w:val="fi-FI"/>
        </w:rPr>
      </w:pPr>
    </w:p>
    <w:p w:rsidR="0092085A" w:rsidRDefault="0092085A">
      <w:pPr>
        <w:pStyle w:val="Tiitel"/>
        <w:jc w:val="left"/>
        <w:rPr>
          <w:sz w:val="20"/>
          <w:lang w:val="fi-FI"/>
        </w:rPr>
      </w:pPr>
    </w:p>
    <w:p w:rsidR="00FF54E3" w:rsidRDefault="00FF54E3">
      <w:pPr>
        <w:pStyle w:val="Tiitel"/>
        <w:jc w:val="left"/>
        <w:rPr>
          <w:sz w:val="20"/>
          <w:lang w:val="fi-FI"/>
        </w:rPr>
      </w:pPr>
    </w:p>
    <w:p w:rsidR="00FF54E3" w:rsidRDefault="00FF54E3">
      <w:pPr>
        <w:pStyle w:val="Tiitel"/>
        <w:jc w:val="left"/>
        <w:rPr>
          <w:sz w:val="20"/>
          <w:lang w:val="fi-FI"/>
        </w:rPr>
      </w:pPr>
    </w:p>
    <w:p w:rsidR="00FF54E3" w:rsidRDefault="00FF54E3">
      <w:pPr>
        <w:pStyle w:val="Tiitel"/>
        <w:jc w:val="left"/>
        <w:rPr>
          <w:sz w:val="20"/>
          <w:lang w:val="fi-FI"/>
        </w:rPr>
      </w:pPr>
    </w:p>
    <w:p w:rsidR="00603CB4" w:rsidRDefault="00603CB4">
      <w:pPr>
        <w:pStyle w:val="Tiitel"/>
        <w:jc w:val="left"/>
        <w:rPr>
          <w:sz w:val="20"/>
          <w:lang w:val="fi-FI"/>
        </w:rPr>
      </w:pPr>
    </w:p>
    <w:p w:rsidR="00C23EA2" w:rsidRDefault="00C23EA2" w:rsidP="00C23EA2">
      <w:pPr>
        <w:rPr>
          <w:b/>
        </w:rPr>
      </w:pPr>
    </w:p>
    <w:p w:rsidR="00C23EA2" w:rsidRDefault="00C23EA2" w:rsidP="00C23EA2">
      <w:pPr>
        <w:ind w:left="5440" w:firstLine="680"/>
      </w:pPr>
      <w:r>
        <w:t>Lisa 2</w:t>
      </w:r>
    </w:p>
    <w:p w:rsidR="00C23EA2" w:rsidRDefault="002A0A1F" w:rsidP="00C23EA2">
      <w:pPr>
        <w:ind w:left="6120"/>
      </w:pPr>
      <w:r>
        <w:t xml:space="preserve">Toomas Võime FIE </w:t>
      </w:r>
      <w:r w:rsidR="00FF54E3">
        <w:t>ja RMK vahelise 01</w:t>
      </w:r>
      <w:r w:rsidR="00E17268">
        <w:t>.01.2016</w:t>
      </w:r>
      <w:r w:rsidR="00C23EA2">
        <w:t>.a. töövõtulepingu</w:t>
      </w:r>
    </w:p>
    <w:p w:rsidR="00C23EA2" w:rsidRDefault="00ED2D18" w:rsidP="00C23EA2">
      <w:pPr>
        <w:ind w:left="5440" w:firstLine="680"/>
      </w:pPr>
      <w:r>
        <w:t>nr 1-18/</w:t>
      </w:r>
      <w:r w:rsidR="00FF54E3">
        <w:t>5</w:t>
      </w:r>
      <w:r w:rsidR="00E17268">
        <w:t xml:space="preserve"> </w:t>
      </w:r>
      <w:r w:rsidR="00C23EA2">
        <w:t xml:space="preserve"> juurde</w:t>
      </w:r>
    </w:p>
    <w:p w:rsidR="00C23EA2" w:rsidRDefault="00C23EA2" w:rsidP="00C23EA2">
      <w:pPr>
        <w:rPr>
          <w:b/>
        </w:rPr>
      </w:pPr>
    </w:p>
    <w:p w:rsidR="00C23EA2" w:rsidRDefault="00C23EA2" w:rsidP="00C23EA2">
      <w:pPr>
        <w:rPr>
          <w:b/>
        </w:rPr>
      </w:pPr>
    </w:p>
    <w:p w:rsidR="00C23EA2" w:rsidRDefault="00C23EA2" w:rsidP="00C23EA2">
      <w:pPr>
        <w:rPr>
          <w:b/>
        </w:rPr>
      </w:pPr>
    </w:p>
    <w:p w:rsidR="00C23EA2" w:rsidRDefault="00C23EA2" w:rsidP="00C23EA2">
      <w:pPr>
        <w:rPr>
          <w:b/>
        </w:rPr>
      </w:pPr>
    </w:p>
    <w:p w:rsidR="00C23EA2" w:rsidRPr="00DD4815" w:rsidRDefault="00C23EA2" w:rsidP="00C23EA2">
      <w:pPr>
        <w:rPr>
          <w:b/>
        </w:rPr>
      </w:pPr>
      <w:r w:rsidRPr="00DD4815">
        <w:rPr>
          <w:b/>
        </w:rPr>
        <w:t>AKT</w:t>
      </w:r>
      <w:r>
        <w:rPr>
          <w:b/>
        </w:rPr>
        <w:t xml:space="preserve"> nr </w:t>
      </w:r>
    </w:p>
    <w:p w:rsidR="00C23EA2" w:rsidRDefault="00C23EA2" w:rsidP="00C23EA2"/>
    <w:p w:rsidR="00C23EA2" w:rsidRDefault="00C23EA2" w:rsidP="00C23EA2"/>
    <w:p w:rsidR="00C23EA2" w:rsidRDefault="00E17268" w:rsidP="00C23EA2">
      <w:r>
        <w:tab/>
      </w:r>
      <w:r w:rsidR="007E4F0B">
        <w:tab/>
      </w:r>
      <w:r w:rsidR="007E4F0B">
        <w:tab/>
      </w:r>
      <w:r w:rsidR="007E4F0B">
        <w:tab/>
      </w:r>
      <w:r w:rsidR="007E4F0B">
        <w:tab/>
      </w:r>
      <w:r w:rsidR="007E4F0B">
        <w:tab/>
      </w:r>
      <w:r w:rsidR="007E4F0B">
        <w:tab/>
      </w:r>
      <w:r w:rsidR="007E4F0B">
        <w:tab/>
      </w:r>
      <w:proofErr w:type="spellStart"/>
      <w:r w:rsidR="007E4F0B">
        <w:t>………………</w:t>
      </w:r>
      <w:proofErr w:type="spellEnd"/>
      <w:r w:rsidR="007E4F0B">
        <w:t>.. 2016</w:t>
      </w:r>
    </w:p>
    <w:p w:rsidR="00C23EA2" w:rsidRDefault="00C23EA2" w:rsidP="00C23EA2"/>
    <w:p w:rsidR="00C23EA2" w:rsidRDefault="00C23EA2" w:rsidP="00C23EA2"/>
    <w:p w:rsidR="00C23EA2" w:rsidRDefault="00C23EA2" w:rsidP="00C23EA2">
      <w:pPr>
        <w:rPr>
          <w:b/>
        </w:rPr>
      </w:pPr>
    </w:p>
    <w:p w:rsidR="00C23EA2" w:rsidRDefault="00C23EA2" w:rsidP="00C23EA2">
      <w:pPr>
        <w:rPr>
          <w:b/>
        </w:rPr>
      </w:pPr>
    </w:p>
    <w:p w:rsidR="00C23EA2" w:rsidRPr="00DD4815" w:rsidRDefault="00C23EA2" w:rsidP="00C23EA2">
      <w:pPr>
        <w:rPr>
          <w:b/>
        </w:rPr>
      </w:pPr>
      <w:r w:rsidRPr="00DD4815">
        <w:rPr>
          <w:b/>
        </w:rPr>
        <w:t xml:space="preserve">RMK loodushoiuosakonna ja </w:t>
      </w:r>
      <w:r w:rsidR="002A0A1F" w:rsidRPr="002A0A1F">
        <w:rPr>
          <w:b/>
        </w:rPr>
        <w:t>Toomas Võime FIE</w:t>
      </w:r>
    </w:p>
    <w:p w:rsidR="00C23EA2" w:rsidRPr="00DD4815" w:rsidRDefault="00FF54E3" w:rsidP="00C23EA2">
      <w:pPr>
        <w:rPr>
          <w:b/>
        </w:rPr>
      </w:pPr>
      <w:r>
        <w:rPr>
          <w:b/>
        </w:rPr>
        <w:t>vahelise 01</w:t>
      </w:r>
      <w:r w:rsidR="00E17268">
        <w:rPr>
          <w:b/>
        </w:rPr>
        <w:t>.01.2016</w:t>
      </w:r>
      <w:r w:rsidR="00C23EA2" w:rsidRPr="00DD4815">
        <w:rPr>
          <w:b/>
        </w:rPr>
        <w:t xml:space="preserve"> a</w:t>
      </w:r>
    </w:p>
    <w:p w:rsidR="00C23EA2" w:rsidRPr="00DD4815" w:rsidRDefault="00C23EA2" w:rsidP="00C23EA2">
      <w:pPr>
        <w:rPr>
          <w:b/>
        </w:rPr>
      </w:pPr>
      <w:r w:rsidRPr="00DD4815">
        <w:rPr>
          <w:b/>
        </w:rPr>
        <w:t>töövõtulepingu nr 1-18/</w:t>
      </w:r>
      <w:r w:rsidR="00FF54E3">
        <w:rPr>
          <w:b/>
        </w:rPr>
        <w:t>5</w:t>
      </w:r>
      <w:r w:rsidR="00E17268">
        <w:rPr>
          <w:b/>
        </w:rPr>
        <w:t xml:space="preserve"> </w:t>
      </w:r>
      <w:r w:rsidRPr="00DD4815">
        <w:rPr>
          <w:b/>
        </w:rPr>
        <w:t xml:space="preserve"> täitmise kohta</w:t>
      </w:r>
    </w:p>
    <w:p w:rsidR="00C23EA2" w:rsidRDefault="00C23EA2" w:rsidP="00C23EA2"/>
    <w:p w:rsidR="00C23EA2" w:rsidRDefault="00C23EA2" w:rsidP="00C23EA2"/>
    <w:p w:rsidR="00C23EA2" w:rsidRDefault="00C23EA2" w:rsidP="00C23EA2">
      <w:r>
        <w:t xml:space="preserve">1. Käesolevaga Töövõtja annab üle ja Tellija võtab vastu RMK loodushoiuosakonna ja </w:t>
      </w:r>
      <w:r w:rsidR="002A0A1F">
        <w:t xml:space="preserve">Toomas Võime FIE </w:t>
      </w:r>
      <w:r w:rsidR="00FF54E3">
        <w:t>vahelise 01</w:t>
      </w:r>
      <w:r w:rsidR="00E17268">
        <w:t>.01.2016</w:t>
      </w:r>
      <w:r>
        <w:t xml:space="preserve"> a  töövõtulepingu nr 1-18/</w:t>
      </w:r>
      <w:r w:rsidR="00FF54E3">
        <w:t>5</w:t>
      </w:r>
      <w:r>
        <w:t xml:space="preserve">  kohaselt tehtud järgmised tööd:</w:t>
      </w:r>
    </w:p>
    <w:p w:rsidR="00C23EA2" w:rsidRDefault="00C23EA2" w:rsidP="00C23EA2"/>
    <w:p w:rsidR="00C23EA2" w:rsidRDefault="00ED2D18" w:rsidP="00C23EA2">
      <w:r>
        <w:t>1.1. Endla</w:t>
      </w:r>
      <w:r w:rsidR="00C23EA2">
        <w:t xml:space="preserve"> metsamaj</w:t>
      </w:r>
      <w:r w:rsidR="002A0A1F">
        <w:t>a üldhooldus 1 kuu</w:t>
      </w:r>
      <w:r w:rsidR="002A0A1F">
        <w:tab/>
      </w:r>
      <w:r w:rsidR="002A0A1F">
        <w:tab/>
      </w:r>
      <w:r w:rsidR="002A0A1F">
        <w:tab/>
      </w:r>
      <w:r w:rsidR="002A0A1F">
        <w:tab/>
        <w:t xml:space="preserve">        10</w:t>
      </w:r>
      <w:r>
        <w:t>0</w:t>
      </w:r>
      <w:r w:rsidR="00C23EA2">
        <w:t>,00 €</w:t>
      </w:r>
    </w:p>
    <w:p w:rsidR="00C23EA2" w:rsidRDefault="00C23EA2" w:rsidP="00C23EA2"/>
    <w:p w:rsidR="00C23EA2" w:rsidRDefault="00ED2D18" w:rsidP="00C23EA2">
      <w:pPr>
        <w:pStyle w:val="Loendilik"/>
        <w:numPr>
          <w:ilvl w:val="1"/>
          <w:numId w:val="16"/>
        </w:numPr>
      </w:pPr>
      <w:r>
        <w:t xml:space="preserve"> Endla</w:t>
      </w:r>
      <w:r w:rsidR="00C23EA2">
        <w:t xml:space="preserve"> metsamaja kliendijärgne koristamine </w:t>
      </w:r>
      <w:r w:rsidR="002A0A1F">
        <w:t>30</w:t>
      </w:r>
      <w:r w:rsidR="00C23EA2">
        <w:t xml:space="preserve">,00 € x </w:t>
      </w:r>
      <w:proofErr w:type="spellStart"/>
      <w:r w:rsidR="00C23EA2">
        <w:t>……</w:t>
      </w:r>
      <w:proofErr w:type="spellEnd"/>
      <w:r w:rsidR="00C23EA2">
        <w:t xml:space="preserve">. = </w:t>
      </w:r>
      <w:proofErr w:type="spellStart"/>
      <w:r w:rsidR="00C23EA2">
        <w:t>…………</w:t>
      </w:r>
      <w:proofErr w:type="spellEnd"/>
      <w:r w:rsidR="00C23EA2">
        <w:t>. €</w:t>
      </w:r>
    </w:p>
    <w:p w:rsidR="00C23EA2" w:rsidRDefault="00C23EA2" w:rsidP="00C23EA2">
      <w:pPr>
        <w:pStyle w:val="Loendilik"/>
        <w:ind w:left="360"/>
      </w:pPr>
    </w:p>
    <w:p w:rsidR="00C23EA2" w:rsidRDefault="00C23EA2" w:rsidP="00C23EA2">
      <w:pPr>
        <w:pStyle w:val="Loendilik"/>
        <w:ind w:left="5040"/>
      </w:pPr>
      <w:r>
        <w:t xml:space="preserve">KOKKU: </w:t>
      </w:r>
      <w:proofErr w:type="spellStart"/>
      <w:r>
        <w:t>…………………</w:t>
      </w:r>
      <w:proofErr w:type="spellEnd"/>
      <w:r>
        <w:t xml:space="preserve"> €</w:t>
      </w:r>
    </w:p>
    <w:p w:rsidR="00C23EA2" w:rsidRDefault="00C23EA2" w:rsidP="00C23EA2">
      <w:pPr>
        <w:pStyle w:val="Loendilik"/>
        <w:ind w:left="360"/>
      </w:pPr>
    </w:p>
    <w:p w:rsidR="00C23EA2" w:rsidRDefault="00C23EA2" w:rsidP="00C23EA2"/>
    <w:p w:rsidR="00C23EA2" w:rsidRDefault="00C23EA2" w:rsidP="00C23EA2">
      <w:pPr>
        <w:pStyle w:val="Loendilik"/>
        <w:numPr>
          <w:ilvl w:val="0"/>
          <w:numId w:val="16"/>
        </w:numPr>
        <w:jc w:val="both"/>
      </w:pPr>
      <w:r>
        <w:t xml:space="preserve">Tellija tasub tehtud töö eest </w:t>
      </w:r>
      <w:proofErr w:type="spellStart"/>
      <w:r>
        <w:t>……………..……………………………………………………</w:t>
      </w:r>
      <w:proofErr w:type="spellEnd"/>
      <w:r>
        <w:t xml:space="preserve"> </w:t>
      </w:r>
      <w:proofErr w:type="spellStart"/>
      <w:r>
        <w:t>…………………………………………………………</w:t>
      </w:r>
      <w:proofErr w:type="spellEnd"/>
      <w:r>
        <w:t>.  (</w:t>
      </w:r>
      <w:proofErr w:type="spellStart"/>
      <w:r>
        <w:t>………</w:t>
      </w:r>
      <w:proofErr w:type="spellEnd"/>
      <w:r>
        <w:t xml:space="preserve">..) eurot  ja </w:t>
      </w:r>
      <w:proofErr w:type="spellStart"/>
      <w:r>
        <w:t>……...senti</w:t>
      </w:r>
      <w:proofErr w:type="spellEnd"/>
      <w:r>
        <w:t xml:space="preserve">. </w:t>
      </w:r>
    </w:p>
    <w:p w:rsidR="00C23EA2" w:rsidRDefault="00C23EA2" w:rsidP="00C23EA2">
      <w:pPr>
        <w:jc w:val="both"/>
      </w:pPr>
    </w:p>
    <w:p w:rsidR="00C23EA2" w:rsidRDefault="00C23EA2" w:rsidP="00C23EA2">
      <w:pPr>
        <w:jc w:val="both"/>
      </w:pPr>
    </w:p>
    <w:p w:rsidR="00C23EA2" w:rsidRDefault="00C23EA2" w:rsidP="00C23EA2">
      <w:pPr>
        <w:jc w:val="both"/>
      </w:pPr>
      <w:r>
        <w:t>Käesolev akt on koostatud kahes eksemplaris, üks Tellijale ja teine Töövõtjale.</w:t>
      </w:r>
    </w:p>
    <w:p w:rsidR="00C23EA2" w:rsidRDefault="00C23EA2" w:rsidP="00C23EA2">
      <w:pPr>
        <w:jc w:val="both"/>
      </w:pPr>
    </w:p>
    <w:p w:rsidR="00C23EA2" w:rsidRDefault="00C23EA2" w:rsidP="00C23EA2">
      <w:pPr>
        <w:jc w:val="both"/>
      </w:pPr>
    </w:p>
    <w:p w:rsidR="00C23EA2" w:rsidRDefault="00C23EA2" w:rsidP="00C23EA2">
      <w:pPr>
        <w:jc w:val="both"/>
      </w:pPr>
    </w:p>
    <w:p w:rsidR="00C23EA2" w:rsidRDefault="00C23EA2" w:rsidP="00C23EA2">
      <w:pPr>
        <w:jc w:val="both"/>
      </w:pPr>
      <w:r>
        <w:t>Tellija</w:t>
      </w:r>
      <w:r>
        <w:tab/>
      </w:r>
      <w:r>
        <w:tab/>
      </w:r>
      <w:r>
        <w:tab/>
      </w:r>
      <w:r>
        <w:tab/>
      </w:r>
      <w:r>
        <w:tab/>
      </w:r>
      <w:r>
        <w:tab/>
        <w:t>Töövõtja</w:t>
      </w:r>
    </w:p>
    <w:p w:rsidR="00C23EA2" w:rsidRDefault="00C23EA2" w:rsidP="00C23EA2"/>
    <w:p w:rsidR="00C23EA2" w:rsidRDefault="00C23EA2" w:rsidP="00C23EA2">
      <w:pPr>
        <w:pStyle w:val="Loendilik"/>
        <w:ind w:left="360"/>
      </w:pPr>
    </w:p>
    <w:p w:rsidR="00C23EA2" w:rsidRDefault="00C23EA2" w:rsidP="00C23EA2">
      <w:pPr>
        <w:ind w:left="5440" w:firstLine="680"/>
      </w:pPr>
    </w:p>
    <w:p w:rsidR="00C23EA2" w:rsidRPr="003A55B9" w:rsidRDefault="00C23EA2" w:rsidP="00C23EA2">
      <w:pPr>
        <w:tabs>
          <w:tab w:val="left" w:pos="4320"/>
        </w:tabs>
        <w:spacing w:line="240" w:lineRule="exact"/>
        <w:jc w:val="both"/>
      </w:pPr>
      <w:proofErr w:type="spellStart"/>
      <w:r w:rsidRPr="003A55B9">
        <w:t>…………………………………</w:t>
      </w:r>
      <w:proofErr w:type="spellEnd"/>
      <w:r w:rsidRPr="003A55B9">
        <w:t xml:space="preserve">                    </w:t>
      </w:r>
      <w:proofErr w:type="spellStart"/>
      <w:r w:rsidRPr="003A55B9">
        <w:t>……………………………………</w:t>
      </w:r>
      <w:proofErr w:type="spellEnd"/>
    </w:p>
    <w:p w:rsidR="00C23EA2" w:rsidRPr="003F350C" w:rsidRDefault="00C23EA2" w:rsidP="00C23EA2">
      <w:pPr>
        <w:pStyle w:val="Pis"/>
        <w:rPr>
          <w:sz w:val="24"/>
          <w:szCs w:val="24"/>
          <w:lang w:val="et-EE"/>
        </w:rPr>
      </w:pPr>
      <w:r>
        <w:rPr>
          <w:sz w:val="24"/>
          <w:szCs w:val="24"/>
          <w:lang w:val="et-EE"/>
        </w:rPr>
        <w:t>Heli Nestra</w:t>
      </w:r>
      <w:r>
        <w:rPr>
          <w:sz w:val="24"/>
          <w:szCs w:val="24"/>
          <w:lang w:val="et-EE"/>
        </w:rPr>
        <w:tab/>
        <w:t xml:space="preserve">                     </w:t>
      </w:r>
      <w:r w:rsidR="00ED2D18">
        <w:rPr>
          <w:sz w:val="24"/>
          <w:szCs w:val="24"/>
          <w:lang w:val="et-EE"/>
        </w:rPr>
        <w:t xml:space="preserve">    </w:t>
      </w:r>
      <w:r w:rsidR="002A0A1F">
        <w:rPr>
          <w:sz w:val="24"/>
          <w:szCs w:val="24"/>
          <w:lang w:val="et-EE"/>
        </w:rPr>
        <w:t xml:space="preserve">         </w:t>
      </w:r>
      <w:r w:rsidR="00ED2D18">
        <w:rPr>
          <w:sz w:val="24"/>
          <w:szCs w:val="24"/>
          <w:lang w:val="et-EE"/>
        </w:rPr>
        <w:t xml:space="preserve"> </w:t>
      </w:r>
      <w:r w:rsidR="002A0A1F" w:rsidRPr="002A0A1F">
        <w:rPr>
          <w:sz w:val="24"/>
          <w:szCs w:val="24"/>
        </w:rPr>
        <w:t>Toomas Võime FIE</w:t>
      </w:r>
    </w:p>
    <w:p w:rsidR="00C23EA2" w:rsidRPr="00D4176B" w:rsidRDefault="00C23EA2" w:rsidP="00C23EA2">
      <w:pPr>
        <w:pStyle w:val="Pis"/>
        <w:rPr>
          <w:sz w:val="24"/>
          <w:szCs w:val="24"/>
          <w:lang w:val="et-EE"/>
        </w:rPr>
      </w:pPr>
      <w:r w:rsidRPr="00D4176B">
        <w:rPr>
          <w:sz w:val="24"/>
          <w:szCs w:val="24"/>
          <w:lang w:val="et-EE"/>
        </w:rPr>
        <w:t>RMK loodushoiuosakonna</w:t>
      </w:r>
      <w:r w:rsidRPr="00D4176B">
        <w:rPr>
          <w:sz w:val="24"/>
          <w:szCs w:val="24"/>
          <w:lang w:val="et-EE"/>
        </w:rPr>
        <w:tab/>
      </w:r>
    </w:p>
    <w:p w:rsidR="00C23EA2" w:rsidRPr="00D4176B" w:rsidRDefault="00C23EA2" w:rsidP="00C23EA2">
      <w:pPr>
        <w:pStyle w:val="Pis"/>
        <w:tabs>
          <w:tab w:val="clear" w:pos="4153"/>
          <w:tab w:val="clear" w:pos="8306"/>
        </w:tabs>
        <w:rPr>
          <w:sz w:val="24"/>
          <w:szCs w:val="24"/>
        </w:rPr>
      </w:pPr>
      <w:proofErr w:type="spellStart"/>
      <w:proofErr w:type="gramStart"/>
      <w:r w:rsidRPr="00D4176B">
        <w:rPr>
          <w:sz w:val="24"/>
          <w:szCs w:val="24"/>
        </w:rPr>
        <w:t>tootejuht</w:t>
      </w:r>
      <w:proofErr w:type="spellEnd"/>
      <w:proofErr w:type="gramEnd"/>
    </w:p>
    <w:p w:rsidR="00603CB4" w:rsidRDefault="00603CB4">
      <w:pPr>
        <w:pStyle w:val="Tiitel"/>
        <w:jc w:val="left"/>
        <w:rPr>
          <w:sz w:val="20"/>
          <w:lang w:val="fi-FI"/>
        </w:rPr>
      </w:pPr>
    </w:p>
    <w:p w:rsidR="00FF3831" w:rsidRDefault="00FF3831">
      <w:pPr>
        <w:pStyle w:val="Tiitel"/>
        <w:jc w:val="left"/>
        <w:rPr>
          <w:sz w:val="20"/>
          <w:lang w:val="fi-FI"/>
        </w:rPr>
      </w:pPr>
    </w:p>
    <w:p w:rsidR="00FF3831" w:rsidRDefault="00FF3831">
      <w:pPr>
        <w:pStyle w:val="Tiitel"/>
        <w:jc w:val="left"/>
        <w:rPr>
          <w:sz w:val="20"/>
          <w:lang w:val="fi-FI"/>
        </w:rPr>
      </w:pPr>
    </w:p>
    <w:p w:rsidR="00603CB4" w:rsidRDefault="00603CB4">
      <w:pPr>
        <w:pStyle w:val="Tiitel"/>
        <w:jc w:val="left"/>
        <w:rPr>
          <w:sz w:val="20"/>
          <w:lang w:val="fi-FI"/>
        </w:rPr>
      </w:pPr>
    </w:p>
    <w:p w:rsidR="00E17268" w:rsidRDefault="00E17268">
      <w:pPr>
        <w:pStyle w:val="Tiitel"/>
        <w:jc w:val="left"/>
        <w:rPr>
          <w:sz w:val="20"/>
          <w:lang w:val="fi-FI"/>
        </w:rPr>
      </w:pPr>
    </w:p>
    <w:p w:rsidR="00603CB4" w:rsidRDefault="00603CB4">
      <w:pPr>
        <w:pStyle w:val="Tiitel"/>
        <w:jc w:val="left"/>
        <w:rPr>
          <w:sz w:val="20"/>
          <w:lang w:val="fi-FI"/>
        </w:rPr>
      </w:pPr>
    </w:p>
    <w:p w:rsidR="00C23EA2" w:rsidRDefault="00C23EA2">
      <w:pPr>
        <w:pStyle w:val="Tiitel"/>
        <w:jc w:val="left"/>
        <w:rPr>
          <w:sz w:val="20"/>
          <w:lang w:val="fi-FI"/>
        </w:rPr>
      </w:pPr>
    </w:p>
    <w:p w:rsidR="00603CB4" w:rsidRDefault="00603CB4">
      <w:pPr>
        <w:pStyle w:val="Tiitel"/>
        <w:jc w:val="left"/>
        <w:rPr>
          <w:sz w:val="20"/>
          <w:lang w:val="fi-FI"/>
        </w:rPr>
      </w:pPr>
    </w:p>
    <w:p w:rsidR="00971084" w:rsidRDefault="00C23EA2" w:rsidP="00971084">
      <w:pPr>
        <w:ind w:left="5440" w:firstLine="680"/>
      </w:pPr>
      <w:r>
        <w:lastRenderedPageBreak/>
        <w:t>Lisa 3</w:t>
      </w:r>
    </w:p>
    <w:p w:rsidR="00971084" w:rsidRDefault="00FF3831" w:rsidP="005214BC">
      <w:pPr>
        <w:ind w:left="6120"/>
      </w:pPr>
      <w:r>
        <w:t xml:space="preserve">Toomas Võime FIE </w:t>
      </w:r>
      <w:r w:rsidR="00971084">
        <w:t>ja RMK vahelise</w:t>
      </w:r>
      <w:r w:rsidR="005214BC">
        <w:t xml:space="preserve"> </w:t>
      </w:r>
      <w:r w:rsidR="00FF54E3">
        <w:t>01</w:t>
      </w:r>
      <w:r w:rsidR="00E17268">
        <w:t>.01.2016</w:t>
      </w:r>
      <w:r w:rsidR="0092085A">
        <w:t>.a.</w:t>
      </w:r>
      <w:r w:rsidR="00971084">
        <w:t xml:space="preserve"> töövõtulepingu</w:t>
      </w:r>
    </w:p>
    <w:p w:rsidR="00971084" w:rsidRDefault="00971084" w:rsidP="00971084">
      <w:pPr>
        <w:ind w:left="5440" w:firstLine="680"/>
      </w:pPr>
      <w:r>
        <w:t xml:space="preserve">nr </w:t>
      </w:r>
      <w:r w:rsidR="0092085A">
        <w:t>1-18/</w:t>
      </w:r>
      <w:r w:rsidR="00FF54E3">
        <w:t>5</w:t>
      </w:r>
      <w:r w:rsidR="00346B0B">
        <w:t xml:space="preserve"> </w:t>
      </w:r>
      <w:r w:rsidR="0092085A">
        <w:t xml:space="preserve"> </w:t>
      </w:r>
      <w:r>
        <w:t xml:space="preserve"> juurde</w:t>
      </w:r>
    </w:p>
    <w:p w:rsidR="00603CB4" w:rsidRDefault="00603CB4">
      <w:pPr>
        <w:pStyle w:val="Tiitel"/>
        <w:jc w:val="left"/>
        <w:rPr>
          <w:sz w:val="20"/>
          <w:lang w:val="fi-FI"/>
        </w:rPr>
      </w:pPr>
    </w:p>
    <w:p w:rsidR="00971084" w:rsidRPr="00971084" w:rsidRDefault="00971084">
      <w:pPr>
        <w:pStyle w:val="Tiitel"/>
        <w:jc w:val="left"/>
        <w:rPr>
          <w:b w:val="0"/>
          <w:sz w:val="20"/>
          <w:lang w:val="fi-FI"/>
        </w:rPr>
      </w:pP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p>
    <w:p w:rsidR="00971084" w:rsidRDefault="00971084">
      <w:pPr>
        <w:pStyle w:val="Tiitel"/>
        <w:jc w:val="left"/>
        <w:rPr>
          <w:sz w:val="20"/>
          <w:lang w:val="fi-FI"/>
        </w:rPr>
      </w:pPr>
    </w:p>
    <w:p w:rsidR="00603CB4" w:rsidRDefault="00DF50E2">
      <w:pPr>
        <w:pStyle w:val="Alapealkiri"/>
        <w:jc w:val="left"/>
        <w:rPr>
          <w:rFonts w:ascii="Times New Roman" w:hAnsi="Times New Roman"/>
          <w:sz w:val="24"/>
          <w:szCs w:val="24"/>
          <w:lang w:val="et-EE"/>
        </w:rPr>
      </w:pPr>
      <w:r>
        <w:rPr>
          <w:rFonts w:ascii="Times New Roman" w:hAnsi="Times New Roman"/>
          <w:sz w:val="24"/>
          <w:szCs w:val="24"/>
          <w:lang w:val="et-EE"/>
        </w:rPr>
        <w:t>Endla</w:t>
      </w:r>
      <w:r w:rsidR="00603CB4" w:rsidRPr="00971084">
        <w:rPr>
          <w:rFonts w:ascii="Times New Roman" w:hAnsi="Times New Roman"/>
          <w:sz w:val="24"/>
          <w:szCs w:val="24"/>
          <w:lang w:val="et-EE"/>
        </w:rPr>
        <w:t xml:space="preserve"> metsamaja ...</w:t>
      </w:r>
      <w:proofErr w:type="spellStart"/>
      <w:r w:rsidR="00603CB4" w:rsidRPr="00971084">
        <w:rPr>
          <w:rFonts w:ascii="Times New Roman" w:hAnsi="Times New Roman"/>
          <w:sz w:val="24"/>
          <w:szCs w:val="24"/>
          <w:lang w:val="et-EE"/>
        </w:rPr>
        <w:t>………………</w:t>
      </w:r>
      <w:proofErr w:type="spellEnd"/>
      <w:r w:rsidR="00603CB4" w:rsidRPr="00971084">
        <w:rPr>
          <w:rFonts w:ascii="Times New Roman" w:hAnsi="Times New Roman"/>
          <w:sz w:val="24"/>
          <w:szCs w:val="24"/>
          <w:lang w:val="et-EE"/>
        </w:rPr>
        <w:t>......</w:t>
      </w:r>
      <w:r w:rsidR="00905428">
        <w:rPr>
          <w:rFonts w:ascii="Times New Roman" w:hAnsi="Times New Roman"/>
          <w:sz w:val="24"/>
          <w:szCs w:val="24"/>
          <w:lang w:val="et-EE"/>
        </w:rPr>
        <w:t xml:space="preserve"> </w:t>
      </w:r>
      <w:r w:rsidR="00603CB4" w:rsidRPr="00971084">
        <w:rPr>
          <w:rFonts w:ascii="Times New Roman" w:hAnsi="Times New Roman"/>
          <w:sz w:val="24"/>
          <w:szCs w:val="24"/>
          <w:lang w:val="et-EE"/>
        </w:rPr>
        <w:t>kuu tö</w:t>
      </w:r>
      <w:r w:rsidR="00C23EA2">
        <w:rPr>
          <w:rFonts w:ascii="Times New Roman" w:hAnsi="Times New Roman"/>
          <w:sz w:val="24"/>
          <w:szCs w:val="24"/>
          <w:lang w:val="et-EE"/>
        </w:rPr>
        <w:t>öde aruanne</w:t>
      </w:r>
    </w:p>
    <w:p w:rsidR="00C23EA2" w:rsidRPr="00971084" w:rsidRDefault="00C23EA2">
      <w:pPr>
        <w:pStyle w:val="Alapealkiri"/>
        <w:jc w:val="left"/>
        <w:rPr>
          <w:rFonts w:ascii="Times New Roman" w:hAnsi="Times New Roman"/>
          <w:sz w:val="24"/>
          <w:szCs w:val="24"/>
          <w:lang w:val="et-E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2977"/>
        <w:gridCol w:w="1134"/>
        <w:gridCol w:w="1275"/>
        <w:gridCol w:w="1560"/>
      </w:tblGrid>
      <w:tr w:rsidR="00BC1E7A" w:rsidRPr="003B4709" w:rsidTr="00BC1E7A">
        <w:tc>
          <w:tcPr>
            <w:tcW w:w="817" w:type="dxa"/>
            <w:shd w:val="clear" w:color="auto" w:fill="auto"/>
          </w:tcPr>
          <w:p w:rsidR="00BC1E7A" w:rsidRPr="003B4709" w:rsidRDefault="00BC1E7A" w:rsidP="00E577C8">
            <w:pPr>
              <w:keepNext/>
              <w:outlineLvl w:val="2"/>
              <w:rPr>
                <w:b/>
                <w:szCs w:val="23"/>
              </w:rPr>
            </w:pPr>
            <w:proofErr w:type="spellStart"/>
            <w:r>
              <w:rPr>
                <w:b/>
                <w:szCs w:val="23"/>
              </w:rPr>
              <w:t>Jrk</w:t>
            </w:r>
            <w:proofErr w:type="spellEnd"/>
            <w:r>
              <w:rPr>
                <w:b/>
                <w:szCs w:val="23"/>
              </w:rPr>
              <w:t xml:space="preserve"> nr</w:t>
            </w:r>
          </w:p>
        </w:tc>
        <w:tc>
          <w:tcPr>
            <w:tcW w:w="1276" w:type="dxa"/>
            <w:shd w:val="clear" w:color="auto" w:fill="auto"/>
          </w:tcPr>
          <w:p w:rsidR="00BC1E7A" w:rsidRPr="003B4709" w:rsidRDefault="00BC1E7A" w:rsidP="00E577C8">
            <w:pPr>
              <w:keepNext/>
              <w:outlineLvl w:val="2"/>
              <w:rPr>
                <w:b/>
                <w:szCs w:val="23"/>
              </w:rPr>
            </w:pPr>
            <w:r>
              <w:rPr>
                <w:b/>
                <w:szCs w:val="23"/>
              </w:rPr>
              <w:t>Kuupäev</w:t>
            </w:r>
          </w:p>
        </w:tc>
        <w:tc>
          <w:tcPr>
            <w:tcW w:w="2977" w:type="dxa"/>
            <w:shd w:val="clear" w:color="auto" w:fill="auto"/>
          </w:tcPr>
          <w:p w:rsidR="00BC1E7A" w:rsidRPr="003B4709" w:rsidRDefault="00BC1E7A" w:rsidP="00E577C8">
            <w:pPr>
              <w:keepNext/>
              <w:outlineLvl w:val="2"/>
              <w:rPr>
                <w:b/>
                <w:sz w:val="22"/>
                <w:szCs w:val="22"/>
              </w:rPr>
            </w:pPr>
            <w:r>
              <w:rPr>
                <w:b/>
                <w:sz w:val="22"/>
                <w:szCs w:val="22"/>
              </w:rPr>
              <w:t>Kasutaja nimi</w:t>
            </w:r>
          </w:p>
        </w:tc>
        <w:tc>
          <w:tcPr>
            <w:tcW w:w="1134" w:type="dxa"/>
            <w:shd w:val="clear" w:color="auto" w:fill="auto"/>
          </w:tcPr>
          <w:p w:rsidR="00BC1E7A" w:rsidRPr="003B4709" w:rsidRDefault="00BC1E7A" w:rsidP="00E577C8">
            <w:pPr>
              <w:keepNext/>
              <w:outlineLvl w:val="2"/>
              <w:rPr>
                <w:b/>
                <w:sz w:val="22"/>
                <w:szCs w:val="22"/>
              </w:rPr>
            </w:pPr>
            <w:r w:rsidRPr="003B4709">
              <w:rPr>
                <w:b/>
                <w:sz w:val="22"/>
                <w:szCs w:val="22"/>
              </w:rPr>
              <w:t>Inimeste arv</w:t>
            </w:r>
          </w:p>
        </w:tc>
        <w:tc>
          <w:tcPr>
            <w:tcW w:w="1275" w:type="dxa"/>
            <w:shd w:val="clear" w:color="auto" w:fill="auto"/>
          </w:tcPr>
          <w:p w:rsidR="00BC1E7A" w:rsidRPr="003B4709" w:rsidRDefault="00BC1E7A" w:rsidP="00E577C8">
            <w:pPr>
              <w:keepNext/>
              <w:outlineLvl w:val="2"/>
              <w:rPr>
                <w:b/>
                <w:szCs w:val="23"/>
              </w:rPr>
            </w:pPr>
            <w:r w:rsidRPr="003B4709">
              <w:rPr>
                <w:b/>
                <w:szCs w:val="23"/>
              </w:rPr>
              <w:t>Tasumine arvega</w:t>
            </w:r>
          </w:p>
        </w:tc>
        <w:tc>
          <w:tcPr>
            <w:tcW w:w="1560" w:type="dxa"/>
          </w:tcPr>
          <w:p w:rsidR="00BC1E7A" w:rsidRPr="003B4709" w:rsidRDefault="00BC1E7A" w:rsidP="00E577C8">
            <w:pPr>
              <w:keepNext/>
              <w:outlineLvl w:val="2"/>
              <w:rPr>
                <w:b/>
                <w:szCs w:val="23"/>
              </w:rPr>
            </w:pPr>
            <w:r w:rsidRPr="003B4709">
              <w:rPr>
                <w:b/>
                <w:szCs w:val="23"/>
              </w:rPr>
              <w:t>Tasumine sulas, kv. nr</w:t>
            </w: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r w:rsidR="00BC1E7A" w:rsidRPr="00C76980" w:rsidTr="00BC1E7A">
        <w:tc>
          <w:tcPr>
            <w:tcW w:w="817" w:type="dxa"/>
            <w:shd w:val="clear" w:color="auto" w:fill="auto"/>
          </w:tcPr>
          <w:p w:rsidR="00BC1E7A" w:rsidRPr="00C76980" w:rsidRDefault="00BC1E7A" w:rsidP="00E577C8">
            <w:pPr>
              <w:keepNext/>
              <w:outlineLvl w:val="2"/>
              <w:rPr>
                <w:szCs w:val="23"/>
              </w:rPr>
            </w:pPr>
          </w:p>
        </w:tc>
        <w:tc>
          <w:tcPr>
            <w:tcW w:w="1276" w:type="dxa"/>
            <w:shd w:val="clear" w:color="auto" w:fill="auto"/>
          </w:tcPr>
          <w:p w:rsidR="00BC1E7A" w:rsidRPr="00C76980" w:rsidRDefault="00BC1E7A" w:rsidP="00E577C8">
            <w:pPr>
              <w:keepNext/>
              <w:outlineLvl w:val="2"/>
              <w:rPr>
                <w:szCs w:val="23"/>
              </w:rPr>
            </w:pPr>
          </w:p>
        </w:tc>
        <w:tc>
          <w:tcPr>
            <w:tcW w:w="2977" w:type="dxa"/>
            <w:shd w:val="clear" w:color="auto" w:fill="auto"/>
          </w:tcPr>
          <w:p w:rsidR="00BC1E7A" w:rsidRPr="00C76980" w:rsidRDefault="00BC1E7A" w:rsidP="00E577C8">
            <w:pPr>
              <w:keepNext/>
              <w:outlineLvl w:val="2"/>
              <w:rPr>
                <w:szCs w:val="23"/>
              </w:rPr>
            </w:pPr>
          </w:p>
        </w:tc>
        <w:tc>
          <w:tcPr>
            <w:tcW w:w="1134" w:type="dxa"/>
            <w:shd w:val="clear" w:color="auto" w:fill="auto"/>
          </w:tcPr>
          <w:p w:rsidR="00BC1E7A" w:rsidRPr="00C76980" w:rsidRDefault="00BC1E7A" w:rsidP="00E577C8">
            <w:pPr>
              <w:keepNext/>
              <w:outlineLvl w:val="2"/>
              <w:rPr>
                <w:szCs w:val="23"/>
              </w:rPr>
            </w:pPr>
          </w:p>
        </w:tc>
        <w:tc>
          <w:tcPr>
            <w:tcW w:w="1275" w:type="dxa"/>
            <w:shd w:val="clear" w:color="auto" w:fill="auto"/>
          </w:tcPr>
          <w:p w:rsidR="00BC1E7A" w:rsidRPr="00C76980" w:rsidRDefault="00BC1E7A" w:rsidP="00E577C8">
            <w:pPr>
              <w:keepNext/>
              <w:outlineLvl w:val="2"/>
              <w:rPr>
                <w:szCs w:val="23"/>
              </w:rPr>
            </w:pPr>
          </w:p>
        </w:tc>
        <w:tc>
          <w:tcPr>
            <w:tcW w:w="1560" w:type="dxa"/>
          </w:tcPr>
          <w:p w:rsidR="00BC1E7A" w:rsidRPr="00C76980" w:rsidRDefault="00BC1E7A" w:rsidP="00E577C8">
            <w:pPr>
              <w:keepNext/>
              <w:outlineLvl w:val="2"/>
              <w:rPr>
                <w:szCs w:val="23"/>
              </w:rPr>
            </w:pPr>
          </w:p>
        </w:tc>
      </w:tr>
    </w:tbl>
    <w:p w:rsidR="00603CB4" w:rsidRPr="00D114CD" w:rsidRDefault="00603CB4">
      <w:pPr>
        <w:pStyle w:val="Alapealkiri"/>
        <w:tabs>
          <w:tab w:val="left" w:pos="1800"/>
        </w:tabs>
        <w:jc w:val="left"/>
        <w:rPr>
          <w:rFonts w:ascii="Times New Roman" w:hAnsi="Times New Roman"/>
          <w:sz w:val="24"/>
          <w:szCs w:val="24"/>
          <w:lang w:val="et-EE"/>
        </w:rPr>
      </w:pPr>
    </w:p>
    <w:p w:rsidR="00603CB4" w:rsidRDefault="00DF50E2" w:rsidP="00A2276A">
      <w:pPr>
        <w:spacing w:line="240" w:lineRule="exact"/>
      </w:pPr>
      <w:r w:rsidRPr="00D114CD">
        <w:t xml:space="preserve">Andis üle: </w:t>
      </w:r>
      <w:r>
        <w:t xml:space="preserve">             </w:t>
      </w:r>
      <w:r w:rsidRPr="00D114CD">
        <w:t xml:space="preserve">  </w:t>
      </w:r>
      <w:r>
        <w:t xml:space="preserve">                                       </w:t>
      </w:r>
      <w:r w:rsidR="008851E1" w:rsidRPr="00D114CD">
        <w:t xml:space="preserve">Võttis vastu: </w:t>
      </w:r>
      <w:r w:rsidR="008851E1">
        <w:t xml:space="preserve">                               </w:t>
      </w:r>
      <w:r w:rsidR="008851E1">
        <w:tab/>
      </w:r>
      <w:r w:rsidR="008851E1">
        <w:tab/>
      </w:r>
      <w:r w:rsidR="00A2276A">
        <w:t xml:space="preserve"> </w:t>
      </w:r>
    </w:p>
    <w:p w:rsidR="00603CB4" w:rsidRDefault="00603CB4" w:rsidP="0074692D">
      <w:pPr>
        <w:pStyle w:val="Pis"/>
        <w:tabs>
          <w:tab w:val="clear" w:pos="4153"/>
          <w:tab w:val="clear" w:pos="8306"/>
        </w:tabs>
      </w:pPr>
    </w:p>
    <w:p w:rsidR="00603CB4" w:rsidRDefault="00603CB4" w:rsidP="0074692D">
      <w:pPr>
        <w:pStyle w:val="Pis"/>
        <w:tabs>
          <w:tab w:val="clear" w:pos="4153"/>
          <w:tab w:val="clear" w:pos="8306"/>
        </w:tabs>
      </w:pPr>
    </w:p>
    <w:p w:rsidR="0074692D" w:rsidRDefault="0074692D" w:rsidP="0074692D">
      <w:pPr>
        <w:pStyle w:val="Pis"/>
        <w:tabs>
          <w:tab w:val="clear" w:pos="4153"/>
          <w:tab w:val="clear" w:pos="8306"/>
        </w:tabs>
      </w:pPr>
    </w:p>
    <w:p w:rsidR="00971084" w:rsidRPr="003A55B9" w:rsidRDefault="00971084" w:rsidP="00971084">
      <w:pPr>
        <w:tabs>
          <w:tab w:val="left" w:pos="4320"/>
        </w:tabs>
        <w:spacing w:line="240" w:lineRule="exact"/>
        <w:jc w:val="both"/>
      </w:pPr>
      <w:proofErr w:type="spellStart"/>
      <w:r w:rsidRPr="003A55B9">
        <w:t>…………………………………</w:t>
      </w:r>
      <w:proofErr w:type="spellEnd"/>
      <w:r w:rsidRPr="003A55B9">
        <w:t xml:space="preserve">                    </w:t>
      </w:r>
      <w:proofErr w:type="spellStart"/>
      <w:r w:rsidRPr="003A55B9">
        <w:t>……………………………………</w:t>
      </w:r>
      <w:proofErr w:type="spellEnd"/>
    </w:p>
    <w:p w:rsidR="003F350C" w:rsidRPr="00F53636" w:rsidRDefault="00FF3831" w:rsidP="00F53636">
      <w:pPr>
        <w:rPr>
          <w:iCs/>
          <w:spacing w:val="2"/>
          <w:position w:val="6"/>
          <w:szCs w:val="20"/>
        </w:rPr>
      </w:pPr>
      <w:r>
        <w:t>Toomas Võime FIE</w:t>
      </w:r>
      <w:r w:rsidR="003F350C">
        <w:tab/>
        <w:t xml:space="preserve">                           </w:t>
      </w:r>
      <w:r>
        <w:tab/>
        <w:t xml:space="preserve"> </w:t>
      </w:r>
      <w:r w:rsidR="00DF50E2">
        <w:t>Heli Nestra</w:t>
      </w:r>
    </w:p>
    <w:p w:rsidR="003F350C" w:rsidRPr="003F350C" w:rsidRDefault="00FF3831" w:rsidP="003F350C">
      <w:pPr>
        <w:pStyle w:val="Pis"/>
        <w:rPr>
          <w:sz w:val="24"/>
          <w:szCs w:val="24"/>
          <w:lang w:val="et-EE"/>
        </w:rPr>
      </w:pPr>
      <w:r>
        <w:rPr>
          <w:sz w:val="24"/>
          <w:szCs w:val="24"/>
          <w:lang w:val="et-EE"/>
        </w:rPr>
        <w:tab/>
      </w:r>
      <w:r w:rsidR="00DF50E2">
        <w:rPr>
          <w:sz w:val="24"/>
          <w:szCs w:val="24"/>
          <w:lang w:val="et-EE"/>
        </w:rPr>
        <w:t xml:space="preserve">                                                 RMK loodushoiuosakonna</w:t>
      </w:r>
      <w:r w:rsidR="003F350C">
        <w:rPr>
          <w:sz w:val="24"/>
          <w:szCs w:val="24"/>
          <w:lang w:val="et-EE"/>
        </w:rPr>
        <w:t xml:space="preserve">                           </w:t>
      </w:r>
    </w:p>
    <w:p w:rsidR="0074692D" w:rsidRPr="00B33AEA" w:rsidRDefault="00DF50E2" w:rsidP="00DF50E2">
      <w:pPr>
        <w:pStyle w:val="Pis"/>
        <w:tabs>
          <w:tab w:val="clear" w:pos="4153"/>
          <w:tab w:val="clear" w:pos="8306"/>
        </w:tabs>
        <w:ind w:left="3600" w:firstLine="720"/>
        <w:rPr>
          <w:sz w:val="22"/>
          <w:szCs w:val="22"/>
        </w:rPr>
      </w:pPr>
      <w:r>
        <w:rPr>
          <w:sz w:val="22"/>
          <w:szCs w:val="22"/>
        </w:rPr>
        <w:t xml:space="preserve">  </w:t>
      </w:r>
      <w:proofErr w:type="spellStart"/>
      <w:proofErr w:type="gramStart"/>
      <w:r w:rsidR="00B33AEA" w:rsidRPr="00B33AEA">
        <w:rPr>
          <w:sz w:val="22"/>
          <w:szCs w:val="22"/>
        </w:rPr>
        <w:t>tootejuht</w:t>
      </w:r>
      <w:proofErr w:type="spellEnd"/>
      <w:proofErr w:type="gramEnd"/>
    </w:p>
    <w:p w:rsidR="00DD4815" w:rsidRDefault="00DD4815" w:rsidP="00DD4815">
      <w:pPr>
        <w:rPr>
          <w:sz w:val="20"/>
          <w:szCs w:val="20"/>
          <w:lang w:val="en-AU"/>
        </w:rPr>
      </w:pPr>
    </w:p>
    <w:p w:rsidR="00DD4815" w:rsidRDefault="00DD4815" w:rsidP="00DD4815">
      <w:pPr>
        <w:rPr>
          <w:sz w:val="20"/>
          <w:szCs w:val="20"/>
          <w:lang w:val="en-AU"/>
        </w:rPr>
      </w:pPr>
    </w:p>
    <w:p w:rsidR="00DD4815" w:rsidRDefault="00DD4815" w:rsidP="00DD4815">
      <w:pPr>
        <w:rPr>
          <w:sz w:val="20"/>
          <w:szCs w:val="20"/>
          <w:lang w:val="en-AU"/>
        </w:rPr>
      </w:pPr>
    </w:p>
    <w:p w:rsidR="00DD4815" w:rsidRDefault="00DD4815" w:rsidP="00DD4815">
      <w:pPr>
        <w:rPr>
          <w:sz w:val="20"/>
          <w:szCs w:val="20"/>
          <w:lang w:val="en-AU"/>
        </w:rPr>
      </w:pPr>
    </w:p>
    <w:p w:rsidR="00DD4815" w:rsidRDefault="00DD4815" w:rsidP="00DD4815">
      <w:pPr>
        <w:rPr>
          <w:sz w:val="20"/>
          <w:szCs w:val="20"/>
          <w:lang w:val="en-AU"/>
        </w:rPr>
      </w:pPr>
    </w:p>
    <w:p w:rsidR="00DD4815" w:rsidRDefault="00DD4815" w:rsidP="00DD4815">
      <w:pPr>
        <w:rPr>
          <w:sz w:val="20"/>
          <w:szCs w:val="20"/>
          <w:lang w:val="en-AU"/>
        </w:rPr>
      </w:pPr>
    </w:p>
    <w:p w:rsidR="00DD4815" w:rsidRDefault="00DD4815" w:rsidP="00DD4815">
      <w:pPr>
        <w:rPr>
          <w:sz w:val="20"/>
          <w:szCs w:val="20"/>
          <w:lang w:val="en-AU"/>
        </w:rPr>
      </w:pPr>
    </w:p>
    <w:p w:rsidR="00DD4815" w:rsidRDefault="00DD4815" w:rsidP="00DD4815">
      <w:pPr>
        <w:rPr>
          <w:sz w:val="20"/>
          <w:szCs w:val="20"/>
          <w:lang w:val="en-AU"/>
        </w:rPr>
      </w:pPr>
    </w:p>
    <w:p w:rsidR="00DD4815" w:rsidRPr="00D4176B" w:rsidRDefault="00DD4815" w:rsidP="0026660E"/>
    <w:p w:rsidR="00DD4815" w:rsidRDefault="00DD4815" w:rsidP="00971084">
      <w:pPr>
        <w:ind w:left="5440" w:firstLine="680"/>
      </w:pPr>
    </w:p>
    <w:p w:rsidR="00627C05" w:rsidRDefault="00627C05" w:rsidP="00971084">
      <w:pPr>
        <w:ind w:left="5440" w:firstLine="680"/>
      </w:pPr>
    </w:p>
    <w:p w:rsidR="00DD4815" w:rsidRDefault="00DD4815" w:rsidP="00971084">
      <w:pPr>
        <w:ind w:left="5440" w:firstLine="680"/>
      </w:pPr>
    </w:p>
    <w:p w:rsidR="00DD4815" w:rsidRDefault="00DD4815" w:rsidP="00971084">
      <w:pPr>
        <w:ind w:left="5440" w:firstLine="680"/>
      </w:pPr>
    </w:p>
    <w:p w:rsidR="00DD4815" w:rsidRDefault="00DD4815" w:rsidP="00971084">
      <w:pPr>
        <w:ind w:left="5440" w:firstLine="680"/>
      </w:pPr>
    </w:p>
    <w:p w:rsidR="00DD4815" w:rsidRDefault="00DD4815" w:rsidP="00971084">
      <w:pPr>
        <w:ind w:left="5440" w:firstLine="680"/>
      </w:pPr>
    </w:p>
    <w:p w:rsidR="00DD4815" w:rsidRDefault="00DD4815" w:rsidP="00971084">
      <w:pPr>
        <w:ind w:left="5440" w:firstLine="680"/>
      </w:pPr>
    </w:p>
    <w:p w:rsidR="00DD4815" w:rsidRDefault="00DD4815" w:rsidP="00D4176B"/>
    <w:p w:rsidR="00DD4815" w:rsidRDefault="00DD4815" w:rsidP="00971084">
      <w:pPr>
        <w:ind w:left="5440" w:firstLine="680"/>
      </w:pPr>
    </w:p>
    <w:p w:rsidR="00971084" w:rsidRDefault="00201FCF" w:rsidP="00971084">
      <w:pPr>
        <w:ind w:left="5440" w:firstLine="680"/>
      </w:pPr>
      <w:r>
        <w:t>Lisa 4</w:t>
      </w:r>
    </w:p>
    <w:p w:rsidR="00971084" w:rsidRDefault="00FF3831" w:rsidP="00D052D1">
      <w:pPr>
        <w:ind w:left="6120"/>
      </w:pPr>
      <w:r>
        <w:t xml:space="preserve">Toomas Võime FIE </w:t>
      </w:r>
      <w:r w:rsidR="00971084">
        <w:t>ja RMK vahelise</w:t>
      </w:r>
      <w:r w:rsidR="00FF54E3">
        <w:t xml:space="preserve"> 01</w:t>
      </w:r>
      <w:r w:rsidR="00E17268">
        <w:t>.01.2016</w:t>
      </w:r>
      <w:r w:rsidR="00D27F2F">
        <w:t>.a.</w:t>
      </w:r>
      <w:r w:rsidR="00971084">
        <w:t xml:space="preserve"> töövõtulepingu</w:t>
      </w:r>
    </w:p>
    <w:p w:rsidR="00971084" w:rsidRDefault="00D27F2F" w:rsidP="00971084">
      <w:pPr>
        <w:ind w:left="5440" w:firstLine="680"/>
      </w:pPr>
      <w:r>
        <w:t>n</w:t>
      </w:r>
      <w:r w:rsidR="00971084">
        <w:t>r</w:t>
      </w:r>
      <w:r w:rsidR="00D052D1">
        <w:t xml:space="preserve"> 1-18/</w:t>
      </w:r>
      <w:r w:rsidR="00FF54E3">
        <w:t>5</w:t>
      </w:r>
      <w:r w:rsidR="00D4176B">
        <w:t xml:space="preserve"> </w:t>
      </w:r>
      <w:r w:rsidR="00971084">
        <w:t xml:space="preserve"> juurde</w:t>
      </w:r>
    </w:p>
    <w:p w:rsidR="00971084" w:rsidRDefault="00971084" w:rsidP="00971084">
      <w:pPr>
        <w:pStyle w:val="Tiitel"/>
        <w:jc w:val="left"/>
        <w:rPr>
          <w:sz w:val="20"/>
          <w:lang w:val="fi-FI"/>
        </w:rPr>
      </w:pPr>
    </w:p>
    <w:p w:rsidR="00971084" w:rsidRPr="00971084" w:rsidRDefault="00971084" w:rsidP="00971084">
      <w:pPr>
        <w:pStyle w:val="Tiitel"/>
        <w:jc w:val="left"/>
        <w:rPr>
          <w:b w:val="0"/>
          <w:sz w:val="20"/>
          <w:lang w:val="fi-FI"/>
        </w:rPr>
      </w:pP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p>
    <w:p w:rsidR="00603CB4" w:rsidRDefault="00603CB4" w:rsidP="0074692D">
      <w:pPr>
        <w:pStyle w:val="Pis"/>
        <w:tabs>
          <w:tab w:val="clear" w:pos="4153"/>
          <w:tab w:val="clear" w:pos="8306"/>
        </w:tabs>
      </w:pPr>
    </w:p>
    <w:p w:rsidR="00603CB4" w:rsidRDefault="00603CB4">
      <w:pPr>
        <w:pStyle w:val="Pis"/>
        <w:tabs>
          <w:tab w:val="clear" w:pos="4153"/>
          <w:tab w:val="clear" w:pos="8306"/>
        </w:tabs>
        <w:jc w:val="right"/>
      </w:pPr>
    </w:p>
    <w:p w:rsidR="00603CB4" w:rsidRDefault="00D052D1">
      <w:pPr>
        <w:pStyle w:val="Pis"/>
        <w:tabs>
          <w:tab w:val="clear" w:pos="4153"/>
          <w:tab w:val="clear" w:pos="8306"/>
        </w:tabs>
        <w:rPr>
          <w:b/>
          <w:sz w:val="24"/>
          <w:szCs w:val="24"/>
          <w:lang w:val="et-EE"/>
        </w:rPr>
      </w:pPr>
      <w:r>
        <w:rPr>
          <w:b/>
          <w:sz w:val="24"/>
          <w:szCs w:val="24"/>
          <w:lang w:val="et-EE"/>
        </w:rPr>
        <w:t>Endla</w:t>
      </w:r>
      <w:r w:rsidR="00603CB4" w:rsidRPr="00A2276A">
        <w:rPr>
          <w:b/>
          <w:sz w:val="24"/>
          <w:szCs w:val="24"/>
          <w:lang w:val="et-EE"/>
        </w:rPr>
        <w:t xml:space="preserve"> metsamaja põhi- ja väikevahendite nimekiri</w:t>
      </w:r>
    </w:p>
    <w:p w:rsidR="00971084" w:rsidRPr="00A2276A" w:rsidRDefault="00971084">
      <w:pPr>
        <w:pStyle w:val="Pis"/>
        <w:tabs>
          <w:tab w:val="clear" w:pos="4153"/>
          <w:tab w:val="clear" w:pos="8306"/>
        </w:tabs>
        <w:rPr>
          <w:rFonts w:ascii="Arial" w:hAnsi="Arial"/>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154"/>
        <w:gridCol w:w="906"/>
        <w:gridCol w:w="1620"/>
        <w:gridCol w:w="720"/>
        <w:gridCol w:w="1260"/>
        <w:gridCol w:w="738"/>
        <w:gridCol w:w="1701"/>
      </w:tblGrid>
      <w:tr w:rsidR="00603CB4" w:rsidTr="00A2276A">
        <w:tc>
          <w:tcPr>
            <w:tcW w:w="648" w:type="dxa"/>
          </w:tcPr>
          <w:p w:rsidR="00603CB4" w:rsidRPr="00A2276A" w:rsidRDefault="00603CB4">
            <w:pPr>
              <w:tabs>
                <w:tab w:val="left" w:pos="4320"/>
              </w:tabs>
              <w:spacing w:line="240" w:lineRule="exact"/>
              <w:jc w:val="center"/>
            </w:pPr>
            <w:r w:rsidRPr="00A2276A">
              <w:t>Jrk.</w:t>
            </w:r>
          </w:p>
          <w:p w:rsidR="00603CB4" w:rsidRPr="00A2276A" w:rsidRDefault="00603CB4">
            <w:pPr>
              <w:tabs>
                <w:tab w:val="left" w:pos="4320"/>
              </w:tabs>
              <w:spacing w:line="240" w:lineRule="exact"/>
              <w:jc w:val="center"/>
            </w:pPr>
            <w:r w:rsidRPr="00A2276A">
              <w:t>nr.</w:t>
            </w:r>
          </w:p>
        </w:tc>
        <w:tc>
          <w:tcPr>
            <w:tcW w:w="2154" w:type="dxa"/>
          </w:tcPr>
          <w:p w:rsidR="00603CB4" w:rsidRPr="00A2276A" w:rsidRDefault="00603CB4">
            <w:pPr>
              <w:tabs>
                <w:tab w:val="left" w:pos="4320"/>
              </w:tabs>
              <w:spacing w:line="240" w:lineRule="exact"/>
              <w:jc w:val="center"/>
            </w:pPr>
            <w:r w:rsidRPr="00A2276A">
              <w:t>Nimetus</w:t>
            </w:r>
          </w:p>
        </w:tc>
        <w:tc>
          <w:tcPr>
            <w:tcW w:w="906" w:type="dxa"/>
          </w:tcPr>
          <w:p w:rsidR="00603CB4" w:rsidRPr="00A2276A" w:rsidRDefault="00603CB4">
            <w:pPr>
              <w:tabs>
                <w:tab w:val="left" w:pos="4320"/>
              </w:tabs>
              <w:spacing w:line="240" w:lineRule="exact"/>
              <w:jc w:val="center"/>
            </w:pPr>
            <w:r w:rsidRPr="00A2276A">
              <w:t>Tüüp</w:t>
            </w:r>
          </w:p>
        </w:tc>
        <w:tc>
          <w:tcPr>
            <w:tcW w:w="1620" w:type="dxa"/>
          </w:tcPr>
          <w:p w:rsidR="00603CB4" w:rsidRPr="00A2276A" w:rsidRDefault="00603CB4">
            <w:pPr>
              <w:tabs>
                <w:tab w:val="left" w:pos="4320"/>
              </w:tabs>
              <w:spacing w:line="240" w:lineRule="exact"/>
              <w:jc w:val="center"/>
            </w:pPr>
            <w:r w:rsidRPr="00A2276A">
              <w:t>Tehniline iseloomustus</w:t>
            </w:r>
          </w:p>
        </w:tc>
        <w:tc>
          <w:tcPr>
            <w:tcW w:w="720" w:type="dxa"/>
          </w:tcPr>
          <w:p w:rsidR="00603CB4" w:rsidRPr="00A2276A" w:rsidRDefault="00603CB4">
            <w:pPr>
              <w:tabs>
                <w:tab w:val="left" w:pos="4320"/>
              </w:tabs>
              <w:spacing w:line="240" w:lineRule="exact"/>
              <w:jc w:val="center"/>
            </w:pPr>
            <w:r w:rsidRPr="00A2276A">
              <w:t>Ühik</w:t>
            </w:r>
          </w:p>
        </w:tc>
        <w:tc>
          <w:tcPr>
            <w:tcW w:w="1260" w:type="dxa"/>
          </w:tcPr>
          <w:p w:rsidR="00603CB4" w:rsidRPr="00A2276A" w:rsidRDefault="00603CB4">
            <w:pPr>
              <w:tabs>
                <w:tab w:val="left" w:pos="4320"/>
              </w:tabs>
              <w:spacing w:line="240" w:lineRule="exact"/>
              <w:jc w:val="center"/>
            </w:pPr>
            <w:r w:rsidRPr="00A2276A">
              <w:t>Ühiku hind</w:t>
            </w:r>
          </w:p>
        </w:tc>
        <w:tc>
          <w:tcPr>
            <w:tcW w:w="738" w:type="dxa"/>
          </w:tcPr>
          <w:p w:rsidR="00603CB4" w:rsidRPr="00A2276A" w:rsidRDefault="00603CB4">
            <w:pPr>
              <w:tabs>
                <w:tab w:val="left" w:pos="4320"/>
              </w:tabs>
              <w:spacing w:line="240" w:lineRule="exact"/>
              <w:jc w:val="center"/>
            </w:pPr>
            <w:r w:rsidRPr="00A2276A">
              <w:t>Arv</w:t>
            </w:r>
          </w:p>
        </w:tc>
        <w:tc>
          <w:tcPr>
            <w:tcW w:w="1701" w:type="dxa"/>
          </w:tcPr>
          <w:p w:rsidR="00603CB4" w:rsidRPr="00A2276A" w:rsidRDefault="00603CB4">
            <w:pPr>
              <w:tabs>
                <w:tab w:val="left" w:pos="4320"/>
              </w:tabs>
              <w:spacing w:line="240" w:lineRule="exact"/>
              <w:jc w:val="center"/>
            </w:pPr>
            <w:r w:rsidRPr="00A2276A">
              <w:t>Märkused (seisukord)</w:t>
            </w:r>
          </w:p>
        </w:tc>
      </w:tr>
      <w:tr w:rsidR="00603CB4" w:rsidTr="00A2276A">
        <w:tc>
          <w:tcPr>
            <w:tcW w:w="648" w:type="dxa"/>
          </w:tcPr>
          <w:p w:rsidR="00603CB4" w:rsidRPr="00D27F2F" w:rsidRDefault="00603CB4">
            <w:pPr>
              <w:tabs>
                <w:tab w:val="left" w:pos="4320"/>
              </w:tabs>
              <w:spacing w:line="240" w:lineRule="exact"/>
              <w:jc w:val="both"/>
              <w:rPr>
                <w:sz w:val="22"/>
                <w:szCs w:val="22"/>
              </w:rPr>
            </w:pPr>
            <w:r w:rsidRPr="00D27F2F">
              <w:rPr>
                <w:sz w:val="22"/>
                <w:szCs w:val="22"/>
              </w:rPr>
              <w:t>1.</w:t>
            </w:r>
          </w:p>
        </w:tc>
        <w:tc>
          <w:tcPr>
            <w:tcW w:w="2154" w:type="dxa"/>
          </w:tcPr>
          <w:p w:rsidR="00603CB4" w:rsidRPr="00D27F2F" w:rsidRDefault="00B61054">
            <w:pPr>
              <w:tabs>
                <w:tab w:val="left" w:pos="4320"/>
              </w:tabs>
              <w:spacing w:line="240" w:lineRule="exact"/>
              <w:jc w:val="both"/>
              <w:rPr>
                <w:sz w:val="22"/>
                <w:szCs w:val="22"/>
              </w:rPr>
            </w:pPr>
            <w:r>
              <w:rPr>
                <w:sz w:val="22"/>
                <w:szCs w:val="22"/>
              </w:rPr>
              <w:t>Sauna ahi</w:t>
            </w:r>
          </w:p>
        </w:tc>
        <w:tc>
          <w:tcPr>
            <w:tcW w:w="906" w:type="dxa"/>
          </w:tcPr>
          <w:p w:rsidR="00603CB4" w:rsidRPr="00D27F2F" w:rsidRDefault="00603CB4">
            <w:pPr>
              <w:tabs>
                <w:tab w:val="left" w:pos="4320"/>
              </w:tabs>
              <w:spacing w:line="240" w:lineRule="exact"/>
              <w:jc w:val="both"/>
              <w:rPr>
                <w:sz w:val="22"/>
                <w:szCs w:val="22"/>
              </w:rPr>
            </w:pPr>
          </w:p>
        </w:tc>
        <w:tc>
          <w:tcPr>
            <w:tcW w:w="1620" w:type="dxa"/>
          </w:tcPr>
          <w:p w:rsidR="00603CB4" w:rsidRPr="00D27F2F" w:rsidRDefault="00603CB4">
            <w:pPr>
              <w:tabs>
                <w:tab w:val="left" w:pos="4320"/>
              </w:tabs>
              <w:spacing w:line="240" w:lineRule="exact"/>
              <w:jc w:val="both"/>
              <w:rPr>
                <w:sz w:val="22"/>
                <w:szCs w:val="22"/>
              </w:rPr>
            </w:pPr>
          </w:p>
        </w:tc>
        <w:tc>
          <w:tcPr>
            <w:tcW w:w="720" w:type="dxa"/>
          </w:tcPr>
          <w:p w:rsidR="00603CB4" w:rsidRPr="00D27F2F" w:rsidRDefault="00C1446E">
            <w:pPr>
              <w:tabs>
                <w:tab w:val="left" w:pos="4320"/>
              </w:tabs>
              <w:spacing w:line="240" w:lineRule="exact"/>
              <w:jc w:val="both"/>
              <w:rPr>
                <w:sz w:val="22"/>
                <w:szCs w:val="22"/>
              </w:rPr>
            </w:pPr>
            <w:r>
              <w:rPr>
                <w:sz w:val="22"/>
                <w:szCs w:val="22"/>
              </w:rPr>
              <w:t>t</w:t>
            </w:r>
            <w:r w:rsidR="00B61054">
              <w:rPr>
                <w:sz w:val="22"/>
                <w:szCs w:val="22"/>
              </w:rPr>
              <w:t>k</w:t>
            </w:r>
          </w:p>
        </w:tc>
        <w:tc>
          <w:tcPr>
            <w:tcW w:w="1260" w:type="dxa"/>
          </w:tcPr>
          <w:p w:rsidR="00603CB4" w:rsidRPr="00D27F2F" w:rsidRDefault="00603CB4">
            <w:pPr>
              <w:tabs>
                <w:tab w:val="left" w:pos="4320"/>
              </w:tabs>
              <w:spacing w:line="240" w:lineRule="exact"/>
              <w:jc w:val="both"/>
              <w:rPr>
                <w:sz w:val="22"/>
                <w:szCs w:val="22"/>
              </w:rPr>
            </w:pPr>
          </w:p>
        </w:tc>
        <w:tc>
          <w:tcPr>
            <w:tcW w:w="738" w:type="dxa"/>
          </w:tcPr>
          <w:p w:rsidR="00603CB4" w:rsidRPr="00D27F2F" w:rsidRDefault="00B61054">
            <w:pPr>
              <w:tabs>
                <w:tab w:val="left" w:pos="4320"/>
              </w:tabs>
              <w:spacing w:line="240" w:lineRule="exact"/>
              <w:jc w:val="both"/>
              <w:rPr>
                <w:sz w:val="22"/>
                <w:szCs w:val="22"/>
              </w:rPr>
            </w:pPr>
            <w:r>
              <w:rPr>
                <w:sz w:val="22"/>
                <w:szCs w:val="22"/>
              </w:rPr>
              <w:t>1</w:t>
            </w:r>
          </w:p>
        </w:tc>
        <w:tc>
          <w:tcPr>
            <w:tcW w:w="1701" w:type="dxa"/>
          </w:tcPr>
          <w:p w:rsidR="00603CB4" w:rsidRPr="00D27F2F" w:rsidRDefault="00603CB4">
            <w:pPr>
              <w:tabs>
                <w:tab w:val="left" w:pos="4320"/>
              </w:tabs>
              <w:spacing w:line="240" w:lineRule="exact"/>
              <w:jc w:val="both"/>
              <w:rPr>
                <w:sz w:val="22"/>
                <w:szCs w:val="22"/>
              </w:rPr>
            </w:pPr>
          </w:p>
        </w:tc>
      </w:tr>
      <w:tr w:rsidR="00603CB4" w:rsidTr="00A2276A">
        <w:tc>
          <w:tcPr>
            <w:tcW w:w="648" w:type="dxa"/>
          </w:tcPr>
          <w:p w:rsidR="00603CB4" w:rsidRPr="00D27F2F" w:rsidRDefault="00603CB4">
            <w:pPr>
              <w:tabs>
                <w:tab w:val="left" w:pos="4320"/>
              </w:tabs>
              <w:spacing w:line="240" w:lineRule="exact"/>
              <w:jc w:val="both"/>
              <w:rPr>
                <w:sz w:val="22"/>
                <w:szCs w:val="22"/>
              </w:rPr>
            </w:pPr>
            <w:r w:rsidRPr="00D27F2F">
              <w:rPr>
                <w:sz w:val="22"/>
                <w:szCs w:val="22"/>
              </w:rPr>
              <w:t>2.</w:t>
            </w:r>
          </w:p>
        </w:tc>
        <w:tc>
          <w:tcPr>
            <w:tcW w:w="2154" w:type="dxa"/>
          </w:tcPr>
          <w:p w:rsidR="00603CB4" w:rsidRPr="00D27F2F" w:rsidRDefault="00B61054">
            <w:pPr>
              <w:tabs>
                <w:tab w:val="left" w:pos="4320"/>
              </w:tabs>
              <w:spacing w:line="240" w:lineRule="exact"/>
              <w:jc w:val="both"/>
              <w:rPr>
                <w:sz w:val="22"/>
                <w:szCs w:val="22"/>
              </w:rPr>
            </w:pPr>
            <w:r>
              <w:rPr>
                <w:sz w:val="22"/>
                <w:szCs w:val="22"/>
              </w:rPr>
              <w:t>Pliit</w:t>
            </w:r>
          </w:p>
        </w:tc>
        <w:tc>
          <w:tcPr>
            <w:tcW w:w="906" w:type="dxa"/>
          </w:tcPr>
          <w:p w:rsidR="00603CB4" w:rsidRPr="00D27F2F" w:rsidRDefault="00603CB4">
            <w:pPr>
              <w:tabs>
                <w:tab w:val="left" w:pos="4320"/>
              </w:tabs>
              <w:spacing w:line="240" w:lineRule="exact"/>
              <w:jc w:val="both"/>
              <w:rPr>
                <w:sz w:val="22"/>
                <w:szCs w:val="22"/>
              </w:rPr>
            </w:pPr>
          </w:p>
        </w:tc>
        <w:tc>
          <w:tcPr>
            <w:tcW w:w="1620" w:type="dxa"/>
          </w:tcPr>
          <w:p w:rsidR="00603CB4" w:rsidRPr="00D27F2F" w:rsidRDefault="00603CB4">
            <w:pPr>
              <w:tabs>
                <w:tab w:val="left" w:pos="4320"/>
              </w:tabs>
              <w:spacing w:line="240" w:lineRule="exact"/>
              <w:jc w:val="both"/>
              <w:rPr>
                <w:sz w:val="22"/>
                <w:szCs w:val="22"/>
              </w:rPr>
            </w:pPr>
          </w:p>
        </w:tc>
        <w:tc>
          <w:tcPr>
            <w:tcW w:w="720" w:type="dxa"/>
          </w:tcPr>
          <w:p w:rsidR="00603CB4" w:rsidRPr="00D27F2F" w:rsidRDefault="00C1446E">
            <w:pPr>
              <w:tabs>
                <w:tab w:val="left" w:pos="4320"/>
              </w:tabs>
              <w:spacing w:line="240" w:lineRule="exact"/>
              <w:jc w:val="both"/>
              <w:rPr>
                <w:sz w:val="22"/>
                <w:szCs w:val="22"/>
              </w:rPr>
            </w:pPr>
            <w:r>
              <w:rPr>
                <w:sz w:val="22"/>
                <w:szCs w:val="22"/>
              </w:rPr>
              <w:t>t</w:t>
            </w:r>
            <w:r w:rsidR="00B61054">
              <w:rPr>
                <w:sz w:val="22"/>
                <w:szCs w:val="22"/>
              </w:rPr>
              <w:t>k</w:t>
            </w:r>
          </w:p>
        </w:tc>
        <w:tc>
          <w:tcPr>
            <w:tcW w:w="1260" w:type="dxa"/>
          </w:tcPr>
          <w:p w:rsidR="00603CB4" w:rsidRPr="00D27F2F" w:rsidRDefault="00603CB4">
            <w:pPr>
              <w:tabs>
                <w:tab w:val="left" w:pos="4320"/>
              </w:tabs>
              <w:spacing w:line="240" w:lineRule="exact"/>
              <w:jc w:val="both"/>
              <w:rPr>
                <w:sz w:val="22"/>
                <w:szCs w:val="22"/>
              </w:rPr>
            </w:pPr>
          </w:p>
        </w:tc>
        <w:tc>
          <w:tcPr>
            <w:tcW w:w="738" w:type="dxa"/>
          </w:tcPr>
          <w:p w:rsidR="00603CB4" w:rsidRPr="00D27F2F" w:rsidRDefault="00B61054">
            <w:pPr>
              <w:tabs>
                <w:tab w:val="left" w:pos="4320"/>
              </w:tabs>
              <w:spacing w:line="240" w:lineRule="exact"/>
              <w:jc w:val="both"/>
              <w:rPr>
                <w:sz w:val="22"/>
                <w:szCs w:val="22"/>
              </w:rPr>
            </w:pPr>
            <w:r>
              <w:rPr>
                <w:sz w:val="22"/>
                <w:szCs w:val="22"/>
              </w:rPr>
              <w:t>1</w:t>
            </w:r>
          </w:p>
        </w:tc>
        <w:tc>
          <w:tcPr>
            <w:tcW w:w="1701" w:type="dxa"/>
          </w:tcPr>
          <w:p w:rsidR="00603CB4" w:rsidRPr="00D27F2F" w:rsidRDefault="00603CB4">
            <w:pPr>
              <w:tabs>
                <w:tab w:val="left" w:pos="4320"/>
              </w:tabs>
              <w:spacing w:line="240" w:lineRule="exact"/>
              <w:jc w:val="both"/>
              <w:rPr>
                <w:sz w:val="22"/>
                <w:szCs w:val="22"/>
              </w:rPr>
            </w:pPr>
          </w:p>
        </w:tc>
      </w:tr>
      <w:tr w:rsidR="00603CB4" w:rsidTr="00A2276A">
        <w:tc>
          <w:tcPr>
            <w:tcW w:w="648" w:type="dxa"/>
          </w:tcPr>
          <w:p w:rsidR="00603CB4" w:rsidRPr="00D27F2F" w:rsidRDefault="00603CB4">
            <w:pPr>
              <w:tabs>
                <w:tab w:val="left" w:pos="4320"/>
              </w:tabs>
              <w:spacing w:line="240" w:lineRule="exact"/>
              <w:jc w:val="both"/>
              <w:rPr>
                <w:sz w:val="22"/>
                <w:szCs w:val="22"/>
              </w:rPr>
            </w:pPr>
            <w:r w:rsidRPr="00D27F2F">
              <w:rPr>
                <w:sz w:val="22"/>
                <w:szCs w:val="22"/>
              </w:rPr>
              <w:t>3</w:t>
            </w:r>
          </w:p>
        </w:tc>
        <w:tc>
          <w:tcPr>
            <w:tcW w:w="2154" w:type="dxa"/>
          </w:tcPr>
          <w:p w:rsidR="00603CB4" w:rsidRPr="00D27F2F" w:rsidRDefault="00B61054">
            <w:pPr>
              <w:tabs>
                <w:tab w:val="left" w:pos="4320"/>
              </w:tabs>
              <w:spacing w:line="240" w:lineRule="exact"/>
              <w:jc w:val="both"/>
              <w:rPr>
                <w:sz w:val="22"/>
                <w:szCs w:val="22"/>
              </w:rPr>
            </w:pPr>
            <w:r>
              <w:rPr>
                <w:sz w:val="22"/>
                <w:szCs w:val="22"/>
              </w:rPr>
              <w:t>Kamin</w:t>
            </w:r>
          </w:p>
        </w:tc>
        <w:tc>
          <w:tcPr>
            <w:tcW w:w="906" w:type="dxa"/>
          </w:tcPr>
          <w:p w:rsidR="00603CB4" w:rsidRPr="00D27F2F" w:rsidRDefault="00603CB4">
            <w:pPr>
              <w:tabs>
                <w:tab w:val="left" w:pos="4320"/>
              </w:tabs>
              <w:spacing w:line="240" w:lineRule="exact"/>
              <w:jc w:val="both"/>
              <w:rPr>
                <w:sz w:val="22"/>
                <w:szCs w:val="22"/>
              </w:rPr>
            </w:pPr>
          </w:p>
        </w:tc>
        <w:tc>
          <w:tcPr>
            <w:tcW w:w="1620" w:type="dxa"/>
          </w:tcPr>
          <w:p w:rsidR="00603CB4" w:rsidRPr="00D27F2F" w:rsidRDefault="00603CB4">
            <w:pPr>
              <w:tabs>
                <w:tab w:val="left" w:pos="4320"/>
              </w:tabs>
              <w:spacing w:line="240" w:lineRule="exact"/>
              <w:jc w:val="both"/>
              <w:rPr>
                <w:sz w:val="22"/>
                <w:szCs w:val="22"/>
              </w:rPr>
            </w:pPr>
          </w:p>
        </w:tc>
        <w:tc>
          <w:tcPr>
            <w:tcW w:w="720" w:type="dxa"/>
          </w:tcPr>
          <w:p w:rsidR="00603CB4" w:rsidRPr="00D27F2F" w:rsidRDefault="00C1446E">
            <w:pPr>
              <w:tabs>
                <w:tab w:val="left" w:pos="4320"/>
              </w:tabs>
              <w:spacing w:line="240" w:lineRule="exact"/>
              <w:jc w:val="both"/>
              <w:rPr>
                <w:sz w:val="22"/>
                <w:szCs w:val="22"/>
              </w:rPr>
            </w:pPr>
            <w:r>
              <w:rPr>
                <w:sz w:val="22"/>
                <w:szCs w:val="22"/>
              </w:rPr>
              <w:t>t</w:t>
            </w:r>
            <w:r w:rsidR="00B61054">
              <w:rPr>
                <w:sz w:val="22"/>
                <w:szCs w:val="22"/>
              </w:rPr>
              <w:t>k</w:t>
            </w:r>
          </w:p>
        </w:tc>
        <w:tc>
          <w:tcPr>
            <w:tcW w:w="1260" w:type="dxa"/>
          </w:tcPr>
          <w:p w:rsidR="00603CB4" w:rsidRPr="00D27F2F" w:rsidRDefault="00603CB4">
            <w:pPr>
              <w:tabs>
                <w:tab w:val="left" w:pos="4320"/>
              </w:tabs>
              <w:spacing w:line="240" w:lineRule="exact"/>
              <w:jc w:val="both"/>
              <w:rPr>
                <w:sz w:val="22"/>
                <w:szCs w:val="22"/>
              </w:rPr>
            </w:pPr>
          </w:p>
        </w:tc>
        <w:tc>
          <w:tcPr>
            <w:tcW w:w="738" w:type="dxa"/>
          </w:tcPr>
          <w:p w:rsidR="00603CB4" w:rsidRPr="00D27F2F" w:rsidRDefault="00B61054">
            <w:pPr>
              <w:tabs>
                <w:tab w:val="left" w:pos="4320"/>
              </w:tabs>
              <w:spacing w:line="240" w:lineRule="exact"/>
              <w:jc w:val="both"/>
              <w:rPr>
                <w:sz w:val="22"/>
                <w:szCs w:val="22"/>
              </w:rPr>
            </w:pPr>
            <w:r>
              <w:rPr>
                <w:sz w:val="22"/>
                <w:szCs w:val="22"/>
              </w:rPr>
              <w:t>1</w:t>
            </w:r>
          </w:p>
        </w:tc>
        <w:tc>
          <w:tcPr>
            <w:tcW w:w="1701" w:type="dxa"/>
          </w:tcPr>
          <w:p w:rsidR="00603CB4" w:rsidRPr="00D27F2F" w:rsidRDefault="00603CB4">
            <w:pPr>
              <w:tabs>
                <w:tab w:val="left" w:pos="4320"/>
              </w:tabs>
              <w:spacing w:line="240" w:lineRule="exact"/>
              <w:jc w:val="both"/>
              <w:rPr>
                <w:sz w:val="22"/>
                <w:szCs w:val="22"/>
              </w:rPr>
            </w:pPr>
          </w:p>
        </w:tc>
      </w:tr>
      <w:tr w:rsidR="00603CB4" w:rsidTr="00A2276A">
        <w:tc>
          <w:tcPr>
            <w:tcW w:w="648" w:type="dxa"/>
          </w:tcPr>
          <w:p w:rsidR="00603CB4" w:rsidRPr="00D27F2F" w:rsidRDefault="00603CB4">
            <w:pPr>
              <w:tabs>
                <w:tab w:val="left" w:pos="4320"/>
              </w:tabs>
              <w:spacing w:line="240" w:lineRule="exact"/>
              <w:jc w:val="both"/>
              <w:rPr>
                <w:sz w:val="22"/>
                <w:szCs w:val="22"/>
              </w:rPr>
            </w:pPr>
            <w:r w:rsidRPr="00D27F2F">
              <w:rPr>
                <w:sz w:val="22"/>
                <w:szCs w:val="22"/>
              </w:rPr>
              <w:t xml:space="preserve">4. </w:t>
            </w:r>
          </w:p>
        </w:tc>
        <w:tc>
          <w:tcPr>
            <w:tcW w:w="2154" w:type="dxa"/>
          </w:tcPr>
          <w:p w:rsidR="00603CB4" w:rsidRPr="00D27F2F" w:rsidRDefault="00B61054">
            <w:pPr>
              <w:tabs>
                <w:tab w:val="left" w:pos="4320"/>
              </w:tabs>
              <w:spacing w:line="240" w:lineRule="exact"/>
              <w:jc w:val="both"/>
              <w:rPr>
                <w:sz w:val="22"/>
                <w:szCs w:val="22"/>
              </w:rPr>
            </w:pPr>
            <w:r>
              <w:rPr>
                <w:sz w:val="22"/>
                <w:szCs w:val="22"/>
              </w:rPr>
              <w:t>Laud</w:t>
            </w:r>
          </w:p>
        </w:tc>
        <w:tc>
          <w:tcPr>
            <w:tcW w:w="906" w:type="dxa"/>
          </w:tcPr>
          <w:p w:rsidR="00603CB4" w:rsidRPr="00D27F2F" w:rsidRDefault="00603CB4">
            <w:pPr>
              <w:tabs>
                <w:tab w:val="left" w:pos="4320"/>
              </w:tabs>
              <w:spacing w:line="240" w:lineRule="exact"/>
              <w:jc w:val="both"/>
              <w:rPr>
                <w:sz w:val="22"/>
                <w:szCs w:val="22"/>
              </w:rPr>
            </w:pPr>
          </w:p>
        </w:tc>
        <w:tc>
          <w:tcPr>
            <w:tcW w:w="1620" w:type="dxa"/>
          </w:tcPr>
          <w:p w:rsidR="00603CB4" w:rsidRPr="00D27F2F" w:rsidRDefault="00603CB4">
            <w:pPr>
              <w:tabs>
                <w:tab w:val="left" w:pos="4320"/>
              </w:tabs>
              <w:spacing w:line="240" w:lineRule="exact"/>
              <w:jc w:val="both"/>
              <w:rPr>
                <w:sz w:val="22"/>
                <w:szCs w:val="22"/>
              </w:rPr>
            </w:pPr>
          </w:p>
        </w:tc>
        <w:tc>
          <w:tcPr>
            <w:tcW w:w="720" w:type="dxa"/>
          </w:tcPr>
          <w:p w:rsidR="00603CB4" w:rsidRPr="00D27F2F" w:rsidRDefault="00B61054">
            <w:pPr>
              <w:tabs>
                <w:tab w:val="left" w:pos="4320"/>
              </w:tabs>
              <w:spacing w:line="240" w:lineRule="exact"/>
              <w:jc w:val="both"/>
              <w:rPr>
                <w:sz w:val="22"/>
                <w:szCs w:val="22"/>
              </w:rPr>
            </w:pPr>
            <w:r>
              <w:rPr>
                <w:sz w:val="22"/>
                <w:szCs w:val="22"/>
              </w:rPr>
              <w:t>tk</w:t>
            </w:r>
          </w:p>
        </w:tc>
        <w:tc>
          <w:tcPr>
            <w:tcW w:w="1260" w:type="dxa"/>
          </w:tcPr>
          <w:p w:rsidR="00603CB4" w:rsidRPr="00D27F2F" w:rsidRDefault="00603CB4">
            <w:pPr>
              <w:tabs>
                <w:tab w:val="left" w:pos="4320"/>
              </w:tabs>
              <w:spacing w:line="240" w:lineRule="exact"/>
              <w:jc w:val="both"/>
              <w:rPr>
                <w:sz w:val="22"/>
                <w:szCs w:val="22"/>
              </w:rPr>
            </w:pPr>
          </w:p>
        </w:tc>
        <w:tc>
          <w:tcPr>
            <w:tcW w:w="738" w:type="dxa"/>
          </w:tcPr>
          <w:p w:rsidR="00603CB4" w:rsidRPr="00D27F2F" w:rsidRDefault="00B61054">
            <w:pPr>
              <w:tabs>
                <w:tab w:val="left" w:pos="4320"/>
              </w:tabs>
              <w:spacing w:line="240" w:lineRule="exact"/>
              <w:jc w:val="both"/>
              <w:rPr>
                <w:sz w:val="22"/>
                <w:szCs w:val="22"/>
              </w:rPr>
            </w:pPr>
            <w:r>
              <w:rPr>
                <w:sz w:val="22"/>
                <w:szCs w:val="22"/>
              </w:rPr>
              <w:t>1</w:t>
            </w:r>
          </w:p>
        </w:tc>
        <w:tc>
          <w:tcPr>
            <w:tcW w:w="1701" w:type="dxa"/>
          </w:tcPr>
          <w:p w:rsidR="00603CB4" w:rsidRPr="00D27F2F" w:rsidRDefault="00603CB4">
            <w:pPr>
              <w:tabs>
                <w:tab w:val="left" w:pos="4320"/>
              </w:tabs>
              <w:spacing w:line="240" w:lineRule="exact"/>
              <w:jc w:val="both"/>
              <w:rPr>
                <w:sz w:val="22"/>
                <w:szCs w:val="22"/>
              </w:rPr>
            </w:pPr>
          </w:p>
        </w:tc>
      </w:tr>
      <w:tr w:rsidR="00603CB4" w:rsidTr="00A2276A">
        <w:tc>
          <w:tcPr>
            <w:tcW w:w="648" w:type="dxa"/>
          </w:tcPr>
          <w:p w:rsidR="00603CB4" w:rsidRPr="00D27F2F" w:rsidRDefault="00603CB4">
            <w:pPr>
              <w:tabs>
                <w:tab w:val="left" w:pos="4320"/>
              </w:tabs>
              <w:spacing w:line="240" w:lineRule="exact"/>
              <w:jc w:val="both"/>
              <w:rPr>
                <w:sz w:val="22"/>
                <w:szCs w:val="22"/>
              </w:rPr>
            </w:pPr>
            <w:r w:rsidRPr="00D27F2F">
              <w:rPr>
                <w:sz w:val="22"/>
                <w:szCs w:val="22"/>
              </w:rPr>
              <w:t>5.</w:t>
            </w:r>
          </w:p>
        </w:tc>
        <w:tc>
          <w:tcPr>
            <w:tcW w:w="2154" w:type="dxa"/>
          </w:tcPr>
          <w:p w:rsidR="00603CB4" w:rsidRPr="00D27F2F" w:rsidRDefault="00B61054">
            <w:pPr>
              <w:tabs>
                <w:tab w:val="left" w:pos="4320"/>
              </w:tabs>
              <w:spacing w:line="240" w:lineRule="exact"/>
              <w:jc w:val="both"/>
              <w:rPr>
                <w:sz w:val="22"/>
                <w:szCs w:val="22"/>
              </w:rPr>
            </w:pPr>
            <w:r>
              <w:rPr>
                <w:sz w:val="22"/>
                <w:szCs w:val="22"/>
              </w:rPr>
              <w:t>Pink</w:t>
            </w:r>
          </w:p>
        </w:tc>
        <w:tc>
          <w:tcPr>
            <w:tcW w:w="906" w:type="dxa"/>
          </w:tcPr>
          <w:p w:rsidR="00603CB4" w:rsidRPr="00D27F2F" w:rsidRDefault="00603CB4">
            <w:pPr>
              <w:tabs>
                <w:tab w:val="left" w:pos="4320"/>
              </w:tabs>
              <w:spacing w:line="240" w:lineRule="exact"/>
              <w:jc w:val="both"/>
              <w:rPr>
                <w:sz w:val="22"/>
                <w:szCs w:val="22"/>
              </w:rPr>
            </w:pPr>
          </w:p>
        </w:tc>
        <w:tc>
          <w:tcPr>
            <w:tcW w:w="1620" w:type="dxa"/>
          </w:tcPr>
          <w:p w:rsidR="00603CB4" w:rsidRPr="00D27F2F" w:rsidRDefault="00603CB4">
            <w:pPr>
              <w:tabs>
                <w:tab w:val="left" w:pos="4320"/>
              </w:tabs>
              <w:spacing w:line="240" w:lineRule="exact"/>
              <w:jc w:val="both"/>
              <w:rPr>
                <w:sz w:val="22"/>
                <w:szCs w:val="22"/>
              </w:rPr>
            </w:pPr>
          </w:p>
        </w:tc>
        <w:tc>
          <w:tcPr>
            <w:tcW w:w="720" w:type="dxa"/>
          </w:tcPr>
          <w:p w:rsidR="00603CB4" w:rsidRPr="00D27F2F" w:rsidRDefault="00B61054">
            <w:pPr>
              <w:tabs>
                <w:tab w:val="left" w:pos="4320"/>
              </w:tabs>
              <w:spacing w:line="240" w:lineRule="exact"/>
              <w:jc w:val="both"/>
              <w:rPr>
                <w:sz w:val="22"/>
                <w:szCs w:val="22"/>
              </w:rPr>
            </w:pPr>
            <w:r>
              <w:rPr>
                <w:sz w:val="22"/>
                <w:szCs w:val="22"/>
              </w:rPr>
              <w:t>tk</w:t>
            </w:r>
          </w:p>
        </w:tc>
        <w:tc>
          <w:tcPr>
            <w:tcW w:w="1260" w:type="dxa"/>
          </w:tcPr>
          <w:p w:rsidR="00603CB4" w:rsidRPr="00D27F2F" w:rsidRDefault="00603CB4">
            <w:pPr>
              <w:tabs>
                <w:tab w:val="left" w:pos="4320"/>
              </w:tabs>
              <w:spacing w:line="240" w:lineRule="exact"/>
              <w:jc w:val="both"/>
              <w:rPr>
                <w:sz w:val="22"/>
                <w:szCs w:val="22"/>
              </w:rPr>
            </w:pPr>
          </w:p>
        </w:tc>
        <w:tc>
          <w:tcPr>
            <w:tcW w:w="738" w:type="dxa"/>
          </w:tcPr>
          <w:p w:rsidR="00603CB4" w:rsidRPr="00D27F2F" w:rsidRDefault="00B61054">
            <w:pPr>
              <w:tabs>
                <w:tab w:val="left" w:pos="4320"/>
              </w:tabs>
              <w:spacing w:line="240" w:lineRule="exact"/>
              <w:jc w:val="both"/>
              <w:rPr>
                <w:sz w:val="22"/>
                <w:szCs w:val="22"/>
              </w:rPr>
            </w:pPr>
            <w:r>
              <w:rPr>
                <w:sz w:val="22"/>
                <w:szCs w:val="22"/>
              </w:rPr>
              <w:t>3</w:t>
            </w:r>
          </w:p>
        </w:tc>
        <w:tc>
          <w:tcPr>
            <w:tcW w:w="1701" w:type="dxa"/>
          </w:tcPr>
          <w:p w:rsidR="00603CB4" w:rsidRPr="00D27F2F" w:rsidRDefault="00603CB4">
            <w:pPr>
              <w:tabs>
                <w:tab w:val="left" w:pos="4320"/>
              </w:tabs>
              <w:spacing w:line="240" w:lineRule="exact"/>
              <w:jc w:val="both"/>
              <w:rPr>
                <w:sz w:val="22"/>
                <w:szCs w:val="22"/>
              </w:rPr>
            </w:pPr>
          </w:p>
        </w:tc>
      </w:tr>
      <w:tr w:rsidR="00603CB4" w:rsidTr="00A2276A">
        <w:tc>
          <w:tcPr>
            <w:tcW w:w="648" w:type="dxa"/>
          </w:tcPr>
          <w:p w:rsidR="00603CB4" w:rsidRPr="00D27F2F" w:rsidRDefault="00426B61">
            <w:pPr>
              <w:tabs>
                <w:tab w:val="left" w:pos="4320"/>
              </w:tabs>
              <w:spacing w:line="240" w:lineRule="exact"/>
              <w:jc w:val="both"/>
              <w:rPr>
                <w:sz w:val="22"/>
                <w:szCs w:val="22"/>
              </w:rPr>
            </w:pPr>
            <w:r>
              <w:rPr>
                <w:sz w:val="22"/>
                <w:szCs w:val="22"/>
              </w:rPr>
              <w:t>6.</w:t>
            </w:r>
          </w:p>
        </w:tc>
        <w:tc>
          <w:tcPr>
            <w:tcW w:w="2154" w:type="dxa"/>
          </w:tcPr>
          <w:p w:rsidR="00603CB4" w:rsidRPr="00D27F2F" w:rsidRDefault="00603CB4">
            <w:pPr>
              <w:tabs>
                <w:tab w:val="left" w:pos="4320"/>
              </w:tabs>
              <w:spacing w:line="240" w:lineRule="exact"/>
              <w:jc w:val="both"/>
              <w:rPr>
                <w:sz w:val="22"/>
                <w:szCs w:val="22"/>
              </w:rPr>
            </w:pPr>
          </w:p>
        </w:tc>
        <w:tc>
          <w:tcPr>
            <w:tcW w:w="906" w:type="dxa"/>
          </w:tcPr>
          <w:p w:rsidR="00603CB4" w:rsidRPr="00D27F2F" w:rsidRDefault="00603CB4">
            <w:pPr>
              <w:tabs>
                <w:tab w:val="left" w:pos="4320"/>
              </w:tabs>
              <w:spacing w:line="240" w:lineRule="exact"/>
              <w:jc w:val="both"/>
              <w:rPr>
                <w:sz w:val="22"/>
                <w:szCs w:val="22"/>
              </w:rPr>
            </w:pPr>
          </w:p>
        </w:tc>
        <w:tc>
          <w:tcPr>
            <w:tcW w:w="1620" w:type="dxa"/>
          </w:tcPr>
          <w:p w:rsidR="00603CB4" w:rsidRPr="00D27F2F" w:rsidRDefault="00603CB4">
            <w:pPr>
              <w:tabs>
                <w:tab w:val="left" w:pos="4320"/>
              </w:tabs>
              <w:spacing w:line="240" w:lineRule="exact"/>
              <w:jc w:val="both"/>
              <w:rPr>
                <w:sz w:val="22"/>
                <w:szCs w:val="22"/>
              </w:rPr>
            </w:pPr>
          </w:p>
        </w:tc>
        <w:tc>
          <w:tcPr>
            <w:tcW w:w="720" w:type="dxa"/>
          </w:tcPr>
          <w:p w:rsidR="00603CB4" w:rsidRPr="00D27F2F" w:rsidRDefault="00603CB4">
            <w:pPr>
              <w:tabs>
                <w:tab w:val="left" w:pos="4320"/>
              </w:tabs>
              <w:spacing w:line="240" w:lineRule="exact"/>
              <w:jc w:val="both"/>
              <w:rPr>
                <w:sz w:val="22"/>
                <w:szCs w:val="22"/>
              </w:rPr>
            </w:pPr>
          </w:p>
        </w:tc>
        <w:tc>
          <w:tcPr>
            <w:tcW w:w="1260" w:type="dxa"/>
          </w:tcPr>
          <w:p w:rsidR="00603CB4" w:rsidRPr="00D27F2F" w:rsidRDefault="00603CB4">
            <w:pPr>
              <w:tabs>
                <w:tab w:val="left" w:pos="4320"/>
              </w:tabs>
              <w:spacing w:line="240" w:lineRule="exact"/>
              <w:jc w:val="both"/>
              <w:rPr>
                <w:sz w:val="22"/>
                <w:szCs w:val="22"/>
              </w:rPr>
            </w:pPr>
          </w:p>
        </w:tc>
        <w:tc>
          <w:tcPr>
            <w:tcW w:w="738" w:type="dxa"/>
          </w:tcPr>
          <w:p w:rsidR="00603CB4" w:rsidRPr="00D27F2F" w:rsidRDefault="00603CB4">
            <w:pPr>
              <w:tabs>
                <w:tab w:val="left" w:pos="4320"/>
              </w:tabs>
              <w:spacing w:line="240" w:lineRule="exact"/>
              <w:jc w:val="both"/>
              <w:rPr>
                <w:sz w:val="22"/>
                <w:szCs w:val="22"/>
              </w:rPr>
            </w:pPr>
          </w:p>
        </w:tc>
        <w:tc>
          <w:tcPr>
            <w:tcW w:w="1701" w:type="dxa"/>
          </w:tcPr>
          <w:p w:rsidR="00603CB4" w:rsidRPr="00D27F2F" w:rsidRDefault="00603CB4">
            <w:pPr>
              <w:tabs>
                <w:tab w:val="left" w:pos="4320"/>
              </w:tabs>
              <w:spacing w:line="240" w:lineRule="exact"/>
              <w:jc w:val="both"/>
              <w:rPr>
                <w:sz w:val="22"/>
                <w:szCs w:val="22"/>
              </w:rPr>
            </w:pPr>
          </w:p>
        </w:tc>
      </w:tr>
      <w:tr w:rsidR="00603CB4" w:rsidTr="00A2276A">
        <w:tc>
          <w:tcPr>
            <w:tcW w:w="648" w:type="dxa"/>
          </w:tcPr>
          <w:p w:rsidR="00603CB4" w:rsidRPr="00D27F2F" w:rsidRDefault="00603CB4">
            <w:pPr>
              <w:tabs>
                <w:tab w:val="left" w:pos="4320"/>
              </w:tabs>
              <w:spacing w:line="240" w:lineRule="exact"/>
              <w:jc w:val="both"/>
              <w:rPr>
                <w:sz w:val="22"/>
                <w:szCs w:val="22"/>
              </w:rPr>
            </w:pPr>
          </w:p>
        </w:tc>
        <w:tc>
          <w:tcPr>
            <w:tcW w:w="2154" w:type="dxa"/>
          </w:tcPr>
          <w:p w:rsidR="00603CB4" w:rsidRPr="00D27F2F" w:rsidRDefault="00603CB4">
            <w:pPr>
              <w:tabs>
                <w:tab w:val="left" w:pos="4320"/>
              </w:tabs>
              <w:spacing w:line="240" w:lineRule="exact"/>
              <w:jc w:val="both"/>
              <w:rPr>
                <w:sz w:val="22"/>
                <w:szCs w:val="22"/>
              </w:rPr>
            </w:pPr>
          </w:p>
        </w:tc>
        <w:tc>
          <w:tcPr>
            <w:tcW w:w="906" w:type="dxa"/>
          </w:tcPr>
          <w:p w:rsidR="00603CB4" w:rsidRPr="00D27F2F" w:rsidRDefault="00603CB4">
            <w:pPr>
              <w:tabs>
                <w:tab w:val="left" w:pos="4320"/>
              </w:tabs>
              <w:spacing w:line="240" w:lineRule="exact"/>
              <w:jc w:val="both"/>
              <w:rPr>
                <w:sz w:val="22"/>
                <w:szCs w:val="22"/>
              </w:rPr>
            </w:pPr>
          </w:p>
        </w:tc>
        <w:tc>
          <w:tcPr>
            <w:tcW w:w="1620" w:type="dxa"/>
          </w:tcPr>
          <w:p w:rsidR="00603CB4" w:rsidRPr="00D27F2F" w:rsidRDefault="00603CB4">
            <w:pPr>
              <w:tabs>
                <w:tab w:val="left" w:pos="4320"/>
              </w:tabs>
              <w:spacing w:line="240" w:lineRule="exact"/>
              <w:jc w:val="both"/>
              <w:rPr>
                <w:sz w:val="22"/>
                <w:szCs w:val="22"/>
              </w:rPr>
            </w:pPr>
          </w:p>
        </w:tc>
        <w:tc>
          <w:tcPr>
            <w:tcW w:w="720" w:type="dxa"/>
          </w:tcPr>
          <w:p w:rsidR="00603CB4" w:rsidRPr="00D27F2F" w:rsidRDefault="00603CB4">
            <w:pPr>
              <w:tabs>
                <w:tab w:val="left" w:pos="4320"/>
              </w:tabs>
              <w:spacing w:line="240" w:lineRule="exact"/>
              <w:jc w:val="both"/>
              <w:rPr>
                <w:sz w:val="22"/>
                <w:szCs w:val="22"/>
              </w:rPr>
            </w:pPr>
          </w:p>
        </w:tc>
        <w:tc>
          <w:tcPr>
            <w:tcW w:w="1260" w:type="dxa"/>
          </w:tcPr>
          <w:p w:rsidR="00603CB4" w:rsidRPr="00D27F2F" w:rsidRDefault="00603CB4">
            <w:pPr>
              <w:tabs>
                <w:tab w:val="left" w:pos="4320"/>
              </w:tabs>
              <w:spacing w:line="240" w:lineRule="exact"/>
              <w:jc w:val="both"/>
              <w:rPr>
                <w:sz w:val="22"/>
                <w:szCs w:val="22"/>
              </w:rPr>
            </w:pPr>
          </w:p>
        </w:tc>
        <w:tc>
          <w:tcPr>
            <w:tcW w:w="738" w:type="dxa"/>
          </w:tcPr>
          <w:p w:rsidR="00603CB4" w:rsidRPr="00D27F2F" w:rsidRDefault="00603CB4">
            <w:pPr>
              <w:tabs>
                <w:tab w:val="left" w:pos="4320"/>
              </w:tabs>
              <w:spacing w:line="240" w:lineRule="exact"/>
              <w:jc w:val="both"/>
              <w:rPr>
                <w:sz w:val="22"/>
                <w:szCs w:val="22"/>
              </w:rPr>
            </w:pPr>
          </w:p>
        </w:tc>
        <w:tc>
          <w:tcPr>
            <w:tcW w:w="1701" w:type="dxa"/>
          </w:tcPr>
          <w:p w:rsidR="00603CB4" w:rsidRPr="00D27F2F" w:rsidRDefault="00603CB4">
            <w:pPr>
              <w:tabs>
                <w:tab w:val="left" w:pos="4320"/>
              </w:tabs>
              <w:spacing w:line="240" w:lineRule="exact"/>
              <w:jc w:val="both"/>
              <w:rPr>
                <w:sz w:val="22"/>
                <w:szCs w:val="22"/>
              </w:rPr>
            </w:pPr>
          </w:p>
        </w:tc>
      </w:tr>
      <w:tr w:rsidR="00603CB4" w:rsidTr="00A2276A">
        <w:tc>
          <w:tcPr>
            <w:tcW w:w="648" w:type="dxa"/>
          </w:tcPr>
          <w:p w:rsidR="00603CB4" w:rsidRPr="00D27F2F" w:rsidRDefault="00603CB4">
            <w:pPr>
              <w:tabs>
                <w:tab w:val="left" w:pos="4320"/>
              </w:tabs>
              <w:spacing w:line="240" w:lineRule="exact"/>
              <w:jc w:val="both"/>
              <w:rPr>
                <w:sz w:val="22"/>
                <w:szCs w:val="22"/>
              </w:rPr>
            </w:pPr>
          </w:p>
        </w:tc>
        <w:tc>
          <w:tcPr>
            <w:tcW w:w="2154" w:type="dxa"/>
          </w:tcPr>
          <w:p w:rsidR="00603CB4" w:rsidRPr="00D27F2F" w:rsidRDefault="00603CB4">
            <w:pPr>
              <w:tabs>
                <w:tab w:val="left" w:pos="4320"/>
              </w:tabs>
              <w:spacing w:line="240" w:lineRule="exact"/>
              <w:jc w:val="both"/>
              <w:rPr>
                <w:sz w:val="22"/>
                <w:szCs w:val="22"/>
              </w:rPr>
            </w:pPr>
          </w:p>
        </w:tc>
        <w:tc>
          <w:tcPr>
            <w:tcW w:w="906" w:type="dxa"/>
          </w:tcPr>
          <w:p w:rsidR="00603CB4" w:rsidRPr="00D27F2F" w:rsidRDefault="00603CB4">
            <w:pPr>
              <w:tabs>
                <w:tab w:val="left" w:pos="4320"/>
              </w:tabs>
              <w:spacing w:line="240" w:lineRule="exact"/>
              <w:jc w:val="both"/>
              <w:rPr>
                <w:sz w:val="22"/>
                <w:szCs w:val="22"/>
              </w:rPr>
            </w:pPr>
          </w:p>
        </w:tc>
        <w:tc>
          <w:tcPr>
            <w:tcW w:w="1620" w:type="dxa"/>
          </w:tcPr>
          <w:p w:rsidR="00603CB4" w:rsidRPr="00D27F2F" w:rsidRDefault="00603CB4">
            <w:pPr>
              <w:tabs>
                <w:tab w:val="left" w:pos="4320"/>
              </w:tabs>
              <w:spacing w:line="240" w:lineRule="exact"/>
              <w:jc w:val="both"/>
              <w:rPr>
                <w:sz w:val="22"/>
                <w:szCs w:val="22"/>
              </w:rPr>
            </w:pPr>
          </w:p>
        </w:tc>
        <w:tc>
          <w:tcPr>
            <w:tcW w:w="720" w:type="dxa"/>
          </w:tcPr>
          <w:p w:rsidR="00603CB4" w:rsidRPr="00D27F2F" w:rsidRDefault="00603CB4">
            <w:pPr>
              <w:tabs>
                <w:tab w:val="left" w:pos="4320"/>
              </w:tabs>
              <w:spacing w:line="240" w:lineRule="exact"/>
              <w:jc w:val="both"/>
              <w:rPr>
                <w:sz w:val="22"/>
                <w:szCs w:val="22"/>
              </w:rPr>
            </w:pPr>
          </w:p>
        </w:tc>
        <w:tc>
          <w:tcPr>
            <w:tcW w:w="1260" w:type="dxa"/>
          </w:tcPr>
          <w:p w:rsidR="00603CB4" w:rsidRPr="00D27F2F" w:rsidRDefault="00603CB4">
            <w:pPr>
              <w:tabs>
                <w:tab w:val="left" w:pos="4320"/>
              </w:tabs>
              <w:spacing w:line="240" w:lineRule="exact"/>
              <w:jc w:val="both"/>
              <w:rPr>
                <w:sz w:val="22"/>
                <w:szCs w:val="22"/>
              </w:rPr>
            </w:pPr>
          </w:p>
        </w:tc>
        <w:tc>
          <w:tcPr>
            <w:tcW w:w="738" w:type="dxa"/>
          </w:tcPr>
          <w:p w:rsidR="00603CB4" w:rsidRPr="00D27F2F" w:rsidRDefault="00603CB4">
            <w:pPr>
              <w:tabs>
                <w:tab w:val="left" w:pos="4320"/>
              </w:tabs>
              <w:spacing w:line="240" w:lineRule="exact"/>
              <w:jc w:val="both"/>
              <w:rPr>
                <w:sz w:val="22"/>
                <w:szCs w:val="22"/>
              </w:rPr>
            </w:pPr>
          </w:p>
        </w:tc>
        <w:tc>
          <w:tcPr>
            <w:tcW w:w="1701" w:type="dxa"/>
          </w:tcPr>
          <w:p w:rsidR="00603CB4" w:rsidRPr="00D27F2F" w:rsidRDefault="00603CB4">
            <w:pPr>
              <w:tabs>
                <w:tab w:val="left" w:pos="4320"/>
              </w:tabs>
              <w:spacing w:line="240" w:lineRule="exact"/>
              <w:jc w:val="both"/>
              <w:rPr>
                <w:sz w:val="22"/>
                <w:szCs w:val="22"/>
              </w:rPr>
            </w:pPr>
          </w:p>
        </w:tc>
      </w:tr>
      <w:tr w:rsidR="00603CB4" w:rsidTr="00A2276A">
        <w:tc>
          <w:tcPr>
            <w:tcW w:w="648" w:type="dxa"/>
          </w:tcPr>
          <w:p w:rsidR="00603CB4" w:rsidRPr="00D27F2F" w:rsidRDefault="00603CB4">
            <w:pPr>
              <w:tabs>
                <w:tab w:val="left" w:pos="4320"/>
              </w:tabs>
              <w:spacing w:line="240" w:lineRule="exact"/>
              <w:jc w:val="both"/>
              <w:rPr>
                <w:sz w:val="22"/>
                <w:szCs w:val="22"/>
              </w:rPr>
            </w:pPr>
          </w:p>
        </w:tc>
        <w:tc>
          <w:tcPr>
            <w:tcW w:w="2154" w:type="dxa"/>
          </w:tcPr>
          <w:p w:rsidR="00603CB4" w:rsidRPr="00D27F2F" w:rsidRDefault="00603CB4">
            <w:pPr>
              <w:tabs>
                <w:tab w:val="left" w:pos="4320"/>
              </w:tabs>
              <w:spacing w:line="240" w:lineRule="exact"/>
              <w:jc w:val="both"/>
              <w:rPr>
                <w:sz w:val="22"/>
                <w:szCs w:val="22"/>
              </w:rPr>
            </w:pPr>
          </w:p>
        </w:tc>
        <w:tc>
          <w:tcPr>
            <w:tcW w:w="906" w:type="dxa"/>
          </w:tcPr>
          <w:p w:rsidR="00603CB4" w:rsidRPr="00D27F2F" w:rsidRDefault="00603CB4">
            <w:pPr>
              <w:tabs>
                <w:tab w:val="left" w:pos="4320"/>
              </w:tabs>
              <w:spacing w:line="240" w:lineRule="exact"/>
              <w:jc w:val="both"/>
              <w:rPr>
                <w:sz w:val="22"/>
                <w:szCs w:val="22"/>
              </w:rPr>
            </w:pPr>
          </w:p>
        </w:tc>
        <w:tc>
          <w:tcPr>
            <w:tcW w:w="1620" w:type="dxa"/>
          </w:tcPr>
          <w:p w:rsidR="00603CB4" w:rsidRPr="00D27F2F" w:rsidRDefault="00603CB4">
            <w:pPr>
              <w:tabs>
                <w:tab w:val="left" w:pos="4320"/>
              </w:tabs>
              <w:spacing w:line="240" w:lineRule="exact"/>
              <w:jc w:val="both"/>
              <w:rPr>
                <w:sz w:val="22"/>
                <w:szCs w:val="22"/>
              </w:rPr>
            </w:pPr>
          </w:p>
        </w:tc>
        <w:tc>
          <w:tcPr>
            <w:tcW w:w="720" w:type="dxa"/>
          </w:tcPr>
          <w:p w:rsidR="00603CB4" w:rsidRPr="00D27F2F" w:rsidRDefault="00603CB4">
            <w:pPr>
              <w:tabs>
                <w:tab w:val="left" w:pos="4320"/>
              </w:tabs>
              <w:spacing w:line="240" w:lineRule="exact"/>
              <w:jc w:val="both"/>
              <w:rPr>
                <w:sz w:val="22"/>
                <w:szCs w:val="22"/>
              </w:rPr>
            </w:pPr>
          </w:p>
        </w:tc>
        <w:tc>
          <w:tcPr>
            <w:tcW w:w="1260" w:type="dxa"/>
          </w:tcPr>
          <w:p w:rsidR="00603CB4" w:rsidRPr="00D27F2F" w:rsidRDefault="00603CB4">
            <w:pPr>
              <w:tabs>
                <w:tab w:val="left" w:pos="4320"/>
              </w:tabs>
              <w:spacing w:line="240" w:lineRule="exact"/>
              <w:jc w:val="both"/>
              <w:rPr>
                <w:sz w:val="22"/>
                <w:szCs w:val="22"/>
              </w:rPr>
            </w:pPr>
          </w:p>
        </w:tc>
        <w:tc>
          <w:tcPr>
            <w:tcW w:w="738" w:type="dxa"/>
          </w:tcPr>
          <w:p w:rsidR="00603CB4" w:rsidRPr="00D27F2F" w:rsidRDefault="00603CB4">
            <w:pPr>
              <w:tabs>
                <w:tab w:val="left" w:pos="4320"/>
              </w:tabs>
              <w:spacing w:line="240" w:lineRule="exact"/>
              <w:jc w:val="both"/>
              <w:rPr>
                <w:sz w:val="22"/>
                <w:szCs w:val="22"/>
              </w:rPr>
            </w:pPr>
          </w:p>
        </w:tc>
        <w:tc>
          <w:tcPr>
            <w:tcW w:w="1701" w:type="dxa"/>
          </w:tcPr>
          <w:p w:rsidR="00603CB4" w:rsidRPr="00D27F2F" w:rsidRDefault="00603CB4">
            <w:pPr>
              <w:tabs>
                <w:tab w:val="left" w:pos="4320"/>
              </w:tabs>
              <w:spacing w:line="240" w:lineRule="exact"/>
              <w:jc w:val="both"/>
              <w:rPr>
                <w:sz w:val="22"/>
                <w:szCs w:val="22"/>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r w:rsidR="00603CB4" w:rsidTr="00A2276A">
        <w:tc>
          <w:tcPr>
            <w:tcW w:w="648" w:type="dxa"/>
          </w:tcPr>
          <w:p w:rsidR="00603CB4" w:rsidRDefault="00603CB4">
            <w:pPr>
              <w:tabs>
                <w:tab w:val="left" w:pos="4320"/>
              </w:tabs>
              <w:spacing w:line="240" w:lineRule="exact"/>
              <w:jc w:val="both"/>
              <w:rPr>
                <w:sz w:val="16"/>
              </w:rPr>
            </w:pPr>
          </w:p>
        </w:tc>
        <w:tc>
          <w:tcPr>
            <w:tcW w:w="2154" w:type="dxa"/>
          </w:tcPr>
          <w:p w:rsidR="00603CB4" w:rsidRDefault="00603CB4">
            <w:pPr>
              <w:tabs>
                <w:tab w:val="left" w:pos="4320"/>
              </w:tabs>
              <w:spacing w:line="240" w:lineRule="exact"/>
              <w:jc w:val="both"/>
              <w:rPr>
                <w:sz w:val="16"/>
              </w:rPr>
            </w:pPr>
          </w:p>
        </w:tc>
        <w:tc>
          <w:tcPr>
            <w:tcW w:w="906" w:type="dxa"/>
          </w:tcPr>
          <w:p w:rsidR="00603CB4" w:rsidRDefault="00603CB4">
            <w:pPr>
              <w:tabs>
                <w:tab w:val="left" w:pos="4320"/>
              </w:tabs>
              <w:spacing w:line="240" w:lineRule="exact"/>
              <w:jc w:val="both"/>
              <w:rPr>
                <w:sz w:val="16"/>
              </w:rPr>
            </w:pPr>
          </w:p>
        </w:tc>
        <w:tc>
          <w:tcPr>
            <w:tcW w:w="1620" w:type="dxa"/>
          </w:tcPr>
          <w:p w:rsidR="00603CB4" w:rsidRDefault="00603CB4">
            <w:pPr>
              <w:tabs>
                <w:tab w:val="left" w:pos="4320"/>
              </w:tabs>
              <w:spacing w:line="240" w:lineRule="exact"/>
              <w:jc w:val="both"/>
              <w:rPr>
                <w:sz w:val="16"/>
              </w:rPr>
            </w:pPr>
          </w:p>
        </w:tc>
        <w:tc>
          <w:tcPr>
            <w:tcW w:w="720" w:type="dxa"/>
          </w:tcPr>
          <w:p w:rsidR="00603CB4" w:rsidRDefault="00603CB4">
            <w:pPr>
              <w:tabs>
                <w:tab w:val="left" w:pos="4320"/>
              </w:tabs>
              <w:spacing w:line="240" w:lineRule="exact"/>
              <w:jc w:val="both"/>
              <w:rPr>
                <w:sz w:val="16"/>
              </w:rPr>
            </w:pPr>
          </w:p>
        </w:tc>
        <w:tc>
          <w:tcPr>
            <w:tcW w:w="1260" w:type="dxa"/>
          </w:tcPr>
          <w:p w:rsidR="00603CB4" w:rsidRDefault="00603CB4">
            <w:pPr>
              <w:tabs>
                <w:tab w:val="left" w:pos="4320"/>
              </w:tabs>
              <w:spacing w:line="240" w:lineRule="exact"/>
              <w:jc w:val="both"/>
              <w:rPr>
                <w:sz w:val="16"/>
              </w:rPr>
            </w:pPr>
          </w:p>
        </w:tc>
        <w:tc>
          <w:tcPr>
            <w:tcW w:w="738" w:type="dxa"/>
          </w:tcPr>
          <w:p w:rsidR="00603CB4" w:rsidRDefault="00603CB4">
            <w:pPr>
              <w:tabs>
                <w:tab w:val="left" w:pos="4320"/>
              </w:tabs>
              <w:spacing w:line="240" w:lineRule="exact"/>
              <w:jc w:val="both"/>
              <w:rPr>
                <w:sz w:val="16"/>
              </w:rPr>
            </w:pPr>
          </w:p>
        </w:tc>
        <w:tc>
          <w:tcPr>
            <w:tcW w:w="1701" w:type="dxa"/>
          </w:tcPr>
          <w:p w:rsidR="00603CB4" w:rsidRDefault="00603CB4">
            <w:pPr>
              <w:tabs>
                <w:tab w:val="left" w:pos="4320"/>
              </w:tabs>
              <w:spacing w:line="240" w:lineRule="exact"/>
              <w:jc w:val="both"/>
              <w:rPr>
                <w:sz w:val="16"/>
              </w:rPr>
            </w:pPr>
          </w:p>
        </w:tc>
      </w:tr>
    </w:tbl>
    <w:p w:rsidR="00603CB4" w:rsidRDefault="00603CB4">
      <w:pPr>
        <w:tabs>
          <w:tab w:val="left" w:pos="4320"/>
        </w:tabs>
        <w:spacing w:line="240" w:lineRule="exact"/>
        <w:jc w:val="both"/>
      </w:pPr>
    </w:p>
    <w:p w:rsidR="0026660E" w:rsidRDefault="0026660E">
      <w:pPr>
        <w:tabs>
          <w:tab w:val="left" w:pos="4320"/>
        </w:tabs>
        <w:spacing w:line="240" w:lineRule="exact"/>
        <w:jc w:val="both"/>
      </w:pPr>
    </w:p>
    <w:p w:rsidR="0026660E" w:rsidRPr="00A2276A" w:rsidRDefault="0026660E">
      <w:pPr>
        <w:tabs>
          <w:tab w:val="left" w:pos="4320"/>
        </w:tabs>
        <w:spacing w:line="240" w:lineRule="exact"/>
        <w:jc w:val="both"/>
      </w:pPr>
    </w:p>
    <w:p w:rsidR="00971084" w:rsidRDefault="00971084" w:rsidP="00971084">
      <w:pPr>
        <w:spacing w:line="240" w:lineRule="exact"/>
      </w:pPr>
      <w:r w:rsidRPr="00D114CD">
        <w:t xml:space="preserve">Andis üle: </w:t>
      </w:r>
      <w:r>
        <w:t xml:space="preserve">             </w:t>
      </w:r>
      <w:r w:rsidRPr="00D114CD">
        <w:t xml:space="preserve">  </w:t>
      </w:r>
      <w:r>
        <w:t xml:space="preserve">                                       </w:t>
      </w:r>
      <w:r w:rsidRPr="00D114CD">
        <w:t xml:space="preserve">Võttis vastu: </w:t>
      </w:r>
      <w:r>
        <w:t xml:space="preserve">                               </w:t>
      </w:r>
    </w:p>
    <w:p w:rsidR="00971084" w:rsidRDefault="00971084" w:rsidP="00971084">
      <w:pPr>
        <w:pStyle w:val="Pis"/>
        <w:tabs>
          <w:tab w:val="clear" w:pos="4153"/>
          <w:tab w:val="clear" w:pos="8306"/>
        </w:tabs>
      </w:pPr>
    </w:p>
    <w:p w:rsidR="00971084" w:rsidRDefault="00971084" w:rsidP="00971084">
      <w:pPr>
        <w:pStyle w:val="Pis"/>
        <w:tabs>
          <w:tab w:val="clear" w:pos="4153"/>
          <w:tab w:val="clear" w:pos="8306"/>
        </w:tabs>
      </w:pPr>
    </w:p>
    <w:p w:rsidR="00971084" w:rsidRDefault="00971084" w:rsidP="00971084">
      <w:pPr>
        <w:pStyle w:val="Pis"/>
        <w:tabs>
          <w:tab w:val="clear" w:pos="4153"/>
          <w:tab w:val="clear" w:pos="8306"/>
        </w:tabs>
      </w:pPr>
    </w:p>
    <w:p w:rsidR="00971084" w:rsidRPr="003A55B9" w:rsidRDefault="00971084" w:rsidP="00971084">
      <w:pPr>
        <w:tabs>
          <w:tab w:val="left" w:pos="4320"/>
        </w:tabs>
        <w:spacing w:line="240" w:lineRule="exact"/>
        <w:jc w:val="both"/>
      </w:pPr>
      <w:proofErr w:type="spellStart"/>
      <w:r w:rsidRPr="003A55B9">
        <w:t>…………………………………</w:t>
      </w:r>
      <w:proofErr w:type="spellEnd"/>
      <w:r w:rsidRPr="003A55B9">
        <w:t xml:space="preserve">                    </w:t>
      </w:r>
      <w:proofErr w:type="spellStart"/>
      <w:r w:rsidRPr="003A55B9">
        <w:t>……………………………………</w:t>
      </w:r>
      <w:proofErr w:type="spellEnd"/>
    </w:p>
    <w:p w:rsidR="00862194" w:rsidRPr="003F350C" w:rsidRDefault="00280833" w:rsidP="00862194">
      <w:pPr>
        <w:pStyle w:val="Pis"/>
        <w:rPr>
          <w:sz w:val="24"/>
          <w:szCs w:val="24"/>
          <w:lang w:val="et-EE"/>
        </w:rPr>
      </w:pPr>
      <w:r>
        <w:rPr>
          <w:sz w:val="24"/>
          <w:szCs w:val="24"/>
          <w:lang w:val="et-EE"/>
        </w:rPr>
        <w:t>Jaanus Käärma</w:t>
      </w:r>
      <w:r w:rsidR="00862194">
        <w:rPr>
          <w:sz w:val="24"/>
          <w:szCs w:val="24"/>
          <w:lang w:val="et-EE"/>
        </w:rPr>
        <w:tab/>
        <w:t xml:space="preserve">                            </w:t>
      </w:r>
      <w:r w:rsidR="00FC1958">
        <w:rPr>
          <w:sz w:val="24"/>
          <w:szCs w:val="24"/>
          <w:lang w:val="et-EE"/>
        </w:rPr>
        <w:t xml:space="preserve">                      </w:t>
      </w:r>
      <w:r w:rsidR="00FF3831" w:rsidRPr="00FF3831">
        <w:rPr>
          <w:sz w:val="24"/>
          <w:szCs w:val="24"/>
        </w:rPr>
        <w:t>Toomas Võime FIE</w:t>
      </w:r>
    </w:p>
    <w:p w:rsidR="00FF3831" w:rsidRDefault="00862194" w:rsidP="00862194">
      <w:pPr>
        <w:pStyle w:val="Pis"/>
        <w:rPr>
          <w:sz w:val="24"/>
          <w:szCs w:val="24"/>
          <w:lang w:val="et-EE"/>
        </w:rPr>
      </w:pPr>
      <w:r>
        <w:rPr>
          <w:sz w:val="24"/>
          <w:szCs w:val="24"/>
          <w:lang w:val="et-EE"/>
        </w:rPr>
        <w:t>RMK loodushoiuosakonna</w:t>
      </w:r>
      <w:r>
        <w:rPr>
          <w:sz w:val="24"/>
          <w:szCs w:val="24"/>
          <w:lang w:val="et-EE"/>
        </w:rPr>
        <w:tab/>
      </w:r>
      <w:r w:rsidR="00D052D1">
        <w:rPr>
          <w:sz w:val="24"/>
          <w:szCs w:val="24"/>
          <w:lang w:val="et-EE"/>
        </w:rPr>
        <w:t xml:space="preserve">                                         </w:t>
      </w:r>
    </w:p>
    <w:p w:rsidR="00862194" w:rsidRPr="003F350C" w:rsidRDefault="00280833" w:rsidP="00862194">
      <w:pPr>
        <w:pStyle w:val="Pis"/>
        <w:rPr>
          <w:sz w:val="24"/>
          <w:szCs w:val="24"/>
          <w:lang w:val="et-EE"/>
        </w:rPr>
      </w:pPr>
      <w:r>
        <w:rPr>
          <w:sz w:val="24"/>
          <w:szCs w:val="24"/>
          <w:lang w:val="et-EE"/>
        </w:rPr>
        <w:t>Vahe</w:t>
      </w:r>
      <w:r w:rsidR="00862194" w:rsidRPr="003F350C">
        <w:rPr>
          <w:sz w:val="24"/>
          <w:szCs w:val="24"/>
          <w:lang w:val="et-EE"/>
        </w:rPr>
        <w:t>-Eesti piirkonna juhataja</w:t>
      </w:r>
    </w:p>
    <w:p w:rsidR="00603CB4" w:rsidRPr="00A2276A" w:rsidRDefault="00603CB4">
      <w:pPr>
        <w:spacing w:line="240" w:lineRule="exact"/>
        <w:jc w:val="both"/>
      </w:pPr>
    </w:p>
    <w:p w:rsidR="0074692D" w:rsidRDefault="0074692D" w:rsidP="0074692D">
      <w:pPr>
        <w:pStyle w:val="Tiitel"/>
        <w:jc w:val="left"/>
        <w:rPr>
          <w:rFonts w:ascii="Times New Roman" w:hAnsi="Times New Roman"/>
          <w:b w:val="0"/>
          <w:i/>
          <w:sz w:val="24"/>
          <w:szCs w:val="24"/>
          <w:lang w:val="fi-FI"/>
        </w:rPr>
      </w:pPr>
    </w:p>
    <w:p w:rsidR="0026660E" w:rsidRDefault="0026660E" w:rsidP="0074692D">
      <w:pPr>
        <w:pStyle w:val="Tiitel"/>
        <w:jc w:val="left"/>
        <w:rPr>
          <w:rFonts w:ascii="Times New Roman" w:hAnsi="Times New Roman"/>
          <w:b w:val="0"/>
          <w:i/>
          <w:sz w:val="24"/>
          <w:szCs w:val="24"/>
          <w:lang w:val="fi-FI"/>
        </w:rPr>
      </w:pPr>
    </w:p>
    <w:p w:rsidR="0026660E" w:rsidRDefault="0026660E" w:rsidP="0074692D">
      <w:pPr>
        <w:pStyle w:val="Tiitel"/>
        <w:jc w:val="left"/>
        <w:rPr>
          <w:rFonts w:ascii="Times New Roman" w:hAnsi="Times New Roman"/>
          <w:b w:val="0"/>
          <w:i/>
          <w:sz w:val="24"/>
          <w:szCs w:val="24"/>
          <w:lang w:val="fi-FI"/>
        </w:rPr>
      </w:pPr>
    </w:p>
    <w:p w:rsidR="00DB120C" w:rsidRDefault="00DB120C" w:rsidP="0074692D">
      <w:pPr>
        <w:pStyle w:val="Tiitel"/>
        <w:jc w:val="left"/>
        <w:rPr>
          <w:rFonts w:ascii="Times New Roman" w:hAnsi="Times New Roman"/>
          <w:b w:val="0"/>
          <w:i/>
          <w:sz w:val="24"/>
          <w:szCs w:val="24"/>
          <w:lang w:val="fi-FI"/>
        </w:rPr>
      </w:pPr>
    </w:p>
    <w:p w:rsidR="0026660E" w:rsidRDefault="0026660E" w:rsidP="0074692D">
      <w:pPr>
        <w:pStyle w:val="Tiitel"/>
        <w:jc w:val="left"/>
        <w:rPr>
          <w:rFonts w:ascii="Times New Roman" w:hAnsi="Times New Roman"/>
          <w:b w:val="0"/>
          <w:i/>
          <w:sz w:val="24"/>
          <w:szCs w:val="24"/>
          <w:lang w:val="fi-FI"/>
        </w:rPr>
      </w:pPr>
    </w:p>
    <w:p w:rsidR="0074692D" w:rsidRDefault="0074692D" w:rsidP="0074692D">
      <w:pPr>
        <w:pStyle w:val="Tiitel"/>
        <w:jc w:val="left"/>
        <w:rPr>
          <w:rFonts w:ascii="Times New Roman" w:hAnsi="Times New Roman"/>
          <w:b w:val="0"/>
          <w:i/>
          <w:sz w:val="24"/>
          <w:szCs w:val="24"/>
          <w:lang w:val="fi-FI"/>
        </w:rPr>
      </w:pPr>
    </w:p>
    <w:sectPr w:rsidR="0074692D" w:rsidSect="00374D43">
      <w:headerReference w:type="even" r:id="rId9"/>
      <w:headerReference w:type="default" r:id="rId10"/>
      <w:type w:val="continuous"/>
      <w:pgSz w:w="11909" w:h="16834" w:code="9"/>
      <w:pgMar w:top="360" w:right="964" w:bottom="540" w:left="1701" w:header="680" w:footer="708"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7C8" w:rsidRDefault="00E577C8">
      <w:r>
        <w:separator/>
      </w:r>
    </w:p>
  </w:endnote>
  <w:endnote w:type="continuationSeparator" w:id="0">
    <w:p w:rsidR="00E577C8" w:rsidRDefault="00E57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5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7C8" w:rsidRDefault="00E577C8">
      <w:r>
        <w:separator/>
      </w:r>
    </w:p>
  </w:footnote>
  <w:footnote w:type="continuationSeparator" w:id="0">
    <w:p w:rsidR="00E577C8" w:rsidRDefault="00E577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C8" w:rsidRDefault="00E577C8" w:rsidP="00E4652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E577C8" w:rsidRDefault="00E577C8">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C8" w:rsidRDefault="00E577C8" w:rsidP="00E4652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A47C8F">
      <w:rPr>
        <w:rStyle w:val="Lehekljenumber"/>
        <w:noProof/>
      </w:rPr>
      <w:t>2</w:t>
    </w:r>
    <w:r>
      <w:rPr>
        <w:rStyle w:val="Lehekljenumber"/>
      </w:rPr>
      <w:fldChar w:fldCharType="end"/>
    </w:r>
  </w:p>
  <w:p w:rsidR="00E577C8" w:rsidRPr="00374D43" w:rsidRDefault="00E577C8" w:rsidP="004E4E5B">
    <w:pPr>
      <w:pStyle w:val="Pis"/>
      <w:jc w:val="right"/>
      <w:rPr>
        <w:rFonts w:ascii="Arial" w:hAnsi="Arial" w:cs="Arial"/>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7F47"/>
    <w:multiLevelType w:val="multilevel"/>
    <w:tmpl w:val="015EEAD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4D63403"/>
    <w:multiLevelType w:val="multilevel"/>
    <w:tmpl w:val="DB78458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5385A32"/>
    <w:multiLevelType w:val="hybridMultilevel"/>
    <w:tmpl w:val="05143E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045754"/>
    <w:multiLevelType w:val="multilevel"/>
    <w:tmpl w:val="0C9AE4A6"/>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CE3A58"/>
    <w:multiLevelType w:val="hybridMultilevel"/>
    <w:tmpl w:val="03C4E614"/>
    <w:lvl w:ilvl="0" w:tplc="023862A6">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F1007C0"/>
    <w:multiLevelType w:val="multilevel"/>
    <w:tmpl w:val="EF2E3D9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4EF38B7"/>
    <w:multiLevelType w:val="multilevel"/>
    <w:tmpl w:val="0C9AE4A6"/>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8873814"/>
    <w:multiLevelType w:val="multilevel"/>
    <w:tmpl w:val="352AD9A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B2C0CA6"/>
    <w:multiLevelType w:val="multilevel"/>
    <w:tmpl w:val="C73031BA"/>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3302A30"/>
    <w:multiLevelType w:val="multilevel"/>
    <w:tmpl w:val="54BC06D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ED3054"/>
    <w:multiLevelType w:val="multilevel"/>
    <w:tmpl w:val="A406E42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AB76470"/>
    <w:multiLevelType w:val="hybridMultilevel"/>
    <w:tmpl w:val="1C6228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nsid w:val="2B162F79"/>
    <w:multiLevelType w:val="hybridMultilevel"/>
    <w:tmpl w:val="A0A8EA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nsid w:val="32D83801"/>
    <w:multiLevelType w:val="multilevel"/>
    <w:tmpl w:val="9508F61C"/>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08B5EDB"/>
    <w:multiLevelType w:val="hybridMultilevel"/>
    <w:tmpl w:val="328816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nsid w:val="41094139"/>
    <w:multiLevelType w:val="multilevel"/>
    <w:tmpl w:val="B896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654D24"/>
    <w:multiLevelType w:val="multilevel"/>
    <w:tmpl w:val="0C9AE4A6"/>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444679E8"/>
    <w:multiLevelType w:val="multilevel"/>
    <w:tmpl w:val="F2960BC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6EB781B"/>
    <w:multiLevelType w:val="multilevel"/>
    <w:tmpl w:val="F1D4E3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lowerLetter"/>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FA97607"/>
    <w:multiLevelType w:val="multilevel"/>
    <w:tmpl w:val="62944BA4"/>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0F64A8C"/>
    <w:multiLevelType w:val="multilevel"/>
    <w:tmpl w:val="406027F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7"/>
  </w:num>
  <w:num w:numId="2">
    <w:abstractNumId w:val="6"/>
  </w:num>
  <w:num w:numId="3">
    <w:abstractNumId w:val="1"/>
  </w:num>
  <w:num w:numId="4">
    <w:abstractNumId w:val="0"/>
  </w:num>
  <w:num w:numId="5">
    <w:abstractNumId w:val="2"/>
  </w:num>
  <w:num w:numId="6">
    <w:abstractNumId w:val="8"/>
  </w:num>
  <w:num w:numId="7">
    <w:abstractNumId w:val="10"/>
  </w:num>
  <w:num w:numId="8">
    <w:abstractNumId w:val="7"/>
  </w:num>
  <w:num w:numId="9">
    <w:abstractNumId w:val="20"/>
  </w:num>
  <w:num w:numId="10">
    <w:abstractNumId w:val="13"/>
  </w:num>
  <w:num w:numId="11">
    <w:abstractNumId w:val="9"/>
  </w:num>
  <w:num w:numId="12">
    <w:abstractNumId w:val="3"/>
  </w:num>
  <w:num w:numId="13">
    <w:abstractNumId w:val="16"/>
  </w:num>
  <w:num w:numId="14">
    <w:abstractNumId w:val="15"/>
  </w:num>
  <w:num w:numId="15">
    <w:abstractNumId w:val="4"/>
  </w:num>
  <w:num w:numId="16">
    <w:abstractNumId w:val="18"/>
  </w:num>
  <w:num w:numId="17">
    <w:abstractNumId w:val="12"/>
  </w:num>
  <w:num w:numId="18">
    <w:abstractNumId w:val="11"/>
  </w:num>
  <w:num w:numId="19">
    <w:abstractNumId w:val="14"/>
  </w:num>
  <w:num w:numId="20">
    <w:abstractNumId w:val="1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0A"/>
    <w:rsid w:val="0000553E"/>
    <w:rsid w:val="000142BF"/>
    <w:rsid w:val="00024241"/>
    <w:rsid w:val="00035519"/>
    <w:rsid w:val="00063EF0"/>
    <w:rsid w:val="00076A33"/>
    <w:rsid w:val="000A17BE"/>
    <w:rsid w:val="000A4EA7"/>
    <w:rsid w:val="000C4C15"/>
    <w:rsid w:val="000D1215"/>
    <w:rsid w:val="000E5C72"/>
    <w:rsid w:val="0010787C"/>
    <w:rsid w:val="00132AD7"/>
    <w:rsid w:val="00157916"/>
    <w:rsid w:val="00166466"/>
    <w:rsid w:val="00175B3B"/>
    <w:rsid w:val="001D4BAE"/>
    <w:rsid w:val="001E48CB"/>
    <w:rsid w:val="001E5851"/>
    <w:rsid w:val="001E5CC2"/>
    <w:rsid w:val="00200A96"/>
    <w:rsid w:val="00201FCF"/>
    <w:rsid w:val="002236CD"/>
    <w:rsid w:val="002525AA"/>
    <w:rsid w:val="0026660E"/>
    <w:rsid w:val="00280833"/>
    <w:rsid w:val="00283EBA"/>
    <w:rsid w:val="002A0A1F"/>
    <w:rsid w:val="002D6B00"/>
    <w:rsid w:val="002F1733"/>
    <w:rsid w:val="002F1CB7"/>
    <w:rsid w:val="0031249C"/>
    <w:rsid w:val="00325BB8"/>
    <w:rsid w:val="00331DEC"/>
    <w:rsid w:val="00334FF7"/>
    <w:rsid w:val="00346B0B"/>
    <w:rsid w:val="00374D43"/>
    <w:rsid w:val="00383AE6"/>
    <w:rsid w:val="003A55B9"/>
    <w:rsid w:val="003E1833"/>
    <w:rsid w:val="003F350C"/>
    <w:rsid w:val="00417518"/>
    <w:rsid w:val="00417D0F"/>
    <w:rsid w:val="00426B61"/>
    <w:rsid w:val="00427F47"/>
    <w:rsid w:val="004564B5"/>
    <w:rsid w:val="00483A6F"/>
    <w:rsid w:val="00496372"/>
    <w:rsid w:val="004E4E5B"/>
    <w:rsid w:val="004F4F16"/>
    <w:rsid w:val="005214BC"/>
    <w:rsid w:val="00525503"/>
    <w:rsid w:val="005255FF"/>
    <w:rsid w:val="00532FFC"/>
    <w:rsid w:val="00547D9D"/>
    <w:rsid w:val="005519C5"/>
    <w:rsid w:val="005520D2"/>
    <w:rsid w:val="005627D7"/>
    <w:rsid w:val="00580ABD"/>
    <w:rsid w:val="00595F8A"/>
    <w:rsid w:val="00597EA9"/>
    <w:rsid w:val="005B2099"/>
    <w:rsid w:val="005D4B50"/>
    <w:rsid w:val="005D66CC"/>
    <w:rsid w:val="005F3021"/>
    <w:rsid w:val="005F5334"/>
    <w:rsid w:val="005F6F18"/>
    <w:rsid w:val="00603CB4"/>
    <w:rsid w:val="00627C05"/>
    <w:rsid w:val="00637AEC"/>
    <w:rsid w:val="006402BC"/>
    <w:rsid w:val="006572BF"/>
    <w:rsid w:val="006A0044"/>
    <w:rsid w:val="006A319E"/>
    <w:rsid w:val="006A3EA2"/>
    <w:rsid w:val="006B1EF5"/>
    <w:rsid w:val="006E7D7C"/>
    <w:rsid w:val="006F1CB0"/>
    <w:rsid w:val="006F2AB1"/>
    <w:rsid w:val="006F5F5E"/>
    <w:rsid w:val="00721535"/>
    <w:rsid w:val="007318BF"/>
    <w:rsid w:val="00736A0F"/>
    <w:rsid w:val="0074692D"/>
    <w:rsid w:val="0075793C"/>
    <w:rsid w:val="007732E1"/>
    <w:rsid w:val="00776BC5"/>
    <w:rsid w:val="00791DFF"/>
    <w:rsid w:val="00797576"/>
    <w:rsid w:val="007C3915"/>
    <w:rsid w:val="007E4F0B"/>
    <w:rsid w:val="007E54A5"/>
    <w:rsid w:val="007F10BF"/>
    <w:rsid w:val="007F43BC"/>
    <w:rsid w:val="00813835"/>
    <w:rsid w:val="0083193A"/>
    <w:rsid w:val="00850133"/>
    <w:rsid w:val="00862194"/>
    <w:rsid w:val="00866536"/>
    <w:rsid w:val="00867F93"/>
    <w:rsid w:val="0088164F"/>
    <w:rsid w:val="008851E1"/>
    <w:rsid w:val="0089232C"/>
    <w:rsid w:val="00894CA6"/>
    <w:rsid w:val="008954AF"/>
    <w:rsid w:val="008A69A2"/>
    <w:rsid w:val="008B36AA"/>
    <w:rsid w:val="008B6569"/>
    <w:rsid w:val="008C3AED"/>
    <w:rsid w:val="008E27A6"/>
    <w:rsid w:val="008E6EA6"/>
    <w:rsid w:val="00905428"/>
    <w:rsid w:val="00906FBE"/>
    <w:rsid w:val="0092085A"/>
    <w:rsid w:val="0092241C"/>
    <w:rsid w:val="00930540"/>
    <w:rsid w:val="00934B3C"/>
    <w:rsid w:val="00940052"/>
    <w:rsid w:val="00971084"/>
    <w:rsid w:val="009864E9"/>
    <w:rsid w:val="009B075C"/>
    <w:rsid w:val="009C7B69"/>
    <w:rsid w:val="009F745C"/>
    <w:rsid w:val="00A0409F"/>
    <w:rsid w:val="00A11B03"/>
    <w:rsid w:val="00A2276A"/>
    <w:rsid w:val="00A34881"/>
    <w:rsid w:val="00A42B0A"/>
    <w:rsid w:val="00A44ED2"/>
    <w:rsid w:val="00A47C8F"/>
    <w:rsid w:val="00A579C0"/>
    <w:rsid w:val="00A936F4"/>
    <w:rsid w:val="00AA25E9"/>
    <w:rsid w:val="00AB0BCB"/>
    <w:rsid w:val="00AC2F88"/>
    <w:rsid w:val="00AE240D"/>
    <w:rsid w:val="00AE2E5B"/>
    <w:rsid w:val="00AE67F3"/>
    <w:rsid w:val="00B02E20"/>
    <w:rsid w:val="00B0610B"/>
    <w:rsid w:val="00B26303"/>
    <w:rsid w:val="00B33AEA"/>
    <w:rsid w:val="00B35A3B"/>
    <w:rsid w:val="00B461A5"/>
    <w:rsid w:val="00B526BA"/>
    <w:rsid w:val="00B61054"/>
    <w:rsid w:val="00B622C1"/>
    <w:rsid w:val="00B653DD"/>
    <w:rsid w:val="00B65A76"/>
    <w:rsid w:val="00BA6A8A"/>
    <w:rsid w:val="00BB5084"/>
    <w:rsid w:val="00BC1E7A"/>
    <w:rsid w:val="00BE55FE"/>
    <w:rsid w:val="00C062C4"/>
    <w:rsid w:val="00C1446E"/>
    <w:rsid w:val="00C20C31"/>
    <w:rsid w:val="00C23EA2"/>
    <w:rsid w:val="00C4770D"/>
    <w:rsid w:val="00C771EA"/>
    <w:rsid w:val="00CA563A"/>
    <w:rsid w:val="00CB0DB7"/>
    <w:rsid w:val="00CF0C6B"/>
    <w:rsid w:val="00CF14CD"/>
    <w:rsid w:val="00D026A4"/>
    <w:rsid w:val="00D052D1"/>
    <w:rsid w:val="00D114CD"/>
    <w:rsid w:val="00D13C53"/>
    <w:rsid w:val="00D23B81"/>
    <w:rsid w:val="00D27F2F"/>
    <w:rsid w:val="00D4176B"/>
    <w:rsid w:val="00D50041"/>
    <w:rsid w:val="00D529B2"/>
    <w:rsid w:val="00D555AE"/>
    <w:rsid w:val="00D64A9C"/>
    <w:rsid w:val="00D66C37"/>
    <w:rsid w:val="00D9409B"/>
    <w:rsid w:val="00DB120C"/>
    <w:rsid w:val="00DB6F93"/>
    <w:rsid w:val="00DB7E01"/>
    <w:rsid w:val="00DD05D0"/>
    <w:rsid w:val="00DD2E5C"/>
    <w:rsid w:val="00DD4815"/>
    <w:rsid w:val="00DE5D60"/>
    <w:rsid w:val="00DF50E2"/>
    <w:rsid w:val="00E11968"/>
    <w:rsid w:val="00E12FDC"/>
    <w:rsid w:val="00E17268"/>
    <w:rsid w:val="00E34BFE"/>
    <w:rsid w:val="00E46525"/>
    <w:rsid w:val="00E51A36"/>
    <w:rsid w:val="00E57139"/>
    <w:rsid w:val="00E577C8"/>
    <w:rsid w:val="00E91FFB"/>
    <w:rsid w:val="00E928B2"/>
    <w:rsid w:val="00EB09A4"/>
    <w:rsid w:val="00EC71B3"/>
    <w:rsid w:val="00ED2D18"/>
    <w:rsid w:val="00EF123B"/>
    <w:rsid w:val="00F05A9E"/>
    <w:rsid w:val="00F21D15"/>
    <w:rsid w:val="00F319D8"/>
    <w:rsid w:val="00F415A2"/>
    <w:rsid w:val="00F4233B"/>
    <w:rsid w:val="00F53636"/>
    <w:rsid w:val="00F90BD7"/>
    <w:rsid w:val="00FA0AA2"/>
    <w:rsid w:val="00FC1958"/>
    <w:rsid w:val="00FC6C3A"/>
    <w:rsid w:val="00FD4213"/>
    <w:rsid w:val="00FE304C"/>
    <w:rsid w:val="00FF3831"/>
    <w:rsid w:val="00FF54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spacing w:line="240" w:lineRule="exact"/>
      <w:outlineLvl w:val="0"/>
    </w:pPr>
    <w:rPr>
      <w:b/>
      <w:sz w:val="28"/>
      <w:szCs w:val="20"/>
    </w:rPr>
  </w:style>
  <w:style w:type="paragraph" w:styleId="Pealkiri2">
    <w:name w:val="heading 2"/>
    <w:basedOn w:val="Normaallaad"/>
    <w:next w:val="Normaallaad"/>
    <w:qFormat/>
    <w:pPr>
      <w:keepNext/>
      <w:spacing w:line="240" w:lineRule="exact"/>
      <w:jc w:val="both"/>
      <w:outlineLvl w:val="1"/>
    </w:pPr>
    <w:rPr>
      <w:b/>
      <w:bCs/>
      <w:sz w:val="20"/>
    </w:rPr>
  </w:style>
  <w:style w:type="paragraph" w:styleId="Pealkiri3">
    <w:name w:val="heading 3"/>
    <w:basedOn w:val="Normaallaad"/>
    <w:next w:val="Normaallaad"/>
    <w:qFormat/>
    <w:pPr>
      <w:keepNext/>
      <w:tabs>
        <w:tab w:val="left" w:pos="4320"/>
      </w:tabs>
      <w:spacing w:line="240" w:lineRule="exact"/>
      <w:jc w:val="center"/>
      <w:outlineLvl w:val="2"/>
    </w:pPr>
    <w:rPr>
      <w:b/>
      <w:bCs/>
      <w:sz w:val="20"/>
    </w:rPr>
  </w:style>
  <w:style w:type="paragraph" w:styleId="Pealkiri4">
    <w:name w:val="heading 4"/>
    <w:basedOn w:val="Normaallaad"/>
    <w:next w:val="Normaallaad"/>
    <w:qFormat/>
    <w:pPr>
      <w:keepNext/>
      <w:tabs>
        <w:tab w:val="left" w:pos="4320"/>
      </w:tabs>
      <w:spacing w:line="240" w:lineRule="exact"/>
      <w:jc w:val="both"/>
      <w:outlineLvl w:val="3"/>
    </w:pPr>
    <w:rPr>
      <w:b/>
      <w:bCs/>
      <w:sz w:val="16"/>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iitel">
    <w:name w:val="Title"/>
    <w:basedOn w:val="Normaallaad"/>
    <w:qFormat/>
    <w:pPr>
      <w:jc w:val="center"/>
    </w:pPr>
    <w:rPr>
      <w:rFonts w:ascii="Garamond" w:hAnsi="Garamond"/>
      <w:b/>
      <w:sz w:val="40"/>
      <w:szCs w:val="20"/>
      <w:lang w:val="en-GB"/>
    </w:rPr>
  </w:style>
  <w:style w:type="paragraph" w:styleId="Alapealkiri">
    <w:name w:val="Subtitle"/>
    <w:basedOn w:val="Normaallaad"/>
    <w:qFormat/>
    <w:pPr>
      <w:jc w:val="center"/>
    </w:pPr>
    <w:rPr>
      <w:rFonts w:ascii="Garamond" w:hAnsi="Garamond"/>
      <w:b/>
      <w:sz w:val="22"/>
      <w:szCs w:val="20"/>
      <w:lang w:val="en-GB"/>
    </w:rPr>
  </w:style>
  <w:style w:type="paragraph" w:styleId="Kehatekst">
    <w:name w:val="Body Text"/>
    <w:basedOn w:val="Normaallaad"/>
    <w:link w:val="KehatekstMrk"/>
    <w:pPr>
      <w:spacing w:line="240" w:lineRule="exact"/>
      <w:jc w:val="both"/>
    </w:pPr>
    <w:rPr>
      <w:sz w:val="20"/>
    </w:rPr>
  </w:style>
  <w:style w:type="character" w:styleId="Hperlink">
    <w:name w:val="Hyperlink"/>
    <w:basedOn w:val="Liguvaikefont"/>
    <w:rPr>
      <w:color w:val="0000FF"/>
      <w:u w:val="single"/>
    </w:rPr>
  </w:style>
  <w:style w:type="paragraph" w:styleId="Kehatekst2">
    <w:name w:val="Body Text 2"/>
    <w:basedOn w:val="Normaallaad"/>
    <w:pPr>
      <w:spacing w:line="240" w:lineRule="exact"/>
      <w:jc w:val="both"/>
    </w:pPr>
    <w:rPr>
      <w:sz w:val="20"/>
      <w:szCs w:val="20"/>
    </w:rPr>
  </w:style>
  <w:style w:type="paragraph" w:styleId="Kehatekst3">
    <w:name w:val="Body Text 3"/>
    <w:basedOn w:val="Normaallaad"/>
    <w:rPr>
      <w:sz w:val="20"/>
    </w:rPr>
  </w:style>
  <w:style w:type="paragraph" w:styleId="Normaallaadveeb">
    <w:name w:val="Normal (Web)"/>
    <w:basedOn w:val="Normaallaad"/>
    <w:pPr>
      <w:spacing w:before="100" w:beforeAutospacing="1" w:after="100" w:afterAutospacing="1"/>
    </w:pPr>
    <w:rPr>
      <w:lang w:val="en-GB"/>
    </w:rPr>
  </w:style>
  <w:style w:type="character" w:styleId="Klastatudhperlink">
    <w:name w:val="FollowedHyperlink"/>
    <w:basedOn w:val="Liguvaikefont"/>
    <w:rPr>
      <w:color w:val="800080"/>
      <w:u w:val="single"/>
    </w:rPr>
  </w:style>
  <w:style w:type="character" w:customStyle="1" w:styleId="normal1">
    <w:name w:val="normal1"/>
    <w:basedOn w:val="Liguvaikefont"/>
  </w:style>
  <w:style w:type="paragraph" w:styleId="Pis">
    <w:name w:val="header"/>
    <w:basedOn w:val="Normaallaad"/>
    <w:pPr>
      <w:tabs>
        <w:tab w:val="center" w:pos="4153"/>
        <w:tab w:val="right" w:pos="8306"/>
      </w:tabs>
    </w:pPr>
    <w:rPr>
      <w:sz w:val="20"/>
      <w:szCs w:val="20"/>
      <w:lang w:val="en-AU"/>
    </w:rPr>
  </w:style>
  <w:style w:type="paragraph" w:styleId="Taandegakehatekst3">
    <w:name w:val="Body Text Indent 3"/>
    <w:basedOn w:val="Normaallaad"/>
    <w:pPr>
      <w:tabs>
        <w:tab w:val="left" w:pos="426"/>
      </w:tabs>
      <w:ind w:left="426"/>
    </w:pPr>
    <w:rPr>
      <w:szCs w:val="20"/>
    </w:rPr>
  </w:style>
  <w:style w:type="paragraph" w:styleId="Taandegakehatekst">
    <w:name w:val="Body Text Indent"/>
    <w:basedOn w:val="Normaallaad"/>
    <w:pPr>
      <w:spacing w:line="240" w:lineRule="exact"/>
      <w:ind w:left="720" w:hanging="720"/>
      <w:jc w:val="both"/>
    </w:pPr>
  </w:style>
  <w:style w:type="paragraph" w:styleId="Jutumullitekst">
    <w:name w:val="Balloon Text"/>
    <w:basedOn w:val="Normaallaad"/>
    <w:semiHidden/>
    <w:rsid w:val="005519C5"/>
    <w:rPr>
      <w:rFonts w:ascii="Tahoma" w:hAnsi="Tahoma" w:cs="Tahoma"/>
      <w:sz w:val="16"/>
      <w:szCs w:val="16"/>
    </w:rPr>
  </w:style>
  <w:style w:type="character" w:styleId="Lehekljenumber">
    <w:name w:val="page number"/>
    <w:basedOn w:val="Liguvaikefont"/>
    <w:rsid w:val="00200A96"/>
  </w:style>
  <w:style w:type="character" w:styleId="Kommentaariviide">
    <w:name w:val="annotation reference"/>
    <w:basedOn w:val="Liguvaikefont"/>
    <w:semiHidden/>
    <w:rsid w:val="00200A96"/>
    <w:rPr>
      <w:sz w:val="16"/>
      <w:szCs w:val="16"/>
    </w:rPr>
  </w:style>
  <w:style w:type="paragraph" w:styleId="Kommentaaritekst">
    <w:name w:val="annotation text"/>
    <w:basedOn w:val="Normaallaad"/>
    <w:semiHidden/>
    <w:rsid w:val="00200A96"/>
    <w:rPr>
      <w:sz w:val="20"/>
      <w:szCs w:val="20"/>
    </w:rPr>
  </w:style>
  <w:style w:type="paragraph" w:styleId="Kommentaariteema">
    <w:name w:val="annotation subject"/>
    <w:basedOn w:val="Kommentaaritekst"/>
    <w:next w:val="Kommentaaritekst"/>
    <w:semiHidden/>
    <w:rsid w:val="00200A96"/>
    <w:rPr>
      <w:b/>
      <w:bCs/>
    </w:rPr>
  </w:style>
  <w:style w:type="paragraph" w:styleId="Pealdis">
    <w:name w:val="caption"/>
    <w:basedOn w:val="Normaallaad"/>
    <w:next w:val="Normaallaad"/>
    <w:qFormat/>
    <w:rsid w:val="00374D4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374D43"/>
    <w:pPr>
      <w:tabs>
        <w:tab w:val="center" w:pos="4536"/>
        <w:tab w:val="right" w:pos="9072"/>
      </w:tabs>
    </w:pPr>
  </w:style>
  <w:style w:type="paragraph" w:styleId="Loendilik">
    <w:name w:val="List Paragraph"/>
    <w:basedOn w:val="Normaallaad"/>
    <w:uiPriority w:val="34"/>
    <w:qFormat/>
    <w:rsid w:val="00DE5D60"/>
    <w:pPr>
      <w:ind w:left="720"/>
      <w:contextualSpacing/>
    </w:pPr>
  </w:style>
  <w:style w:type="character" w:customStyle="1" w:styleId="KehatekstMrk">
    <w:name w:val="Kehatekst Märk"/>
    <w:basedOn w:val="Liguvaikefont"/>
    <w:link w:val="Kehatekst"/>
    <w:rsid w:val="00D50041"/>
    <w:rPr>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spacing w:line="240" w:lineRule="exact"/>
      <w:outlineLvl w:val="0"/>
    </w:pPr>
    <w:rPr>
      <w:b/>
      <w:sz w:val="28"/>
      <w:szCs w:val="20"/>
    </w:rPr>
  </w:style>
  <w:style w:type="paragraph" w:styleId="Pealkiri2">
    <w:name w:val="heading 2"/>
    <w:basedOn w:val="Normaallaad"/>
    <w:next w:val="Normaallaad"/>
    <w:qFormat/>
    <w:pPr>
      <w:keepNext/>
      <w:spacing w:line="240" w:lineRule="exact"/>
      <w:jc w:val="both"/>
      <w:outlineLvl w:val="1"/>
    </w:pPr>
    <w:rPr>
      <w:b/>
      <w:bCs/>
      <w:sz w:val="20"/>
    </w:rPr>
  </w:style>
  <w:style w:type="paragraph" w:styleId="Pealkiri3">
    <w:name w:val="heading 3"/>
    <w:basedOn w:val="Normaallaad"/>
    <w:next w:val="Normaallaad"/>
    <w:qFormat/>
    <w:pPr>
      <w:keepNext/>
      <w:tabs>
        <w:tab w:val="left" w:pos="4320"/>
      </w:tabs>
      <w:spacing w:line="240" w:lineRule="exact"/>
      <w:jc w:val="center"/>
      <w:outlineLvl w:val="2"/>
    </w:pPr>
    <w:rPr>
      <w:b/>
      <w:bCs/>
      <w:sz w:val="20"/>
    </w:rPr>
  </w:style>
  <w:style w:type="paragraph" w:styleId="Pealkiri4">
    <w:name w:val="heading 4"/>
    <w:basedOn w:val="Normaallaad"/>
    <w:next w:val="Normaallaad"/>
    <w:qFormat/>
    <w:pPr>
      <w:keepNext/>
      <w:tabs>
        <w:tab w:val="left" w:pos="4320"/>
      </w:tabs>
      <w:spacing w:line="240" w:lineRule="exact"/>
      <w:jc w:val="both"/>
      <w:outlineLvl w:val="3"/>
    </w:pPr>
    <w:rPr>
      <w:b/>
      <w:bCs/>
      <w:sz w:val="16"/>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iitel">
    <w:name w:val="Title"/>
    <w:basedOn w:val="Normaallaad"/>
    <w:qFormat/>
    <w:pPr>
      <w:jc w:val="center"/>
    </w:pPr>
    <w:rPr>
      <w:rFonts w:ascii="Garamond" w:hAnsi="Garamond"/>
      <w:b/>
      <w:sz w:val="40"/>
      <w:szCs w:val="20"/>
      <w:lang w:val="en-GB"/>
    </w:rPr>
  </w:style>
  <w:style w:type="paragraph" w:styleId="Alapealkiri">
    <w:name w:val="Subtitle"/>
    <w:basedOn w:val="Normaallaad"/>
    <w:qFormat/>
    <w:pPr>
      <w:jc w:val="center"/>
    </w:pPr>
    <w:rPr>
      <w:rFonts w:ascii="Garamond" w:hAnsi="Garamond"/>
      <w:b/>
      <w:sz w:val="22"/>
      <w:szCs w:val="20"/>
      <w:lang w:val="en-GB"/>
    </w:rPr>
  </w:style>
  <w:style w:type="paragraph" w:styleId="Kehatekst">
    <w:name w:val="Body Text"/>
    <w:basedOn w:val="Normaallaad"/>
    <w:link w:val="KehatekstMrk"/>
    <w:pPr>
      <w:spacing w:line="240" w:lineRule="exact"/>
      <w:jc w:val="both"/>
    </w:pPr>
    <w:rPr>
      <w:sz w:val="20"/>
    </w:rPr>
  </w:style>
  <w:style w:type="character" w:styleId="Hperlink">
    <w:name w:val="Hyperlink"/>
    <w:basedOn w:val="Liguvaikefont"/>
    <w:rPr>
      <w:color w:val="0000FF"/>
      <w:u w:val="single"/>
    </w:rPr>
  </w:style>
  <w:style w:type="paragraph" w:styleId="Kehatekst2">
    <w:name w:val="Body Text 2"/>
    <w:basedOn w:val="Normaallaad"/>
    <w:pPr>
      <w:spacing w:line="240" w:lineRule="exact"/>
      <w:jc w:val="both"/>
    </w:pPr>
    <w:rPr>
      <w:sz w:val="20"/>
      <w:szCs w:val="20"/>
    </w:rPr>
  </w:style>
  <w:style w:type="paragraph" w:styleId="Kehatekst3">
    <w:name w:val="Body Text 3"/>
    <w:basedOn w:val="Normaallaad"/>
    <w:rPr>
      <w:sz w:val="20"/>
    </w:rPr>
  </w:style>
  <w:style w:type="paragraph" w:styleId="Normaallaadveeb">
    <w:name w:val="Normal (Web)"/>
    <w:basedOn w:val="Normaallaad"/>
    <w:pPr>
      <w:spacing w:before="100" w:beforeAutospacing="1" w:after="100" w:afterAutospacing="1"/>
    </w:pPr>
    <w:rPr>
      <w:lang w:val="en-GB"/>
    </w:rPr>
  </w:style>
  <w:style w:type="character" w:styleId="Klastatudhperlink">
    <w:name w:val="FollowedHyperlink"/>
    <w:basedOn w:val="Liguvaikefont"/>
    <w:rPr>
      <w:color w:val="800080"/>
      <w:u w:val="single"/>
    </w:rPr>
  </w:style>
  <w:style w:type="character" w:customStyle="1" w:styleId="normal1">
    <w:name w:val="normal1"/>
    <w:basedOn w:val="Liguvaikefont"/>
  </w:style>
  <w:style w:type="paragraph" w:styleId="Pis">
    <w:name w:val="header"/>
    <w:basedOn w:val="Normaallaad"/>
    <w:pPr>
      <w:tabs>
        <w:tab w:val="center" w:pos="4153"/>
        <w:tab w:val="right" w:pos="8306"/>
      </w:tabs>
    </w:pPr>
    <w:rPr>
      <w:sz w:val="20"/>
      <w:szCs w:val="20"/>
      <w:lang w:val="en-AU"/>
    </w:rPr>
  </w:style>
  <w:style w:type="paragraph" w:styleId="Taandegakehatekst3">
    <w:name w:val="Body Text Indent 3"/>
    <w:basedOn w:val="Normaallaad"/>
    <w:pPr>
      <w:tabs>
        <w:tab w:val="left" w:pos="426"/>
      </w:tabs>
      <w:ind w:left="426"/>
    </w:pPr>
    <w:rPr>
      <w:szCs w:val="20"/>
    </w:rPr>
  </w:style>
  <w:style w:type="paragraph" w:styleId="Taandegakehatekst">
    <w:name w:val="Body Text Indent"/>
    <w:basedOn w:val="Normaallaad"/>
    <w:pPr>
      <w:spacing w:line="240" w:lineRule="exact"/>
      <w:ind w:left="720" w:hanging="720"/>
      <w:jc w:val="both"/>
    </w:pPr>
  </w:style>
  <w:style w:type="paragraph" w:styleId="Jutumullitekst">
    <w:name w:val="Balloon Text"/>
    <w:basedOn w:val="Normaallaad"/>
    <w:semiHidden/>
    <w:rsid w:val="005519C5"/>
    <w:rPr>
      <w:rFonts w:ascii="Tahoma" w:hAnsi="Tahoma" w:cs="Tahoma"/>
      <w:sz w:val="16"/>
      <w:szCs w:val="16"/>
    </w:rPr>
  </w:style>
  <w:style w:type="character" w:styleId="Lehekljenumber">
    <w:name w:val="page number"/>
    <w:basedOn w:val="Liguvaikefont"/>
    <w:rsid w:val="00200A96"/>
  </w:style>
  <w:style w:type="character" w:styleId="Kommentaariviide">
    <w:name w:val="annotation reference"/>
    <w:basedOn w:val="Liguvaikefont"/>
    <w:semiHidden/>
    <w:rsid w:val="00200A96"/>
    <w:rPr>
      <w:sz w:val="16"/>
      <w:szCs w:val="16"/>
    </w:rPr>
  </w:style>
  <w:style w:type="paragraph" w:styleId="Kommentaaritekst">
    <w:name w:val="annotation text"/>
    <w:basedOn w:val="Normaallaad"/>
    <w:semiHidden/>
    <w:rsid w:val="00200A96"/>
    <w:rPr>
      <w:sz w:val="20"/>
      <w:szCs w:val="20"/>
    </w:rPr>
  </w:style>
  <w:style w:type="paragraph" w:styleId="Kommentaariteema">
    <w:name w:val="annotation subject"/>
    <w:basedOn w:val="Kommentaaritekst"/>
    <w:next w:val="Kommentaaritekst"/>
    <w:semiHidden/>
    <w:rsid w:val="00200A96"/>
    <w:rPr>
      <w:b/>
      <w:bCs/>
    </w:rPr>
  </w:style>
  <w:style w:type="paragraph" w:styleId="Pealdis">
    <w:name w:val="caption"/>
    <w:basedOn w:val="Normaallaad"/>
    <w:next w:val="Normaallaad"/>
    <w:qFormat/>
    <w:rsid w:val="00374D4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374D43"/>
    <w:pPr>
      <w:tabs>
        <w:tab w:val="center" w:pos="4536"/>
        <w:tab w:val="right" w:pos="9072"/>
      </w:tabs>
    </w:pPr>
  </w:style>
  <w:style w:type="paragraph" w:styleId="Loendilik">
    <w:name w:val="List Paragraph"/>
    <w:basedOn w:val="Normaallaad"/>
    <w:uiPriority w:val="34"/>
    <w:qFormat/>
    <w:rsid w:val="00DE5D60"/>
    <w:pPr>
      <w:ind w:left="720"/>
      <w:contextualSpacing/>
    </w:pPr>
  </w:style>
  <w:style w:type="character" w:customStyle="1" w:styleId="KehatekstMrk">
    <w:name w:val="Kehatekst Märk"/>
    <w:basedOn w:val="Liguvaikefont"/>
    <w:link w:val="Kehatekst"/>
    <w:rsid w:val="00D50041"/>
    <w:rPr>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705897">
      <w:bodyDiv w:val="1"/>
      <w:marLeft w:val="0"/>
      <w:marRight w:val="0"/>
      <w:marTop w:val="0"/>
      <w:marBottom w:val="0"/>
      <w:divBdr>
        <w:top w:val="none" w:sz="0" w:space="0" w:color="auto"/>
        <w:left w:val="none" w:sz="0" w:space="0" w:color="auto"/>
        <w:bottom w:val="none" w:sz="0" w:space="0" w:color="auto"/>
        <w:right w:val="none" w:sz="0" w:space="0" w:color="auto"/>
      </w:divBdr>
    </w:div>
    <w:div w:id="837303624">
      <w:bodyDiv w:val="1"/>
      <w:marLeft w:val="0"/>
      <w:marRight w:val="0"/>
      <w:marTop w:val="0"/>
      <w:marBottom w:val="0"/>
      <w:divBdr>
        <w:top w:val="none" w:sz="0" w:space="0" w:color="auto"/>
        <w:left w:val="none" w:sz="0" w:space="0" w:color="auto"/>
        <w:bottom w:val="none" w:sz="0" w:space="0" w:color="auto"/>
        <w:right w:val="none" w:sz="0" w:space="0" w:color="auto"/>
      </w:divBdr>
    </w:div>
    <w:div w:id="1239705397">
      <w:bodyDiv w:val="1"/>
      <w:marLeft w:val="0"/>
      <w:marRight w:val="0"/>
      <w:marTop w:val="0"/>
      <w:marBottom w:val="0"/>
      <w:divBdr>
        <w:top w:val="none" w:sz="0" w:space="0" w:color="auto"/>
        <w:left w:val="none" w:sz="0" w:space="0" w:color="auto"/>
        <w:bottom w:val="none" w:sz="0" w:space="0" w:color="auto"/>
        <w:right w:val="none" w:sz="0" w:space="0" w:color="auto"/>
      </w:divBdr>
    </w:div>
    <w:div w:id="18822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in\AppData\Local\Microsoft\Windows\Temporary%20Internet%20Files\Content.IE5\NOEQ0ZTD\t&#246;&#246;ettev&#245;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BE5C1-0558-48B0-AC91-FA61FEA7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tööettevõtuleping.dotx</Template>
  <TotalTime>31</TotalTime>
  <Pages>8</Pages>
  <Words>1797</Words>
  <Characters>13742</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TÖÖETTEVÕTULEPING JVE 68/00</vt:lpstr>
    </vt:vector>
  </TitlesOfParts>
  <Company>RMK Võru-Viljandi regioon</Company>
  <LinksUpToDate>false</LinksUpToDate>
  <CharactersWithSpaces>15508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TÖÖETTEVÕTULEPING JVE 68/00</dc:title>
  <dc:creator>Heli Nestra</dc:creator>
  <cp:lastModifiedBy>Jaanus Käärma</cp:lastModifiedBy>
  <cp:revision>16</cp:revision>
  <cp:lastPrinted>2014-01-06T13:20:00Z</cp:lastPrinted>
  <dcterms:created xsi:type="dcterms:W3CDTF">2015-12-21T09:39:00Z</dcterms:created>
  <dcterms:modified xsi:type="dcterms:W3CDTF">2016-01-04T09:04:00Z</dcterms:modified>
</cp:coreProperties>
</file>